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D8" w:rsidRPr="00514A6E" w:rsidRDefault="003532D8" w:rsidP="00ED186C">
      <w:pPr>
        <w:rPr>
          <w:rFonts w:ascii="仿宋" w:eastAsia="仿宋" w:hAnsi="仿宋"/>
          <w:sz w:val="28"/>
          <w:szCs w:val="28"/>
        </w:rPr>
      </w:pPr>
      <w:r w:rsidRPr="00514A6E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1</w:t>
      </w:r>
      <w:r w:rsidRPr="00514A6E">
        <w:rPr>
          <w:rFonts w:ascii="仿宋" w:eastAsia="仿宋" w:hAnsi="仿宋" w:hint="eastAsia"/>
          <w:sz w:val="28"/>
          <w:szCs w:val="28"/>
        </w:rPr>
        <w:t>：</w:t>
      </w:r>
    </w:p>
    <w:p w:rsidR="003532D8" w:rsidRPr="002913C7" w:rsidRDefault="003532D8" w:rsidP="00582363">
      <w:pPr>
        <w:jc w:val="center"/>
        <w:rPr>
          <w:rFonts w:ascii="宋体" w:eastAsia="宋体"/>
          <w:b/>
          <w:bCs/>
          <w:color w:val="000000"/>
          <w:sz w:val="32"/>
          <w:szCs w:val="32"/>
        </w:rPr>
      </w:pPr>
      <w:r w:rsidRPr="002913C7">
        <w:rPr>
          <w:rFonts w:ascii="宋体" w:hAnsi="宋体" w:hint="eastAsia"/>
          <w:b/>
          <w:bCs/>
          <w:color w:val="000000"/>
          <w:sz w:val="32"/>
          <w:szCs w:val="32"/>
        </w:rPr>
        <w:t>蚌埠学院岗位聘用聘期考核表</w:t>
      </w:r>
    </w:p>
    <w:p w:rsidR="003532D8" w:rsidRPr="00B25E3D" w:rsidRDefault="003532D8" w:rsidP="00ED186C">
      <w:pPr>
        <w:jc w:val="left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考核</w:t>
      </w:r>
      <w:r w:rsidRPr="00B25E3D">
        <w:rPr>
          <w:rFonts w:ascii="仿宋" w:eastAsia="仿宋" w:hAnsi="仿宋" w:hint="eastAsia"/>
          <w:b/>
          <w:bCs/>
          <w:sz w:val="24"/>
        </w:rPr>
        <w:t>单位：</w:t>
      </w: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6"/>
        <w:gridCol w:w="442"/>
        <w:gridCol w:w="438"/>
        <w:gridCol w:w="462"/>
        <w:gridCol w:w="200"/>
        <w:gridCol w:w="812"/>
        <w:gridCol w:w="368"/>
        <w:gridCol w:w="504"/>
        <w:gridCol w:w="428"/>
        <w:gridCol w:w="148"/>
        <w:gridCol w:w="897"/>
        <w:gridCol w:w="211"/>
        <w:gridCol w:w="1056"/>
        <w:gridCol w:w="76"/>
        <w:gridCol w:w="552"/>
        <w:gridCol w:w="490"/>
        <w:gridCol w:w="1195"/>
      </w:tblGrid>
      <w:tr w:rsidR="003532D8" w:rsidTr="002F2839">
        <w:trPr>
          <w:trHeight w:val="510"/>
          <w:jc w:val="center"/>
        </w:trPr>
        <w:tc>
          <w:tcPr>
            <w:tcW w:w="1268" w:type="dxa"/>
            <w:gridSpan w:val="2"/>
            <w:vAlign w:val="center"/>
          </w:tcPr>
          <w:p w:rsidR="003532D8" w:rsidRPr="00B25E3D" w:rsidRDefault="003532D8" w:rsidP="002267EE">
            <w:pPr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 w:rsidRPr="00B25E3D">
              <w:rPr>
                <w:rFonts w:ascii="宋体" w:hAnsi="宋体" w:hint="eastAsia"/>
                <w:szCs w:val="21"/>
              </w:rPr>
              <w:t>姓</w:t>
            </w:r>
            <w:r w:rsidRPr="00B25E3D">
              <w:rPr>
                <w:rFonts w:ascii="宋体" w:hAnsi="宋体"/>
                <w:szCs w:val="21"/>
              </w:rPr>
              <w:t xml:space="preserve">  </w:t>
            </w:r>
            <w:r w:rsidRPr="00B25E3D"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2280" w:type="dxa"/>
            <w:gridSpan w:val="5"/>
            <w:vAlign w:val="center"/>
          </w:tcPr>
          <w:p w:rsidR="003532D8" w:rsidRPr="00B25E3D" w:rsidRDefault="003532D8" w:rsidP="002267EE">
            <w:pPr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532D8" w:rsidRPr="00B25E3D" w:rsidRDefault="003532D8" w:rsidP="002267EE">
            <w:pPr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 w:rsidRPr="00B25E3D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97" w:type="dxa"/>
            <w:vAlign w:val="center"/>
          </w:tcPr>
          <w:p w:rsidR="003532D8" w:rsidRPr="00B25E3D" w:rsidRDefault="003532D8" w:rsidP="002267EE">
            <w:pPr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343" w:type="dxa"/>
            <w:gridSpan w:val="3"/>
            <w:vAlign w:val="center"/>
          </w:tcPr>
          <w:p w:rsidR="003532D8" w:rsidRPr="00B25E3D" w:rsidRDefault="003532D8" w:rsidP="002267EE">
            <w:pPr>
              <w:spacing w:line="240" w:lineRule="atLeast"/>
              <w:jc w:val="right"/>
              <w:rPr>
                <w:rFonts w:ascii="宋体" w:eastAsia="宋体"/>
                <w:szCs w:val="21"/>
              </w:rPr>
            </w:pPr>
            <w:r w:rsidRPr="00B25E3D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237" w:type="dxa"/>
            <w:gridSpan w:val="3"/>
            <w:vAlign w:val="center"/>
          </w:tcPr>
          <w:p w:rsidR="003532D8" w:rsidRPr="00B25E3D" w:rsidRDefault="003532D8" w:rsidP="002267EE">
            <w:pPr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0"/>
          <w:jc w:val="center"/>
        </w:trPr>
        <w:tc>
          <w:tcPr>
            <w:tcW w:w="1706" w:type="dxa"/>
            <w:gridSpan w:val="3"/>
            <w:vAlign w:val="center"/>
          </w:tcPr>
          <w:p w:rsidR="003532D8" w:rsidRDefault="003532D8" w:rsidP="00FC41B6">
            <w:pPr>
              <w:spacing w:line="240" w:lineRule="exact"/>
              <w:jc w:val="center"/>
              <w:rPr>
                <w:rFonts w:ascii="宋体" w:eastAsia="宋体"/>
                <w:szCs w:val="21"/>
              </w:rPr>
            </w:pPr>
            <w:r w:rsidRPr="00B25E3D">
              <w:rPr>
                <w:rFonts w:ascii="宋体" w:hAnsi="宋体" w:hint="eastAsia"/>
                <w:szCs w:val="21"/>
              </w:rPr>
              <w:t>现任专业</w:t>
            </w:r>
            <w:r>
              <w:rPr>
                <w:rFonts w:ascii="宋体" w:hAnsi="宋体" w:hint="eastAsia"/>
                <w:szCs w:val="21"/>
              </w:rPr>
              <w:t>（</w:t>
            </w:r>
            <w:r w:rsidRPr="00B25E3D">
              <w:rPr>
                <w:rFonts w:ascii="宋体" w:hAnsi="宋体" w:hint="eastAsia"/>
                <w:szCs w:val="21"/>
              </w:rPr>
              <w:t>技术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3532D8" w:rsidRPr="001E17D7" w:rsidRDefault="003532D8" w:rsidP="00FC41B6">
            <w:pPr>
              <w:spacing w:line="240" w:lineRule="exact"/>
              <w:jc w:val="center"/>
              <w:rPr>
                <w:rFonts w:ascii="宋体" w:eastAsia="宋体"/>
                <w:szCs w:val="21"/>
                <w:highlight w:val="yellow"/>
              </w:rPr>
            </w:pPr>
            <w:r w:rsidRPr="00B25E3D"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474" w:type="dxa"/>
            <w:gridSpan w:val="3"/>
            <w:vAlign w:val="center"/>
          </w:tcPr>
          <w:p w:rsidR="003532D8" w:rsidRPr="00FC41B6" w:rsidRDefault="003532D8" w:rsidP="00FC41B6">
            <w:pPr>
              <w:spacing w:line="2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448" w:type="dxa"/>
            <w:gridSpan w:val="4"/>
            <w:vAlign w:val="center"/>
          </w:tcPr>
          <w:p w:rsidR="003532D8" w:rsidRPr="00FC41B6" w:rsidRDefault="003532D8" w:rsidP="00FC41B6">
            <w:pPr>
              <w:spacing w:line="240" w:lineRule="exac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岗位等级</w:t>
            </w:r>
          </w:p>
        </w:tc>
        <w:tc>
          <w:tcPr>
            <w:tcW w:w="2240" w:type="dxa"/>
            <w:gridSpan w:val="4"/>
            <w:vAlign w:val="center"/>
          </w:tcPr>
          <w:p w:rsidR="003532D8" w:rsidRPr="00B25E3D" w:rsidRDefault="003532D8" w:rsidP="00FC41B6">
            <w:pPr>
              <w:spacing w:line="240" w:lineRule="exac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42" w:type="dxa"/>
            <w:gridSpan w:val="2"/>
            <w:vAlign w:val="center"/>
          </w:tcPr>
          <w:p w:rsidR="003532D8" w:rsidRDefault="003532D8" w:rsidP="00FC41B6">
            <w:pPr>
              <w:spacing w:line="240" w:lineRule="exact"/>
              <w:jc w:val="center"/>
              <w:rPr>
                <w:rFonts w:ascii="宋体" w:eastAsia="宋体"/>
                <w:szCs w:val="21"/>
              </w:rPr>
            </w:pPr>
            <w:r w:rsidRPr="00B25E3D">
              <w:rPr>
                <w:rFonts w:ascii="宋体" w:hAnsi="宋体" w:hint="eastAsia"/>
                <w:szCs w:val="21"/>
              </w:rPr>
              <w:t>聘任</w:t>
            </w:r>
          </w:p>
          <w:p w:rsidR="003532D8" w:rsidRPr="00B25E3D" w:rsidRDefault="003532D8" w:rsidP="00FC41B6">
            <w:pPr>
              <w:spacing w:line="240" w:lineRule="exact"/>
              <w:jc w:val="center"/>
              <w:rPr>
                <w:rFonts w:ascii="宋体" w:eastAsia="宋体"/>
                <w:szCs w:val="21"/>
              </w:rPr>
            </w:pPr>
            <w:r w:rsidRPr="00B25E3D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195" w:type="dxa"/>
            <w:vAlign w:val="center"/>
          </w:tcPr>
          <w:p w:rsidR="003532D8" w:rsidRPr="00B25E3D" w:rsidRDefault="003532D8" w:rsidP="00FC41B6">
            <w:pPr>
              <w:spacing w:line="240" w:lineRule="exact"/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0"/>
          <w:jc w:val="center"/>
        </w:trPr>
        <w:tc>
          <w:tcPr>
            <w:tcW w:w="9105" w:type="dxa"/>
            <w:gridSpan w:val="17"/>
            <w:vAlign w:val="center"/>
          </w:tcPr>
          <w:p w:rsidR="003532D8" w:rsidRPr="00F2714B" w:rsidRDefault="003532D8" w:rsidP="00FC41B6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任现职以来</w:t>
            </w:r>
            <w:r w:rsidRPr="00F2714B">
              <w:rPr>
                <w:rFonts w:ascii="仿宋_GB2312" w:eastAsia="仿宋_GB2312" w:hAnsi="宋体" w:hint="eastAsia"/>
                <w:b/>
                <w:sz w:val="24"/>
              </w:rPr>
              <w:t>年度考核和教师教学质量考核结果</w:t>
            </w:r>
          </w:p>
        </w:tc>
      </w:tr>
      <w:tr w:rsidR="003532D8" w:rsidTr="002F2839">
        <w:trPr>
          <w:trHeight w:val="510"/>
          <w:jc w:val="center"/>
        </w:trPr>
        <w:tc>
          <w:tcPr>
            <w:tcW w:w="826" w:type="dxa"/>
            <w:vMerge w:val="restart"/>
            <w:vAlign w:val="center"/>
          </w:tcPr>
          <w:p w:rsidR="003532D8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年度</w:t>
            </w:r>
          </w:p>
          <w:p w:rsidR="003532D8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</w:t>
            </w:r>
          </w:p>
          <w:p w:rsidR="003532D8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结果</w:t>
            </w:r>
          </w:p>
        </w:tc>
        <w:tc>
          <w:tcPr>
            <w:tcW w:w="1542" w:type="dxa"/>
            <w:gridSpan w:val="4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>2021</w:t>
            </w:r>
            <w:r>
              <w:rPr>
                <w:rFonts w:ascii="宋体" w:hAnsi="宋体" w:hint="eastAsia"/>
                <w:szCs w:val="21"/>
              </w:rPr>
              <w:t>年度</w:t>
            </w: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>2022</w:t>
            </w:r>
            <w:r>
              <w:rPr>
                <w:rFonts w:ascii="宋体" w:hAnsi="宋体" w:hint="eastAsia"/>
                <w:szCs w:val="21"/>
              </w:rPr>
              <w:t>年度</w:t>
            </w:r>
          </w:p>
        </w:tc>
        <w:tc>
          <w:tcPr>
            <w:tcW w:w="1684" w:type="dxa"/>
            <w:gridSpan w:val="4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>2023</w:t>
            </w:r>
            <w:r>
              <w:rPr>
                <w:rFonts w:ascii="宋体" w:hAnsi="宋体" w:hint="eastAsia"/>
                <w:szCs w:val="21"/>
              </w:rPr>
              <w:t>年度</w:t>
            </w: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0"/>
          <w:jc w:val="center"/>
        </w:trPr>
        <w:tc>
          <w:tcPr>
            <w:tcW w:w="826" w:type="dxa"/>
            <w:vMerge/>
            <w:vAlign w:val="center"/>
          </w:tcPr>
          <w:p w:rsidR="003532D8" w:rsidRDefault="003532D8" w:rsidP="00B91B30">
            <w:pPr>
              <w:adjustRightInd w:val="0"/>
              <w:snapToGrid w:val="0"/>
              <w:spacing w:line="240" w:lineRule="atLeast"/>
              <w:rPr>
                <w:rFonts w:ascii="宋体" w:eastAsia="宋体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0"/>
          <w:jc w:val="center"/>
        </w:trPr>
        <w:tc>
          <w:tcPr>
            <w:tcW w:w="826" w:type="dxa"/>
            <w:vMerge/>
            <w:vAlign w:val="center"/>
          </w:tcPr>
          <w:p w:rsidR="003532D8" w:rsidRDefault="003532D8" w:rsidP="00B91B30">
            <w:pPr>
              <w:adjustRightInd w:val="0"/>
              <w:snapToGrid w:val="0"/>
              <w:spacing w:line="240" w:lineRule="atLeast"/>
              <w:rPr>
                <w:rFonts w:ascii="宋体" w:eastAsia="宋体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0"/>
          <w:jc w:val="center"/>
        </w:trPr>
        <w:tc>
          <w:tcPr>
            <w:tcW w:w="826" w:type="dxa"/>
            <w:vMerge/>
            <w:vAlign w:val="center"/>
          </w:tcPr>
          <w:p w:rsidR="003532D8" w:rsidRDefault="003532D8" w:rsidP="00B91B30">
            <w:pPr>
              <w:adjustRightInd w:val="0"/>
              <w:snapToGrid w:val="0"/>
              <w:spacing w:line="240" w:lineRule="atLeast"/>
              <w:rPr>
                <w:rFonts w:ascii="宋体" w:eastAsia="宋体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32D8" w:rsidRPr="00B25E3D" w:rsidRDefault="003532D8" w:rsidP="00FC41B6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0"/>
          <w:jc w:val="center"/>
        </w:trPr>
        <w:tc>
          <w:tcPr>
            <w:tcW w:w="826" w:type="dxa"/>
            <w:vMerge w:val="restart"/>
            <w:vAlign w:val="center"/>
          </w:tcPr>
          <w:p w:rsidR="003532D8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教师教学质量考核结果</w:t>
            </w:r>
          </w:p>
        </w:tc>
        <w:tc>
          <w:tcPr>
            <w:tcW w:w="1542" w:type="dxa"/>
            <w:gridSpan w:val="4"/>
            <w:vAlign w:val="center"/>
          </w:tcPr>
          <w:p w:rsidR="003532D8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>2021-2022</w:t>
            </w:r>
          </w:p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学年度</w:t>
            </w:r>
          </w:p>
        </w:tc>
        <w:tc>
          <w:tcPr>
            <w:tcW w:w="1684" w:type="dxa"/>
            <w:gridSpan w:val="3"/>
            <w:vAlign w:val="center"/>
          </w:tcPr>
          <w:p w:rsidR="003532D8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2022-2023</w:t>
            </w:r>
          </w:p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学年度</w:t>
            </w:r>
          </w:p>
        </w:tc>
        <w:tc>
          <w:tcPr>
            <w:tcW w:w="1684" w:type="dxa"/>
            <w:gridSpan w:val="4"/>
            <w:vAlign w:val="center"/>
          </w:tcPr>
          <w:p w:rsidR="003532D8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2023-2024</w:t>
            </w:r>
          </w:p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学年度</w:t>
            </w: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0"/>
          <w:jc w:val="center"/>
        </w:trPr>
        <w:tc>
          <w:tcPr>
            <w:tcW w:w="826" w:type="dxa"/>
            <w:vMerge/>
            <w:vAlign w:val="center"/>
          </w:tcPr>
          <w:p w:rsidR="003532D8" w:rsidRDefault="003532D8" w:rsidP="00B91B30">
            <w:pPr>
              <w:adjustRightInd w:val="0"/>
              <w:snapToGrid w:val="0"/>
              <w:spacing w:line="240" w:lineRule="atLeast"/>
              <w:rPr>
                <w:rFonts w:ascii="宋体" w:eastAsia="宋体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0"/>
          <w:jc w:val="center"/>
        </w:trPr>
        <w:tc>
          <w:tcPr>
            <w:tcW w:w="826" w:type="dxa"/>
            <w:vMerge/>
            <w:vAlign w:val="center"/>
          </w:tcPr>
          <w:p w:rsidR="003532D8" w:rsidRDefault="003532D8" w:rsidP="00B91B30">
            <w:pPr>
              <w:adjustRightInd w:val="0"/>
              <w:snapToGrid w:val="0"/>
              <w:spacing w:line="240" w:lineRule="atLeast"/>
              <w:rPr>
                <w:rFonts w:ascii="宋体" w:eastAsia="宋体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32D8" w:rsidRPr="00B25E3D" w:rsidRDefault="003532D8" w:rsidP="0044578B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0"/>
          <w:jc w:val="center"/>
        </w:trPr>
        <w:tc>
          <w:tcPr>
            <w:tcW w:w="826" w:type="dxa"/>
            <w:vMerge/>
            <w:vAlign w:val="center"/>
          </w:tcPr>
          <w:p w:rsidR="003532D8" w:rsidRDefault="003532D8" w:rsidP="00B91B30">
            <w:pPr>
              <w:rPr>
                <w:rFonts w:ascii="宋体" w:eastAsia="宋体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3532D8" w:rsidRPr="00B25E3D" w:rsidRDefault="003532D8" w:rsidP="0044578B">
            <w:pPr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44578B">
            <w:pPr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3532D8" w:rsidRPr="00B25E3D" w:rsidRDefault="003532D8" w:rsidP="0044578B">
            <w:pPr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4" w:type="dxa"/>
            <w:gridSpan w:val="3"/>
            <w:vAlign w:val="center"/>
          </w:tcPr>
          <w:p w:rsidR="003532D8" w:rsidRPr="00B25E3D" w:rsidRDefault="003532D8" w:rsidP="0044578B">
            <w:pPr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32D8" w:rsidRPr="00B25E3D" w:rsidRDefault="003532D8" w:rsidP="0044578B">
            <w:pPr>
              <w:jc w:val="center"/>
              <w:rPr>
                <w:rFonts w:ascii="宋体" w:eastAsia="宋体"/>
                <w:szCs w:val="21"/>
              </w:rPr>
            </w:pPr>
          </w:p>
        </w:tc>
      </w:tr>
      <w:tr w:rsidR="003532D8" w:rsidTr="002F2839">
        <w:trPr>
          <w:trHeight w:val="516"/>
          <w:jc w:val="center"/>
        </w:trPr>
        <w:tc>
          <w:tcPr>
            <w:tcW w:w="9105" w:type="dxa"/>
            <w:gridSpan w:val="17"/>
            <w:vAlign w:val="center"/>
          </w:tcPr>
          <w:p w:rsidR="003532D8" w:rsidRPr="00025EE5" w:rsidRDefault="003532D8" w:rsidP="00C27C7E">
            <w:pPr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任现职以来</w:t>
            </w:r>
            <w:r w:rsidRPr="0016257F">
              <w:rPr>
                <w:rFonts w:ascii="仿宋_GB2312" w:eastAsia="仿宋_GB2312" w:hAnsi="宋体" w:hint="eastAsia"/>
                <w:b/>
                <w:sz w:val="24"/>
              </w:rPr>
              <w:t>履行岗位职责情况</w:t>
            </w:r>
          </w:p>
        </w:tc>
      </w:tr>
      <w:tr w:rsidR="003532D8" w:rsidTr="00742344">
        <w:trPr>
          <w:trHeight w:val="2587"/>
          <w:jc w:val="center"/>
        </w:trPr>
        <w:tc>
          <w:tcPr>
            <w:tcW w:w="9105" w:type="dxa"/>
            <w:gridSpan w:val="17"/>
          </w:tcPr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</w:t>
            </w:r>
            <w:r w:rsidRPr="00587317">
              <w:rPr>
                <w:rFonts w:ascii="仿宋_GB2312" w:eastAsia="仿宋_GB2312" w:hAnsi="宋体" w:hint="eastAsia"/>
                <w:szCs w:val="21"/>
              </w:rPr>
              <w:t>按照《方案》第三条考核内容要求进行总结和自我评价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>
              <w:rPr>
                <w:rFonts w:ascii="仿宋_GB2312" w:eastAsia="仿宋_GB2312" w:hAnsi="宋体"/>
                <w:szCs w:val="21"/>
              </w:rPr>
              <w:t>500</w:t>
            </w:r>
            <w:r>
              <w:rPr>
                <w:rFonts w:ascii="仿宋_GB2312" w:eastAsia="仿宋_GB2312" w:hAnsi="宋体" w:hint="eastAsia"/>
                <w:szCs w:val="21"/>
              </w:rPr>
              <w:t>字左右，阅后删除）</w:t>
            </w: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1E241E" w:rsidRDefault="003532D8" w:rsidP="0074234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  <w:p w:rsidR="003532D8" w:rsidRPr="004231CF" w:rsidRDefault="003532D8" w:rsidP="00B91B3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532D8" w:rsidTr="002F2839">
        <w:trPr>
          <w:cantSplit/>
          <w:trHeight w:val="912"/>
          <w:jc w:val="center"/>
        </w:trPr>
        <w:tc>
          <w:tcPr>
            <w:tcW w:w="9105" w:type="dxa"/>
            <w:gridSpan w:val="17"/>
          </w:tcPr>
          <w:p w:rsidR="003532D8" w:rsidRPr="00B43954" w:rsidRDefault="003532D8" w:rsidP="003532D8">
            <w:pPr>
              <w:ind w:firstLineChars="50" w:firstLine="31680"/>
              <w:jc w:val="left"/>
              <w:rPr>
                <w:rFonts w:ascii="宋体" w:eastAsia="宋体"/>
                <w:szCs w:val="21"/>
              </w:rPr>
            </w:pPr>
            <w:r w:rsidRPr="00B43954">
              <w:rPr>
                <w:rFonts w:ascii="宋体" w:hAnsi="宋体" w:hint="eastAsia"/>
                <w:szCs w:val="21"/>
              </w:rPr>
              <w:t>本人承诺以上内容真实准确。</w:t>
            </w:r>
          </w:p>
          <w:p w:rsidR="003532D8" w:rsidRPr="00B43954" w:rsidRDefault="003532D8" w:rsidP="003532D8">
            <w:pPr>
              <w:ind w:firstLineChars="2250" w:firstLine="31680"/>
              <w:jc w:val="left"/>
              <w:rPr>
                <w:rFonts w:ascii="宋体" w:hAnsi="宋体"/>
                <w:szCs w:val="21"/>
              </w:rPr>
            </w:pPr>
            <w:r w:rsidRPr="00B43954">
              <w:rPr>
                <w:rFonts w:ascii="宋体" w:hAnsi="宋体" w:hint="eastAsia"/>
                <w:szCs w:val="21"/>
              </w:rPr>
              <w:t>本人签名：</w:t>
            </w:r>
            <w:r w:rsidRPr="00B43954">
              <w:rPr>
                <w:rFonts w:ascii="宋体" w:hAnsi="宋体"/>
                <w:szCs w:val="21"/>
              </w:rPr>
              <w:t xml:space="preserve"> </w:t>
            </w:r>
          </w:p>
          <w:p w:rsidR="003532D8" w:rsidRPr="00B73FDA" w:rsidRDefault="003532D8" w:rsidP="00B91B30">
            <w:pPr>
              <w:jc w:val="left"/>
              <w:rPr>
                <w:rFonts w:ascii="仿宋_GB2312" w:eastAsia="仿宋_GB2312" w:hAnsi="宋体"/>
                <w:sz w:val="24"/>
              </w:rPr>
            </w:pPr>
            <w:r w:rsidRPr="00B43954">
              <w:rPr>
                <w:rFonts w:ascii="宋体" w:hAnsi="宋体"/>
                <w:szCs w:val="21"/>
              </w:rPr>
              <w:t xml:space="preserve">                                                              </w:t>
            </w:r>
            <w:r>
              <w:rPr>
                <w:rFonts w:ascii="宋体" w:hAnsi="宋体"/>
                <w:szCs w:val="21"/>
              </w:rPr>
              <w:t xml:space="preserve">        </w:t>
            </w:r>
            <w:r w:rsidRPr="00B43954">
              <w:rPr>
                <w:rFonts w:ascii="宋体" w:hAnsi="宋体" w:hint="eastAsia"/>
                <w:szCs w:val="21"/>
              </w:rPr>
              <w:t>年</w:t>
            </w:r>
            <w:r w:rsidRPr="00B43954">
              <w:rPr>
                <w:rFonts w:ascii="宋体" w:hAnsi="宋体"/>
                <w:szCs w:val="21"/>
              </w:rPr>
              <w:t xml:space="preserve">   </w:t>
            </w:r>
            <w:r w:rsidRPr="00B43954">
              <w:rPr>
                <w:rFonts w:ascii="宋体" w:hAnsi="宋体" w:hint="eastAsia"/>
                <w:szCs w:val="21"/>
              </w:rPr>
              <w:t>月</w:t>
            </w:r>
            <w:r w:rsidRPr="00B43954">
              <w:rPr>
                <w:rFonts w:ascii="宋体" w:hAnsi="宋体"/>
                <w:szCs w:val="21"/>
              </w:rPr>
              <w:t xml:space="preserve">   </w:t>
            </w:r>
            <w:r w:rsidRPr="00B43954">
              <w:rPr>
                <w:rFonts w:ascii="宋体" w:hAnsi="宋体" w:hint="eastAsia"/>
                <w:szCs w:val="21"/>
              </w:rPr>
              <w:t>日</w:t>
            </w:r>
            <w:r w:rsidRPr="00B73FDA">
              <w:rPr>
                <w:rFonts w:ascii="仿宋_GB2312" w:eastAsia="仿宋_GB2312" w:hAnsi="宋体"/>
                <w:sz w:val="24"/>
              </w:rPr>
              <w:t xml:space="preserve">                                                                               </w:t>
            </w:r>
          </w:p>
        </w:tc>
      </w:tr>
      <w:tr w:rsidR="003532D8" w:rsidTr="002F2839">
        <w:trPr>
          <w:cantSplit/>
          <w:trHeight w:val="548"/>
          <w:jc w:val="center"/>
        </w:trPr>
        <w:tc>
          <w:tcPr>
            <w:tcW w:w="9105" w:type="dxa"/>
            <w:gridSpan w:val="17"/>
            <w:vAlign w:val="center"/>
          </w:tcPr>
          <w:p w:rsidR="003532D8" w:rsidRPr="001E241E" w:rsidRDefault="003532D8" w:rsidP="00C27C7E">
            <w:pPr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所在</w:t>
            </w:r>
            <w:r w:rsidRPr="009C6283">
              <w:rPr>
                <w:rFonts w:ascii="仿宋_GB2312" w:eastAsia="仿宋_GB2312" w:hAnsi="宋体" w:hint="eastAsia"/>
                <w:b/>
                <w:sz w:val="24"/>
              </w:rPr>
              <w:t>单位</w:t>
            </w:r>
            <w:r w:rsidRPr="001E241E">
              <w:rPr>
                <w:rFonts w:ascii="仿宋_GB2312" w:eastAsia="仿宋_GB2312" w:hAnsi="宋体" w:hint="eastAsia"/>
                <w:b/>
                <w:sz w:val="24"/>
              </w:rPr>
              <w:t>岗位聘用聘期考核工作小组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意见</w:t>
            </w:r>
          </w:p>
        </w:tc>
      </w:tr>
      <w:tr w:rsidR="003532D8" w:rsidTr="00F962B9">
        <w:trPr>
          <w:cantSplit/>
          <w:trHeight w:val="413"/>
          <w:jc w:val="center"/>
        </w:trPr>
        <w:tc>
          <w:tcPr>
            <w:tcW w:w="2168" w:type="dxa"/>
            <w:gridSpan w:val="4"/>
            <w:vAlign w:val="center"/>
          </w:tcPr>
          <w:p w:rsidR="003532D8" w:rsidRPr="00B43954" w:rsidRDefault="003532D8" w:rsidP="001E241E"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聘用</w:t>
            </w:r>
            <w:r w:rsidRPr="00B43954">
              <w:rPr>
                <w:rFonts w:ascii="宋体" w:hAnsi="宋体" w:hint="eastAsia"/>
                <w:szCs w:val="21"/>
              </w:rPr>
              <w:t>聘期考核结果</w:t>
            </w:r>
          </w:p>
        </w:tc>
        <w:tc>
          <w:tcPr>
            <w:tcW w:w="2312" w:type="dxa"/>
            <w:gridSpan w:val="5"/>
            <w:vAlign w:val="center"/>
          </w:tcPr>
          <w:p w:rsidR="003532D8" w:rsidRPr="00B43954" w:rsidRDefault="003532D8" w:rsidP="001E241E">
            <w:pPr>
              <w:jc w:val="center"/>
              <w:rPr>
                <w:rFonts w:ascii="宋体" w:eastAsia="宋体"/>
                <w:szCs w:val="21"/>
              </w:rPr>
            </w:pPr>
            <w:r w:rsidRPr="00B43954">
              <w:rPr>
                <w:rFonts w:ascii="宋体" w:hAnsi="宋体" w:hint="eastAsia"/>
                <w:szCs w:val="21"/>
              </w:rPr>
              <w:t>□</w:t>
            </w:r>
            <w:r w:rsidRPr="00B43954">
              <w:rPr>
                <w:rFonts w:ascii="宋体" w:hAnsi="宋体"/>
                <w:szCs w:val="21"/>
              </w:rPr>
              <w:t xml:space="preserve">  </w:t>
            </w:r>
            <w:r w:rsidRPr="00B4395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2312" w:type="dxa"/>
            <w:gridSpan w:val="4"/>
            <w:vAlign w:val="center"/>
          </w:tcPr>
          <w:p w:rsidR="003532D8" w:rsidRPr="00B43954" w:rsidRDefault="003532D8" w:rsidP="001E241E">
            <w:pPr>
              <w:jc w:val="center"/>
              <w:rPr>
                <w:rFonts w:ascii="宋体" w:eastAsia="宋体"/>
                <w:szCs w:val="21"/>
              </w:rPr>
            </w:pPr>
            <w:r w:rsidRPr="00B43954">
              <w:rPr>
                <w:rFonts w:ascii="宋体" w:hAnsi="宋体" w:hint="eastAsia"/>
                <w:szCs w:val="21"/>
              </w:rPr>
              <w:t>□</w:t>
            </w:r>
            <w:r w:rsidRPr="00B43954"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基本</w:t>
            </w:r>
            <w:r w:rsidRPr="00B4395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2313" w:type="dxa"/>
            <w:gridSpan w:val="4"/>
            <w:vAlign w:val="center"/>
          </w:tcPr>
          <w:p w:rsidR="003532D8" w:rsidRPr="00B43954" w:rsidRDefault="003532D8" w:rsidP="001E241E">
            <w:pPr>
              <w:jc w:val="center"/>
              <w:rPr>
                <w:rFonts w:ascii="宋体" w:eastAsia="宋体"/>
                <w:szCs w:val="21"/>
              </w:rPr>
            </w:pPr>
            <w:r w:rsidRPr="00B43954">
              <w:rPr>
                <w:rFonts w:ascii="宋体" w:hAnsi="宋体" w:hint="eastAsia"/>
                <w:szCs w:val="21"/>
              </w:rPr>
              <w:t>□</w:t>
            </w:r>
            <w:r w:rsidRPr="00B43954">
              <w:rPr>
                <w:rFonts w:ascii="宋体" w:hAnsi="宋体"/>
                <w:szCs w:val="21"/>
              </w:rPr>
              <w:t xml:space="preserve">  </w:t>
            </w:r>
            <w:r w:rsidRPr="00B43954">
              <w:rPr>
                <w:rFonts w:ascii="宋体" w:hAnsi="宋体" w:hint="eastAsia"/>
                <w:szCs w:val="21"/>
              </w:rPr>
              <w:t>不合格</w:t>
            </w:r>
          </w:p>
        </w:tc>
      </w:tr>
      <w:tr w:rsidR="003532D8" w:rsidTr="002F2839">
        <w:trPr>
          <w:cantSplit/>
          <w:trHeight w:val="1822"/>
          <w:jc w:val="center"/>
        </w:trPr>
        <w:tc>
          <w:tcPr>
            <w:tcW w:w="9105" w:type="dxa"/>
            <w:gridSpan w:val="17"/>
          </w:tcPr>
          <w:p w:rsidR="003532D8" w:rsidRDefault="003532D8" w:rsidP="00B91B30">
            <w:pPr>
              <w:jc w:val="left"/>
              <w:rPr>
                <w:rFonts w:ascii="宋体" w:eastAsia="宋体"/>
                <w:szCs w:val="21"/>
              </w:rPr>
            </w:pPr>
            <w:r w:rsidRPr="00CD4D5C">
              <w:rPr>
                <w:rFonts w:ascii="仿宋_GB2312" w:eastAsia="仿宋_GB2312" w:hAnsi="宋体" w:hint="eastAsia"/>
                <w:b/>
                <w:sz w:val="24"/>
              </w:rPr>
              <w:t>单位党政主要负责人签名</w:t>
            </w:r>
            <w:r w:rsidRPr="00B43954">
              <w:rPr>
                <w:rFonts w:ascii="宋体" w:hAnsi="宋体" w:hint="eastAsia"/>
                <w:szCs w:val="21"/>
              </w:rPr>
              <w:t>：</w:t>
            </w:r>
          </w:p>
          <w:p w:rsidR="003532D8" w:rsidRPr="00B43954" w:rsidRDefault="003532D8" w:rsidP="00B91B30">
            <w:pPr>
              <w:jc w:val="left"/>
              <w:rPr>
                <w:rFonts w:ascii="宋体" w:eastAsia="宋体"/>
                <w:szCs w:val="21"/>
              </w:rPr>
            </w:pPr>
          </w:p>
          <w:p w:rsidR="003532D8" w:rsidRPr="00B43954" w:rsidRDefault="003532D8" w:rsidP="00C27C7E">
            <w:pPr>
              <w:ind w:right="482"/>
              <w:jc w:val="left"/>
              <w:rPr>
                <w:rFonts w:ascii="宋体" w:eastAsia="宋体"/>
                <w:szCs w:val="21"/>
              </w:rPr>
            </w:pPr>
            <w:r w:rsidRPr="00B43954">
              <w:rPr>
                <w:rFonts w:ascii="宋体" w:hAnsi="宋体"/>
                <w:szCs w:val="21"/>
              </w:rPr>
              <w:t xml:space="preserve">         </w:t>
            </w:r>
            <w:r>
              <w:rPr>
                <w:rFonts w:ascii="宋体" w:hAnsi="宋体"/>
                <w:szCs w:val="21"/>
              </w:rPr>
              <w:t xml:space="preserve">                                            </w:t>
            </w:r>
            <w:r w:rsidRPr="00B43954">
              <w:rPr>
                <w:rFonts w:ascii="宋体" w:hAnsi="宋体" w:hint="eastAsia"/>
                <w:szCs w:val="21"/>
              </w:rPr>
              <w:t>单位盖章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3532D8" w:rsidRPr="00B43954" w:rsidRDefault="003532D8" w:rsidP="00B91B30">
            <w:pPr>
              <w:jc w:val="left"/>
              <w:rPr>
                <w:rFonts w:ascii="宋体" w:eastAsia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       </w:t>
            </w:r>
            <w:r w:rsidRPr="00B43954">
              <w:rPr>
                <w:rFonts w:ascii="宋体" w:hAnsi="宋体" w:hint="eastAsia"/>
                <w:szCs w:val="21"/>
              </w:rPr>
              <w:t>年</w:t>
            </w:r>
            <w:r w:rsidRPr="00B43954">
              <w:rPr>
                <w:rFonts w:ascii="宋体" w:hAnsi="宋体"/>
                <w:szCs w:val="21"/>
              </w:rPr>
              <w:t xml:space="preserve">   </w:t>
            </w:r>
            <w:r w:rsidRPr="00B43954">
              <w:rPr>
                <w:rFonts w:ascii="宋体" w:hAnsi="宋体" w:hint="eastAsia"/>
                <w:szCs w:val="21"/>
              </w:rPr>
              <w:t>月</w:t>
            </w:r>
            <w:r w:rsidRPr="00B43954">
              <w:rPr>
                <w:rFonts w:ascii="宋体" w:hAnsi="宋体"/>
                <w:szCs w:val="21"/>
              </w:rPr>
              <w:t xml:space="preserve">   </w:t>
            </w:r>
            <w:r w:rsidRPr="00B43954">
              <w:rPr>
                <w:rFonts w:ascii="宋体" w:hAnsi="宋体" w:hint="eastAsia"/>
                <w:szCs w:val="21"/>
              </w:rPr>
              <w:t>日</w:t>
            </w:r>
            <w:r w:rsidRPr="00B43954">
              <w:rPr>
                <w:rFonts w:ascii="宋体" w:hAnsi="宋体"/>
                <w:szCs w:val="21"/>
              </w:rPr>
              <w:t xml:space="preserve">                                                                       </w:t>
            </w:r>
          </w:p>
        </w:tc>
      </w:tr>
      <w:tr w:rsidR="003532D8" w:rsidTr="002F2839">
        <w:trPr>
          <w:cantSplit/>
          <w:trHeight w:val="1840"/>
          <w:jc w:val="center"/>
        </w:trPr>
        <w:tc>
          <w:tcPr>
            <w:tcW w:w="9105" w:type="dxa"/>
            <w:gridSpan w:val="17"/>
          </w:tcPr>
          <w:p w:rsidR="003532D8" w:rsidRPr="00B73FDA" w:rsidRDefault="003532D8" w:rsidP="00B91B30">
            <w:pPr>
              <w:jc w:val="left"/>
              <w:rPr>
                <w:rFonts w:ascii="仿宋_GB2312" w:eastAsia="仿宋_GB2312" w:hAnsi="宋体"/>
                <w:sz w:val="24"/>
              </w:rPr>
            </w:pPr>
            <w:r w:rsidRPr="00C27C7E">
              <w:rPr>
                <w:rFonts w:ascii="仿宋_GB2312" w:eastAsia="仿宋_GB2312" w:hAnsi="宋体" w:hint="eastAsia"/>
                <w:b/>
                <w:sz w:val="24"/>
              </w:rPr>
              <w:t>岗位聘用聘期考核工作领导小组</w:t>
            </w:r>
            <w:r w:rsidRPr="00074CFB">
              <w:rPr>
                <w:rFonts w:ascii="仿宋_GB2312" w:eastAsia="仿宋_GB2312" w:hAnsi="宋体" w:hint="eastAsia"/>
                <w:b/>
                <w:sz w:val="24"/>
              </w:rPr>
              <w:t>意见</w:t>
            </w:r>
          </w:p>
          <w:p w:rsidR="003532D8" w:rsidRPr="00C27C7E" w:rsidRDefault="003532D8" w:rsidP="00B91B30">
            <w:pPr>
              <w:rPr>
                <w:rFonts w:ascii="仿宋_GB2312" w:eastAsia="仿宋_GB2312" w:hAnsi="宋体"/>
                <w:sz w:val="24"/>
              </w:rPr>
            </w:pPr>
          </w:p>
          <w:p w:rsidR="003532D8" w:rsidRPr="00CD4D5C" w:rsidRDefault="003532D8" w:rsidP="00B91B30">
            <w:pPr>
              <w:rPr>
                <w:rFonts w:ascii="宋体" w:eastAsia="宋体" w:hAnsi="宋体"/>
                <w:szCs w:val="21"/>
              </w:rPr>
            </w:pPr>
            <w:r w:rsidRPr="00B73FDA"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/>
                <w:sz w:val="24"/>
              </w:rPr>
              <w:t xml:space="preserve">                                            </w:t>
            </w:r>
            <w:r w:rsidRPr="00CD4D5C">
              <w:rPr>
                <w:rFonts w:ascii="宋体" w:eastAsia="宋体" w:hAnsi="宋体" w:hint="eastAsia"/>
                <w:szCs w:val="21"/>
              </w:rPr>
              <w:t>学校盖章：</w:t>
            </w:r>
            <w:r w:rsidRPr="00CD4D5C">
              <w:rPr>
                <w:rFonts w:ascii="宋体" w:eastAsia="宋体" w:hAnsi="宋体"/>
                <w:szCs w:val="21"/>
              </w:rPr>
              <w:t xml:space="preserve"> </w:t>
            </w:r>
          </w:p>
          <w:p w:rsidR="003532D8" w:rsidRPr="00832E9E" w:rsidRDefault="003532D8" w:rsidP="00B91B30">
            <w:pPr>
              <w:rPr>
                <w:rFonts w:ascii="宋体" w:eastAsia="宋体"/>
                <w:szCs w:val="21"/>
              </w:rPr>
            </w:pPr>
            <w:r w:rsidRPr="00CD4D5C">
              <w:rPr>
                <w:rFonts w:ascii="宋体" w:hAnsi="宋体"/>
                <w:szCs w:val="21"/>
              </w:rPr>
              <w:t xml:space="preserve">                                                              </w:t>
            </w:r>
            <w:r w:rsidRPr="00CD4D5C">
              <w:rPr>
                <w:rFonts w:ascii="宋体" w:hAnsi="宋体" w:hint="eastAsia"/>
                <w:szCs w:val="21"/>
              </w:rPr>
              <w:t>年</w:t>
            </w:r>
            <w:r w:rsidRPr="00CD4D5C">
              <w:rPr>
                <w:rFonts w:ascii="宋体" w:hAnsi="宋体"/>
                <w:szCs w:val="21"/>
              </w:rPr>
              <w:t xml:space="preserve">   </w:t>
            </w:r>
            <w:r w:rsidRPr="00CD4D5C">
              <w:rPr>
                <w:rFonts w:ascii="宋体" w:hAnsi="宋体" w:hint="eastAsia"/>
                <w:szCs w:val="21"/>
              </w:rPr>
              <w:t>月</w:t>
            </w:r>
            <w:r w:rsidRPr="00CD4D5C">
              <w:rPr>
                <w:rFonts w:ascii="宋体" w:hAnsi="宋体"/>
                <w:szCs w:val="21"/>
              </w:rPr>
              <w:t xml:space="preserve">   </w:t>
            </w:r>
            <w:r w:rsidRPr="00CD4D5C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3532D8" w:rsidRPr="00836626" w:rsidRDefault="003532D8" w:rsidP="00742344">
      <w:pPr>
        <w:spacing w:line="280" w:lineRule="exact"/>
        <w:rPr>
          <w:rFonts w:ascii="仿宋_GB2312" w:eastAsia="仿宋_GB2312" w:hAnsi="仿宋" w:cs="Meiryo"/>
          <w:szCs w:val="21"/>
        </w:rPr>
      </w:pPr>
      <w:r w:rsidRPr="00836626">
        <w:rPr>
          <w:rFonts w:ascii="仿宋_GB2312" w:eastAsia="仿宋_GB2312" w:hAnsi="仿宋" w:cs="Meiryo" w:hint="eastAsia"/>
          <w:szCs w:val="21"/>
        </w:rPr>
        <w:t>填表说明：</w:t>
      </w:r>
      <w:r>
        <w:rPr>
          <w:rFonts w:ascii="仿宋_GB2312" w:eastAsia="仿宋_GB2312" w:hAnsi="仿宋" w:cs="Meiryo"/>
          <w:szCs w:val="21"/>
        </w:rPr>
        <w:t>1.</w:t>
      </w:r>
      <w:r>
        <w:rPr>
          <w:rFonts w:ascii="仿宋_GB2312" w:eastAsia="仿宋_GB2312" w:hAnsi="仿宋" w:cs="Meiryo" w:hint="eastAsia"/>
          <w:szCs w:val="21"/>
        </w:rPr>
        <w:t>“</w:t>
      </w:r>
      <w:r w:rsidRPr="00967B1E">
        <w:rPr>
          <w:rFonts w:ascii="仿宋_GB2312" w:eastAsia="仿宋_GB2312" w:hAnsi="仿宋" w:cs="Meiryo" w:hint="eastAsia"/>
          <w:szCs w:val="21"/>
        </w:rPr>
        <w:t>任专业（技术）职务</w:t>
      </w:r>
      <w:r>
        <w:rPr>
          <w:rFonts w:ascii="仿宋_GB2312" w:eastAsia="仿宋_GB2312" w:hAnsi="仿宋" w:cs="Meiryo" w:hint="eastAsia"/>
          <w:szCs w:val="21"/>
        </w:rPr>
        <w:t>”填写教授、副教授、讲师、助教、高级政工师、政工师、</w:t>
      </w:r>
      <w:r w:rsidRPr="00967B1E">
        <w:rPr>
          <w:rFonts w:ascii="仿宋_GB2312" w:eastAsia="仿宋_GB2312" w:hAnsi="仿宋" w:cs="Meiryo" w:hint="eastAsia"/>
          <w:szCs w:val="21"/>
        </w:rPr>
        <w:t>助理政工师</w:t>
      </w:r>
      <w:r>
        <w:rPr>
          <w:rFonts w:ascii="仿宋_GB2312" w:eastAsia="仿宋_GB2312" w:hAnsi="仿宋" w:cs="Meiryo" w:hint="eastAsia"/>
          <w:szCs w:val="21"/>
        </w:rPr>
        <w:t>等；</w:t>
      </w:r>
      <w:r>
        <w:rPr>
          <w:rFonts w:ascii="仿宋_GB2312" w:eastAsia="仿宋_GB2312" w:hAnsi="仿宋" w:cs="Meiryo"/>
          <w:szCs w:val="21"/>
        </w:rPr>
        <w:t>2.</w:t>
      </w:r>
      <w:r>
        <w:rPr>
          <w:rFonts w:ascii="仿宋_GB2312" w:eastAsia="仿宋_GB2312" w:hAnsi="仿宋" w:cs="Meiryo" w:hint="eastAsia"/>
          <w:szCs w:val="21"/>
        </w:rPr>
        <w:t>“</w:t>
      </w:r>
      <w:r w:rsidRPr="00967B1E">
        <w:rPr>
          <w:rFonts w:ascii="仿宋_GB2312" w:eastAsia="仿宋_GB2312" w:hAnsi="仿宋" w:cs="Meiryo" w:hint="eastAsia"/>
          <w:szCs w:val="21"/>
        </w:rPr>
        <w:t>岗位等级</w:t>
      </w:r>
      <w:r>
        <w:rPr>
          <w:rFonts w:ascii="仿宋_GB2312" w:eastAsia="仿宋_GB2312" w:hAnsi="仿宋" w:cs="Meiryo" w:hint="eastAsia"/>
          <w:szCs w:val="21"/>
        </w:rPr>
        <w:t>”填写教授三级、四级，副教授五级、六级、七级，讲师八级、九级、十级，助教十一级、十二级，高级政工师七级，政工师八级、九级、十级，助理政工师十一级、十二级；</w:t>
      </w:r>
      <w:r>
        <w:rPr>
          <w:rFonts w:ascii="仿宋_GB2312" w:eastAsia="仿宋_GB2312" w:hAnsi="仿宋" w:cs="Meiryo"/>
          <w:szCs w:val="21"/>
        </w:rPr>
        <w:t>3.</w:t>
      </w:r>
      <w:r>
        <w:rPr>
          <w:rFonts w:ascii="仿宋_GB2312" w:eastAsia="仿宋_GB2312" w:hAnsi="仿宋" w:cs="Meiryo" w:hint="eastAsia"/>
          <w:szCs w:val="21"/>
        </w:rPr>
        <w:t>“</w:t>
      </w:r>
      <w:r w:rsidRPr="00E412E7">
        <w:rPr>
          <w:rFonts w:ascii="仿宋_GB2312" w:eastAsia="仿宋_GB2312" w:hAnsi="仿宋" w:cs="Meiryo" w:hint="eastAsia"/>
          <w:szCs w:val="21"/>
        </w:rPr>
        <w:t>任现职以来年度考核和教师教学质量考核结果</w:t>
      </w:r>
      <w:r>
        <w:rPr>
          <w:rFonts w:ascii="仿宋_GB2312" w:eastAsia="仿宋_GB2312" w:hAnsi="仿宋" w:cs="Meiryo" w:hint="eastAsia"/>
          <w:szCs w:val="21"/>
        </w:rPr>
        <w:t>”从现任岗位聘用时间之后开始填起，根据个人实际情况进行删减或增加年度（学年）；</w:t>
      </w:r>
      <w:r>
        <w:rPr>
          <w:rFonts w:ascii="仿宋_GB2312" w:eastAsia="仿宋_GB2312" w:hAnsi="仿宋" w:cs="Meiryo"/>
          <w:szCs w:val="21"/>
        </w:rPr>
        <w:t>4.</w:t>
      </w:r>
      <w:r>
        <w:rPr>
          <w:rFonts w:ascii="仿宋_GB2312" w:eastAsia="仿宋_GB2312" w:hAnsi="仿宋" w:cs="Meiryo" w:hint="eastAsia"/>
          <w:szCs w:val="21"/>
        </w:rPr>
        <w:t>本表保持正反面</w:t>
      </w:r>
      <w:r>
        <w:rPr>
          <w:rFonts w:ascii="仿宋_GB2312" w:eastAsia="仿宋_GB2312" w:hAnsi="仿宋" w:cs="Meiryo"/>
          <w:szCs w:val="21"/>
        </w:rPr>
        <w:t>2</w:t>
      </w:r>
      <w:r>
        <w:rPr>
          <w:rFonts w:ascii="仿宋_GB2312" w:eastAsia="仿宋_GB2312" w:hAnsi="仿宋" w:cs="Meiryo" w:hint="eastAsia"/>
          <w:szCs w:val="21"/>
        </w:rPr>
        <w:t>页打印。</w:t>
      </w:r>
    </w:p>
    <w:sectPr w:rsidR="003532D8" w:rsidRPr="00836626" w:rsidSect="00FA22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41" w:right="1531" w:bottom="1731" w:left="1531" w:header="851" w:footer="992" w:gutter="0"/>
      <w:cols w:space="425"/>
      <w:docGrid w:type="linesAndChar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2D8" w:rsidRDefault="003532D8" w:rsidP="00312C70">
      <w:r>
        <w:separator/>
      </w:r>
    </w:p>
  </w:endnote>
  <w:endnote w:type="continuationSeparator" w:id="0">
    <w:p w:rsidR="003532D8" w:rsidRDefault="003532D8" w:rsidP="00312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eiryo">
    <w:altName w:val="Yu Gothic UI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D8" w:rsidRDefault="003532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D8" w:rsidRDefault="003532D8">
    <w:pPr>
      <w:pStyle w:val="Footer"/>
      <w:jc w:val="center"/>
    </w:pPr>
    <w:fldSimple w:instr="PAGE   \* MERGEFORMAT">
      <w:r w:rsidRPr="002913C7">
        <w:rPr>
          <w:noProof/>
          <w:lang w:val="zh-CN"/>
        </w:rPr>
        <w:t>1</w:t>
      </w:r>
    </w:fldSimple>
  </w:p>
  <w:p w:rsidR="003532D8" w:rsidRDefault="003532D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D8" w:rsidRDefault="003532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2D8" w:rsidRDefault="003532D8" w:rsidP="00312C70">
      <w:r>
        <w:separator/>
      </w:r>
    </w:p>
  </w:footnote>
  <w:footnote w:type="continuationSeparator" w:id="0">
    <w:p w:rsidR="003532D8" w:rsidRDefault="003532D8" w:rsidP="00312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D8" w:rsidRDefault="003532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D8" w:rsidRDefault="003532D8" w:rsidP="001762F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D8" w:rsidRDefault="003532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57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c2Mjk0YTBkZTQ5NDE3MGY2YzdhOTYxYTYxYzkwZDcifQ=="/>
  </w:docVars>
  <w:rsids>
    <w:rsidRoot w:val="000E0B00"/>
    <w:rsid w:val="00000191"/>
    <w:rsid w:val="00004569"/>
    <w:rsid w:val="00004594"/>
    <w:rsid w:val="00004F7A"/>
    <w:rsid w:val="00006647"/>
    <w:rsid w:val="000071B7"/>
    <w:rsid w:val="00011579"/>
    <w:rsid w:val="00011E82"/>
    <w:rsid w:val="00014538"/>
    <w:rsid w:val="00015270"/>
    <w:rsid w:val="00016855"/>
    <w:rsid w:val="00016BA0"/>
    <w:rsid w:val="00016F21"/>
    <w:rsid w:val="000201C3"/>
    <w:rsid w:val="000209B1"/>
    <w:rsid w:val="00021B62"/>
    <w:rsid w:val="00022D0B"/>
    <w:rsid w:val="0002317A"/>
    <w:rsid w:val="00024412"/>
    <w:rsid w:val="00025690"/>
    <w:rsid w:val="00025EE5"/>
    <w:rsid w:val="0002713F"/>
    <w:rsid w:val="00027790"/>
    <w:rsid w:val="0002793B"/>
    <w:rsid w:val="00032056"/>
    <w:rsid w:val="000324BD"/>
    <w:rsid w:val="00034490"/>
    <w:rsid w:val="00034C32"/>
    <w:rsid w:val="00035020"/>
    <w:rsid w:val="0003509B"/>
    <w:rsid w:val="00035AC4"/>
    <w:rsid w:val="00037D80"/>
    <w:rsid w:val="000412DE"/>
    <w:rsid w:val="00041FA6"/>
    <w:rsid w:val="00042239"/>
    <w:rsid w:val="0004269A"/>
    <w:rsid w:val="0004292C"/>
    <w:rsid w:val="0004362C"/>
    <w:rsid w:val="0004390B"/>
    <w:rsid w:val="00044309"/>
    <w:rsid w:val="00044B86"/>
    <w:rsid w:val="00045094"/>
    <w:rsid w:val="00045762"/>
    <w:rsid w:val="00046197"/>
    <w:rsid w:val="00046384"/>
    <w:rsid w:val="00046973"/>
    <w:rsid w:val="00046DFF"/>
    <w:rsid w:val="000478BB"/>
    <w:rsid w:val="00047F56"/>
    <w:rsid w:val="00052058"/>
    <w:rsid w:val="00052455"/>
    <w:rsid w:val="00053066"/>
    <w:rsid w:val="000534D4"/>
    <w:rsid w:val="0005373B"/>
    <w:rsid w:val="00054DE9"/>
    <w:rsid w:val="00056343"/>
    <w:rsid w:val="0006062E"/>
    <w:rsid w:val="000609DF"/>
    <w:rsid w:val="00062000"/>
    <w:rsid w:val="00063054"/>
    <w:rsid w:val="00063730"/>
    <w:rsid w:val="000656A4"/>
    <w:rsid w:val="00065765"/>
    <w:rsid w:val="00066EFF"/>
    <w:rsid w:val="000670E5"/>
    <w:rsid w:val="00070770"/>
    <w:rsid w:val="000707A0"/>
    <w:rsid w:val="000715CA"/>
    <w:rsid w:val="00071AE3"/>
    <w:rsid w:val="0007210D"/>
    <w:rsid w:val="00072FCE"/>
    <w:rsid w:val="00073567"/>
    <w:rsid w:val="00073CF9"/>
    <w:rsid w:val="00074CFB"/>
    <w:rsid w:val="00074D0E"/>
    <w:rsid w:val="00076307"/>
    <w:rsid w:val="000775BD"/>
    <w:rsid w:val="000778E0"/>
    <w:rsid w:val="0008050D"/>
    <w:rsid w:val="00081762"/>
    <w:rsid w:val="000818BA"/>
    <w:rsid w:val="00081F0E"/>
    <w:rsid w:val="000826EE"/>
    <w:rsid w:val="00090354"/>
    <w:rsid w:val="0009084D"/>
    <w:rsid w:val="000925A3"/>
    <w:rsid w:val="00093FCA"/>
    <w:rsid w:val="0009446E"/>
    <w:rsid w:val="00095DAA"/>
    <w:rsid w:val="00096208"/>
    <w:rsid w:val="00096B9A"/>
    <w:rsid w:val="0009798C"/>
    <w:rsid w:val="000A0B08"/>
    <w:rsid w:val="000A1373"/>
    <w:rsid w:val="000A2417"/>
    <w:rsid w:val="000A349C"/>
    <w:rsid w:val="000A3BB8"/>
    <w:rsid w:val="000A4F36"/>
    <w:rsid w:val="000B1059"/>
    <w:rsid w:val="000B12A3"/>
    <w:rsid w:val="000B3779"/>
    <w:rsid w:val="000B37A5"/>
    <w:rsid w:val="000B5404"/>
    <w:rsid w:val="000B5ECB"/>
    <w:rsid w:val="000B63D9"/>
    <w:rsid w:val="000B6413"/>
    <w:rsid w:val="000B757B"/>
    <w:rsid w:val="000C038B"/>
    <w:rsid w:val="000C0C5C"/>
    <w:rsid w:val="000C0D5C"/>
    <w:rsid w:val="000C1431"/>
    <w:rsid w:val="000C1486"/>
    <w:rsid w:val="000C41BE"/>
    <w:rsid w:val="000C44AB"/>
    <w:rsid w:val="000C46CC"/>
    <w:rsid w:val="000C481D"/>
    <w:rsid w:val="000C6265"/>
    <w:rsid w:val="000C63CA"/>
    <w:rsid w:val="000C6AD2"/>
    <w:rsid w:val="000C70E4"/>
    <w:rsid w:val="000C7ED4"/>
    <w:rsid w:val="000D0EFD"/>
    <w:rsid w:val="000D21E9"/>
    <w:rsid w:val="000D3244"/>
    <w:rsid w:val="000D3B76"/>
    <w:rsid w:val="000D3F74"/>
    <w:rsid w:val="000D3FDA"/>
    <w:rsid w:val="000D5B79"/>
    <w:rsid w:val="000D6D4A"/>
    <w:rsid w:val="000D7A2F"/>
    <w:rsid w:val="000E085C"/>
    <w:rsid w:val="000E0B00"/>
    <w:rsid w:val="000E3E84"/>
    <w:rsid w:val="000E6878"/>
    <w:rsid w:val="000E6A50"/>
    <w:rsid w:val="000F1BD4"/>
    <w:rsid w:val="000F2DA3"/>
    <w:rsid w:val="000F66B8"/>
    <w:rsid w:val="000F7546"/>
    <w:rsid w:val="000F78A0"/>
    <w:rsid w:val="00100AD0"/>
    <w:rsid w:val="00100B68"/>
    <w:rsid w:val="00101ADF"/>
    <w:rsid w:val="00102256"/>
    <w:rsid w:val="0010507C"/>
    <w:rsid w:val="00105765"/>
    <w:rsid w:val="00105C3D"/>
    <w:rsid w:val="00106371"/>
    <w:rsid w:val="00106B26"/>
    <w:rsid w:val="00107B92"/>
    <w:rsid w:val="00110B3D"/>
    <w:rsid w:val="00110FCB"/>
    <w:rsid w:val="001116D3"/>
    <w:rsid w:val="00112A1D"/>
    <w:rsid w:val="00112A4E"/>
    <w:rsid w:val="001130D1"/>
    <w:rsid w:val="00113B96"/>
    <w:rsid w:val="001152AF"/>
    <w:rsid w:val="00116543"/>
    <w:rsid w:val="00117818"/>
    <w:rsid w:val="00117EF2"/>
    <w:rsid w:val="00121796"/>
    <w:rsid w:val="00121D3A"/>
    <w:rsid w:val="00121D49"/>
    <w:rsid w:val="00122486"/>
    <w:rsid w:val="00124859"/>
    <w:rsid w:val="00124F6E"/>
    <w:rsid w:val="00125568"/>
    <w:rsid w:val="001255B2"/>
    <w:rsid w:val="001257F3"/>
    <w:rsid w:val="0012739C"/>
    <w:rsid w:val="00127F0F"/>
    <w:rsid w:val="00127FA2"/>
    <w:rsid w:val="001300D5"/>
    <w:rsid w:val="001306C5"/>
    <w:rsid w:val="00130913"/>
    <w:rsid w:val="00133F34"/>
    <w:rsid w:val="00136225"/>
    <w:rsid w:val="00140208"/>
    <w:rsid w:val="001402BD"/>
    <w:rsid w:val="00142131"/>
    <w:rsid w:val="001439A4"/>
    <w:rsid w:val="00143CC3"/>
    <w:rsid w:val="00145713"/>
    <w:rsid w:val="00145FB7"/>
    <w:rsid w:val="00146EA7"/>
    <w:rsid w:val="00151281"/>
    <w:rsid w:val="00153772"/>
    <w:rsid w:val="0015563B"/>
    <w:rsid w:val="00156A7C"/>
    <w:rsid w:val="00157218"/>
    <w:rsid w:val="0015730E"/>
    <w:rsid w:val="00157DF0"/>
    <w:rsid w:val="0016257F"/>
    <w:rsid w:val="001627A8"/>
    <w:rsid w:val="001638A3"/>
    <w:rsid w:val="001638DE"/>
    <w:rsid w:val="001668D5"/>
    <w:rsid w:val="0016759F"/>
    <w:rsid w:val="0017062E"/>
    <w:rsid w:val="00171126"/>
    <w:rsid w:val="00171D3C"/>
    <w:rsid w:val="001762F0"/>
    <w:rsid w:val="00180379"/>
    <w:rsid w:val="00180449"/>
    <w:rsid w:val="00180765"/>
    <w:rsid w:val="00180D58"/>
    <w:rsid w:val="0018135A"/>
    <w:rsid w:val="00181CFA"/>
    <w:rsid w:val="00181DD7"/>
    <w:rsid w:val="001836E4"/>
    <w:rsid w:val="001837F2"/>
    <w:rsid w:val="00183BB8"/>
    <w:rsid w:val="0018408A"/>
    <w:rsid w:val="00184638"/>
    <w:rsid w:val="00185E4E"/>
    <w:rsid w:val="001876A0"/>
    <w:rsid w:val="0018789A"/>
    <w:rsid w:val="00190087"/>
    <w:rsid w:val="00191629"/>
    <w:rsid w:val="001931FF"/>
    <w:rsid w:val="001938D0"/>
    <w:rsid w:val="00196265"/>
    <w:rsid w:val="001977E0"/>
    <w:rsid w:val="001979DB"/>
    <w:rsid w:val="001A0081"/>
    <w:rsid w:val="001A1BAB"/>
    <w:rsid w:val="001A1FFA"/>
    <w:rsid w:val="001A29BE"/>
    <w:rsid w:val="001A3016"/>
    <w:rsid w:val="001A3629"/>
    <w:rsid w:val="001A3A43"/>
    <w:rsid w:val="001A44EE"/>
    <w:rsid w:val="001A4A8B"/>
    <w:rsid w:val="001A625E"/>
    <w:rsid w:val="001A7418"/>
    <w:rsid w:val="001A745D"/>
    <w:rsid w:val="001B0354"/>
    <w:rsid w:val="001B1310"/>
    <w:rsid w:val="001B2B70"/>
    <w:rsid w:val="001B2C63"/>
    <w:rsid w:val="001B37F7"/>
    <w:rsid w:val="001B4A4C"/>
    <w:rsid w:val="001B6867"/>
    <w:rsid w:val="001B74EB"/>
    <w:rsid w:val="001B7A10"/>
    <w:rsid w:val="001C186C"/>
    <w:rsid w:val="001C193A"/>
    <w:rsid w:val="001C1FCC"/>
    <w:rsid w:val="001C24F1"/>
    <w:rsid w:val="001C32FE"/>
    <w:rsid w:val="001C46F8"/>
    <w:rsid w:val="001C562E"/>
    <w:rsid w:val="001C67D8"/>
    <w:rsid w:val="001C6F39"/>
    <w:rsid w:val="001C7DB8"/>
    <w:rsid w:val="001C7DF9"/>
    <w:rsid w:val="001D1624"/>
    <w:rsid w:val="001D17E3"/>
    <w:rsid w:val="001D18B8"/>
    <w:rsid w:val="001D18E7"/>
    <w:rsid w:val="001D1C5D"/>
    <w:rsid w:val="001D1CD3"/>
    <w:rsid w:val="001D1E36"/>
    <w:rsid w:val="001D29CA"/>
    <w:rsid w:val="001D30B0"/>
    <w:rsid w:val="001D3480"/>
    <w:rsid w:val="001D52B6"/>
    <w:rsid w:val="001D7C69"/>
    <w:rsid w:val="001E0045"/>
    <w:rsid w:val="001E02DB"/>
    <w:rsid w:val="001E0BEA"/>
    <w:rsid w:val="001E17D7"/>
    <w:rsid w:val="001E183D"/>
    <w:rsid w:val="001E2319"/>
    <w:rsid w:val="001E241E"/>
    <w:rsid w:val="001E35E9"/>
    <w:rsid w:val="001E7EFA"/>
    <w:rsid w:val="001F169C"/>
    <w:rsid w:val="001F1807"/>
    <w:rsid w:val="001F218D"/>
    <w:rsid w:val="001F2CAC"/>
    <w:rsid w:val="001F3952"/>
    <w:rsid w:val="001F3B25"/>
    <w:rsid w:val="001F51F8"/>
    <w:rsid w:val="001F712A"/>
    <w:rsid w:val="00201017"/>
    <w:rsid w:val="00202005"/>
    <w:rsid w:val="00204592"/>
    <w:rsid w:val="00205525"/>
    <w:rsid w:val="0020705C"/>
    <w:rsid w:val="00207FCC"/>
    <w:rsid w:val="00210FDB"/>
    <w:rsid w:val="00211552"/>
    <w:rsid w:val="00211863"/>
    <w:rsid w:val="00215841"/>
    <w:rsid w:val="00216575"/>
    <w:rsid w:val="002225D6"/>
    <w:rsid w:val="00222945"/>
    <w:rsid w:val="002254E3"/>
    <w:rsid w:val="00225689"/>
    <w:rsid w:val="00225A1F"/>
    <w:rsid w:val="002267EE"/>
    <w:rsid w:val="00226C05"/>
    <w:rsid w:val="00227A4B"/>
    <w:rsid w:val="00230801"/>
    <w:rsid w:val="00231BD1"/>
    <w:rsid w:val="002347D0"/>
    <w:rsid w:val="0023484A"/>
    <w:rsid w:val="00234905"/>
    <w:rsid w:val="002350CC"/>
    <w:rsid w:val="0023548A"/>
    <w:rsid w:val="00237BD5"/>
    <w:rsid w:val="00241D43"/>
    <w:rsid w:val="002429C2"/>
    <w:rsid w:val="0024451E"/>
    <w:rsid w:val="00245473"/>
    <w:rsid w:val="00246BC3"/>
    <w:rsid w:val="00251BCE"/>
    <w:rsid w:val="00251FCA"/>
    <w:rsid w:val="0025304F"/>
    <w:rsid w:val="00254363"/>
    <w:rsid w:val="00254F2F"/>
    <w:rsid w:val="00254F52"/>
    <w:rsid w:val="002550F5"/>
    <w:rsid w:val="00255429"/>
    <w:rsid w:val="00256605"/>
    <w:rsid w:val="00257368"/>
    <w:rsid w:val="002626DE"/>
    <w:rsid w:val="00262988"/>
    <w:rsid w:val="00262ED8"/>
    <w:rsid w:val="00263018"/>
    <w:rsid w:val="00263E1D"/>
    <w:rsid w:val="002646FE"/>
    <w:rsid w:val="00266579"/>
    <w:rsid w:val="0027066E"/>
    <w:rsid w:val="00270764"/>
    <w:rsid w:val="002707C8"/>
    <w:rsid w:val="00270B74"/>
    <w:rsid w:val="00270F4A"/>
    <w:rsid w:val="00273AE9"/>
    <w:rsid w:val="00273EC2"/>
    <w:rsid w:val="00276630"/>
    <w:rsid w:val="0027742B"/>
    <w:rsid w:val="00280730"/>
    <w:rsid w:val="00280F5F"/>
    <w:rsid w:val="00281153"/>
    <w:rsid w:val="00281749"/>
    <w:rsid w:val="00283377"/>
    <w:rsid w:val="0028402E"/>
    <w:rsid w:val="0028441D"/>
    <w:rsid w:val="00286151"/>
    <w:rsid w:val="0028625A"/>
    <w:rsid w:val="00286BF4"/>
    <w:rsid w:val="00287DEC"/>
    <w:rsid w:val="002913C7"/>
    <w:rsid w:val="0029245C"/>
    <w:rsid w:val="002937BE"/>
    <w:rsid w:val="002940C2"/>
    <w:rsid w:val="002941FC"/>
    <w:rsid w:val="0029492E"/>
    <w:rsid w:val="002A1B2C"/>
    <w:rsid w:val="002A21DB"/>
    <w:rsid w:val="002A2960"/>
    <w:rsid w:val="002A68A7"/>
    <w:rsid w:val="002A6A38"/>
    <w:rsid w:val="002A708C"/>
    <w:rsid w:val="002B0548"/>
    <w:rsid w:val="002B076A"/>
    <w:rsid w:val="002B0B8F"/>
    <w:rsid w:val="002B1285"/>
    <w:rsid w:val="002B1E4A"/>
    <w:rsid w:val="002B208E"/>
    <w:rsid w:val="002B3C84"/>
    <w:rsid w:val="002B6235"/>
    <w:rsid w:val="002B66DE"/>
    <w:rsid w:val="002B76E1"/>
    <w:rsid w:val="002C0AE1"/>
    <w:rsid w:val="002C1AE5"/>
    <w:rsid w:val="002C211A"/>
    <w:rsid w:val="002C3BE6"/>
    <w:rsid w:val="002C47F8"/>
    <w:rsid w:val="002C4B34"/>
    <w:rsid w:val="002C6D0E"/>
    <w:rsid w:val="002D0CC9"/>
    <w:rsid w:val="002D169E"/>
    <w:rsid w:val="002D3A09"/>
    <w:rsid w:val="002D4A02"/>
    <w:rsid w:val="002D5B05"/>
    <w:rsid w:val="002E0B2C"/>
    <w:rsid w:val="002E173E"/>
    <w:rsid w:val="002E175C"/>
    <w:rsid w:val="002E3C40"/>
    <w:rsid w:val="002E4636"/>
    <w:rsid w:val="002E48A0"/>
    <w:rsid w:val="002E6A58"/>
    <w:rsid w:val="002E6AE3"/>
    <w:rsid w:val="002E7210"/>
    <w:rsid w:val="002E7C2C"/>
    <w:rsid w:val="002F1287"/>
    <w:rsid w:val="002F248E"/>
    <w:rsid w:val="002F2839"/>
    <w:rsid w:val="002F3265"/>
    <w:rsid w:val="002F3371"/>
    <w:rsid w:val="002F3BD5"/>
    <w:rsid w:val="002F46B4"/>
    <w:rsid w:val="002F4B72"/>
    <w:rsid w:val="002F63BF"/>
    <w:rsid w:val="002F6FC3"/>
    <w:rsid w:val="002F7F23"/>
    <w:rsid w:val="00300C71"/>
    <w:rsid w:val="0030165A"/>
    <w:rsid w:val="003019AF"/>
    <w:rsid w:val="003025FC"/>
    <w:rsid w:val="003026B4"/>
    <w:rsid w:val="00306237"/>
    <w:rsid w:val="003066A5"/>
    <w:rsid w:val="0030673A"/>
    <w:rsid w:val="0030728E"/>
    <w:rsid w:val="003076A3"/>
    <w:rsid w:val="0030771C"/>
    <w:rsid w:val="00310562"/>
    <w:rsid w:val="003112AE"/>
    <w:rsid w:val="0031198C"/>
    <w:rsid w:val="00312C70"/>
    <w:rsid w:val="00312D74"/>
    <w:rsid w:val="003143CE"/>
    <w:rsid w:val="003158C3"/>
    <w:rsid w:val="0031597F"/>
    <w:rsid w:val="003159A3"/>
    <w:rsid w:val="003166F1"/>
    <w:rsid w:val="00317A92"/>
    <w:rsid w:val="003200B9"/>
    <w:rsid w:val="00322E19"/>
    <w:rsid w:val="003241A7"/>
    <w:rsid w:val="0032538D"/>
    <w:rsid w:val="00325544"/>
    <w:rsid w:val="00327014"/>
    <w:rsid w:val="00330214"/>
    <w:rsid w:val="003306CB"/>
    <w:rsid w:val="003313DD"/>
    <w:rsid w:val="00331E57"/>
    <w:rsid w:val="00333492"/>
    <w:rsid w:val="00333FD2"/>
    <w:rsid w:val="00334141"/>
    <w:rsid w:val="00337867"/>
    <w:rsid w:val="00344985"/>
    <w:rsid w:val="00344B9C"/>
    <w:rsid w:val="00345416"/>
    <w:rsid w:val="00345975"/>
    <w:rsid w:val="00345EE7"/>
    <w:rsid w:val="003460E5"/>
    <w:rsid w:val="0035055F"/>
    <w:rsid w:val="003511B8"/>
    <w:rsid w:val="00351B4F"/>
    <w:rsid w:val="003532D8"/>
    <w:rsid w:val="00353E1F"/>
    <w:rsid w:val="00354395"/>
    <w:rsid w:val="00354E7F"/>
    <w:rsid w:val="00354F17"/>
    <w:rsid w:val="00355910"/>
    <w:rsid w:val="00355B22"/>
    <w:rsid w:val="00356884"/>
    <w:rsid w:val="003605E3"/>
    <w:rsid w:val="00360841"/>
    <w:rsid w:val="00361BD8"/>
    <w:rsid w:val="003626D3"/>
    <w:rsid w:val="00364B07"/>
    <w:rsid w:val="00365A6F"/>
    <w:rsid w:val="00365BF1"/>
    <w:rsid w:val="00366149"/>
    <w:rsid w:val="00370453"/>
    <w:rsid w:val="00370EF6"/>
    <w:rsid w:val="00371285"/>
    <w:rsid w:val="0037218A"/>
    <w:rsid w:val="00372A70"/>
    <w:rsid w:val="0037331C"/>
    <w:rsid w:val="00373ECE"/>
    <w:rsid w:val="003747DD"/>
    <w:rsid w:val="00375B1E"/>
    <w:rsid w:val="00376CC8"/>
    <w:rsid w:val="00377B0B"/>
    <w:rsid w:val="00377FB3"/>
    <w:rsid w:val="00380711"/>
    <w:rsid w:val="003807AF"/>
    <w:rsid w:val="00380D17"/>
    <w:rsid w:val="00381875"/>
    <w:rsid w:val="003856C8"/>
    <w:rsid w:val="00387280"/>
    <w:rsid w:val="00387499"/>
    <w:rsid w:val="00390013"/>
    <w:rsid w:val="0039103C"/>
    <w:rsid w:val="00394093"/>
    <w:rsid w:val="00397109"/>
    <w:rsid w:val="003972C1"/>
    <w:rsid w:val="003976CC"/>
    <w:rsid w:val="003A0037"/>
    <w:rsid w:val="003A1795"/>
    <w:rsid w:val="003A1FED"/>
    <w:rsid w:val="003A244B"/>
    <w:rsid w:val="003A29BE"/>
    <w:rsid w:val="003A3057"/>
    <w:rsid w:val="003A3477"/>
    <w:rsid w:val="003A37ED"/>
    <w:rsid w:val="003A3C5D"/>
    <w:rsid w:val="003A3F29"/>
    <w:rsid w:val="003A431B"/>
    <w:rsid w:val="003A45EC"/>
    <w:rsid w:val="003A6232"/>
    <w:rsid w:val="003A705A"/>
    <w:rsid w:val="003B3268"/>
    <w:rsid w:val="003B3640"/>
    <w:rsid w:val="003B3E34"/>
    <w:rsid w:val="003B58E7"/>
    <w:rsid w:val="003B6350"/>
    <w:rsid w:val="003B7B56"/>
    <w:rsid w:val="003C1D98"/>
    <w:rsid w:val="003C2384"/>
    <w:rsid w:val="003C3657"/>
    <w:rsid w:val="003C3740"/>
    <w:rsid w:val="003C67E7"/>
    <w:rsid w:val="003D2EEF"/>
    <w:rsid w:val="003D2F99"/>
    <w:rsid w:val="003D5EE5"/>
    <w:rsid w:val="003D7467"/>
    <w:rsid w:val="003D7A41"/>
    <w:rsid w:val="003E01C2"/>
    <w:rsid w:val="003E02CE"/>
    <w:rsid w:val="003E082C"/>
    <w:rsid w:val="003E0998"/>
    <w:rsid w:val="003E318E"/>
    <w:rsid w:val="003E3831"/>
    <w:rsid w:val="003E4680"/>
    <w:rsid w:val="003E4DF3"/>
    <w:rsid w:val="003E58A6"/>
    <w:rsid w:val="003E5BF7"/>
    <w:rsid w:val="003F10A4"/>
    <w:rsid w:val="003F1E1D"/>
    <w:rsid w:val="003F344C"/>
    <w:rsid w:val="003F3C9C"/>
    <w:rsid w:val="003F47B8"/>
    <w:rsid w:val="003F4B5B"/>
    <w:rsid w:val="003F527A"/>
    <w:rsid w:val="0040094A"/>
    <w:rsid w:val="00401C1A"/>
    <w:rsid w:val="00402648"/>
    <w:rsid w:val="00402B68"/>
    <w:rsid w:val="00403533"/>
    <w:rsid w:val="00404BA7"/>
    <w:rsid w:val="0040576C"/>
    <w:rsid w:val="00406ADA"/>
    <w:rsid w:val="00407609"/>
    <w:rsid w:val="00415AB2"/>
    <w:rsid w:val="00415DA4"/>
    <w:rsid w:val="00420F09"/>
    <w:rsid w:val="004217A1"/>
    <w:rsid w:val="00421991"/>
    <w:rsid w:val="004231CF"/>
    <w:rsid w:val="004232B6"/>
    <w:rsid w:val="0042419E"/>
    <w:rsid w:val="00424E21"/>
    <w:rsid w:val="00425281"/>
    <w:rsid w:val="00427A1C"/>
    <w:rsid w:val="0043024B"/>
    <w:rsid w:val="00430E49"/>
    <w:rsid w:val="004330C6"/>
    <w:rsid w:val="0043405B"/>
    <w:rsid w:val="00436C1D"/>
    <w:rsid w:val="004405E6"/>
    <w:rsid w:val="0044060A"/>
    <w:rsid w:val="0044380D"/>
    <w:rsid w:val="00443EA5"/>
    <w:rsid w:val="00444D82"/>
    <w:rsid w:val="004453DD"/>
    <w:rsid w:val="0044578B"/>
    <w:rsid w:val="00446360"/>
    <w:rsid w:val="004467A6"/>
    <w:rsid w:val="00446906"/>
    <w:rsid w:val="00446D91"/>
    <w:rsid w:val="00450326"/>
    <w:rsid w:val="0045035D"/>
    <w:rsid w:val="00450922"/>
    <w:rsid w:val="00450984"/>
    <w:rsid w:val="004517FF"/>
    <w:rsid w:val="00451D44"/>
    <w:rsid w:val="004567A2"/>
    <w:rsid w:val="00457343"/>
    <w:rsid w:val="00457939"/>
    <w:rsid w:val="00457BF5"/>
    <w:rsid w:val="00460B30"/>
    <w:rsid w:val="0046145F"/>
    <w:rsid w:val="00461619"/>
    <w:rsid w:val="00461768"/>
    <w:rsid w:val="0046199F"/>
    <w:rsid w:val="00463014"/>
    <w:rsid w:val="00463705"/>
    <w:rsid w:val="004678F9"/>
    <w:rsid w:val="00467FE7"/>
    <w:rsid w:val="0047410A"/>
    <w:rsid w:val="004745AB"/>
    <w:rsid w:val="0047643B"/>
    <w:rsid w:val="00476523"/>
    <w:rsid w:val="00476E89"/>
    <w:rsid w:val="0047787E"/>
    <w:rsid w:val="00477987"/>
    <w:rsid w:val="00477A4C"/>
    <w:rsid w:val="004841BF"/>
    <w:rsid w:val="004844D9"/>
    <w:rsid w:val="00486808"/>
    <w:rsid w:val="00486B7A"/>
    <w:rsid w:val="0049075D"/>
    <w:rsid w:val="00490E62"/>
    <w:rsid w:val="00490FDA"/>
    <w:rsid w:val="0049152D"/>
    <w:rsid w:val="00491D33"/>
    <w:rsid w:val="00491E2F"/>
    <w:rsid w:val="004924B6"/>
    <w:rsid w:val="00492597"/>
    <w:rsid w:val="004A02BB"/>
    <w:rsid w:val="004A0B3C"/>
    <w:rsid w:val="004A31B0"/>
    <w:rsid w:val="004A38C1"/>
    <w:rsid w:val="004A5522"/>
    <w:rsid w:val="004A5B1E"/>
    <w:rsid w:val="004A7699"/>
    <w:rsid w:val="004B0B95"/>
    <w:rsid w:val="004B0BAF"/>
    <w:rsid w:val="004B1A11"/>
    <w:rsid w:val="004B281B"/>
    <w:rsid w:val="004B39EF"/>
    <w:rsid w:val="004B3F91"/>
    <w:rsid w:val="004B4711"/>
    <w:rsid w:val="004B4F06"/>
    <w:rsid w:val="004B7313"/>
    <w:rsid w:val="004B7B4E"/>
    <w:rsid w:val="004C0829"/>
    <w:rsid w:val="004C10D2"/>
    <w:rsid w:val="004C1176"/>
    <w:rsid w:val="004C2A29"/>
    <w:rsid w:val="004C2A74"/>
    <w:rsid w:val="004C5D60"/>
    <w:rsid w:val="004C5DA4"/>
    <w:rsid w:val="004D0572"/>
    <w:rsid w:val="004D0746"/>
    <w:rsid w:val="004D110D"/>
    <w:rsid w:val="004D33D6"/>
    <w:rsid w:val="004D3C0A"/>
    <w:rsid w:val="004D517A"/>
    <w:rsid w:val="004D58D3"/>
    <w:rsid w:val="004E24FB"/>
    <w:rsid w:val="004E2792"/>
    <w:rsid w:val="004E27FC"/>
    <w:rsid w:val="004E2B96"/>
    <w:rsid w:val="004E2EE7"/>
    <w:rsid w:val="004E3F3C"/>
    <w:rsid w:val="004E61D7"/>
    <w:rsid w:val="004E73B3"/>
    <w:rsid w:val="004E7BED"/>
    <w:rsid w:val="004E7C07"/>
    <w:rsid w:val="004F0F67"/>
    <w:rsid w:val="004F1520"/>
    <w:rsid w:val="004F156E"/>
    <w:rsid w:val="004F18B6"/>
    <w:rsid w:val="004F2E03"/>
    <w:rsid w:val="004F4ACC"/>
    <w:rsid w:val="004F6A0A"/>
    <w:rsid w:val="004F7327"/>
    <w:rsid w:val="005004D3"/>
    <w:rsid w:val="005032D5"/>
    <w:rsid w:val="00505E03"/>
    <w:rsid w:val="005100BD"/>
    <w:rsid w:val="00510B01"/>
    <w:rsid w:val="00512F8E"/>
    <w:rsid w:val="005134DC"/>
    <w:rsid w:val="00514190"/>
    <w:rsid w:val="00514943"/>
    <w:rsid w:val="00514A6E"/>
    <w:rsid w:val="00516252"/>
    <w:rsid w:val="00516809"/>
    <w:rsid w:val="00520A1A"/>
    <w:rsid w:val="00520D34"/>
    <w:rsid w:val="00520D9D"/>
    <w:rsid w:val="00520F1B"/>
    <w:rsid w:val="00521484"/>
    <w:rsid w:val="00522007"/>
    <w:rsid w:val="00523ADE"/>
    <w:rsid w:val="0052435E"/>
    <w:rsid w:val="00525060"/>
    <w:rsid w:val="0052698F"/>
    <w:rsid w:val="00527ABF"/>
    <w:rsid w:val="00530517"/>
    <w:rsid w:val="00532117"/>
    <w:rsid w:val="0053558E"/>
    <w:rsid w:val="0053586F"/>
    <w:rsid w:val="0054256F"/>
    <w:rsid w:val="00544A2B"/>
    <w:rsid w:val="00544AF7"/>
    <w:rsid w:val="00544DB6"/>
    <w:rsid w:val="00544EF0"/>
    <w:rsid w:val="005450D8"/>
    <w:rsid w:val="00545228"/>
    <w:rsid w:val="0054653E"/>
    <w:rsid w:val="0054709C"/>
    <w:rsid w:val="00550ABF"/>
    <w:rsid w:val="00551456"/>
    <w:rsid w:val="005514D9"/>
    <w:rsid w:val="00551A21"/>
    <w:rsid w:val="005537D5"/>
    <w:rsid w:val="005550A2"/>
    <w:rsid w:val="00556722"/>
    <w:rsid w:val="00556B75"/>
    <w:rsid w:val="00556FE1"/>
    <w:rsid w:val="00557991"/>
    <w:rsid w:val="005601D1"/>
    <w:rsid w:val="00562685"/>
    <w:rsid w:val="00563A1F"/>
    <w:rsid w:val="00563AFA"/>
    <w:rsid w:val="00563BCD"/>
    <w:rsid w:val="005646A8"/>
    <w:rsid w:val="00564799"/>
    <w:rsid w:val="00564C5B"/>
    <w:rsid w:val="0056607F"/>
    <w:rsid w:val="00570A77"/>
    <w:rsid w:val="00570E93"/>
    <w:rsid w:val="00571E93"/>
    <w:rsid w:val="005727DB"/>
    <w:rsid w:val="00573959"/>
    <w:rsid w:val="00573AE1"/>
    <w:rsid w:val="0057496F"/>
    <w:rsid w:val="00574E28"/>
    <w:rsid w:val="0057688B"/>
    <w:rsid w:val="00580235"/>
    <w:rsid w:val="00580457"/>
    <w:rsid w:val="00582363"/>
    <w:rsid w:val="0058317D"/>
    <w:rsid w:val="005848F0"/>
    <w:rsid w:val="00584C61"/>
    <w:rsid w:val="0058584A"/>
    <w:rsid w:val="00587096"/>
    <w:rsid w:val="00587317"/>
    <w:rsid w:val="00590C8B"/>
    <w:rsid w:val="0059249D"/>
    <w:rsid w:val="00595CAB"/>
    <w:rsid w:val="005960ED"/>
    <w:rsid w:val="005960F2"/>
    <w:rsid w:val="005968E2"/>
    <w:rsid w:val="00596C4A"/>
    <w:rsid w:val="005976CC"/>
    <w:rsid w:val="005A046E"/>
    <w:rsid w:val="005A168F"/>
    <w:rsid w:val="005A4A75"/>
    <w:rsid w:val="005A6EB5"/>
    <w:rsid w:val="005A758D"/>
    <w:rsid w:val="005B05BA"/>
    <w:rsid w:val="005B0CA0"/>
    <w:rsid w:val="005B1117"/>
    <w:rsid w:val="005B15DC"/>
    <w:rsid w:val="005B30AB"/>
    <w:rsid w:val="005B359D"/>
    <w:rsid w:val="005B368C"/>
    <w:rsid w:val="005B5C9F"/>
    <w:rsid w:val="005B6587"/>
    <w:rsid w:val="005B68C6"/>
    <w:rsid w:val="005B6B20"/>
    <w:rsid w:val="005B75B1"/>
    <w:rsid w:val="005C1DEB"/>
    <w:rsid w:val="005C3B7B"/>
    <w:rsid w:val="005C4194"/>
    <w:rsid w:val="005C4622"/>
    <w:rsid w:val="005C5E9C"/>
    <w:rsid w:val="005C7113"/>
    <w:rsid w:val="005C72F6"/>
    <w:rsid w:val="005C7A1F"/>
    <w:rsid w:val="005D08DD"/>
    <w:rsid w:val="005D153C"/>
    <w:rsid w:val="005D18B9"/>
    <w:rsid w:val="005D324C"/>
    <w:rsid w:val="005D3A76"/>
    <w:rsid w:val="005D535D"/>
    <w:rsid w:val="005D583F"/>
    <w:rsid w:val="005D643F"/>
    <w:rsid w:val="005E0709"/>
    <w:rsid w:val="005E0BD8"/>
    <w:rsid w:val="005E1E1C"/>
    <w:rsid w:val="005E2E0B"/>
    <w:rsid w:val="005E5062"/>
    <w:rsid w:val="005E5675"/>
    <w:rsid w:val="005E66AD"/>
    <w:rsid w:val="005E7162"/>
    <w:rsid w:val="005E7601"/>
    <w:rsid w:val="005F16F4"/>
    <w:rsid w:val="005F2298"/>
    <w:rsid w:val="005F32A8"/>
    <w:rsid w:val="005F3528"/>
    <w:rsid w:val="005F3B46"/>
    <w:rsid w:val="005F579B"/>
    <w:rsid w:val="005F78A8"/>
    <w:rsid w:val="00600947"/>
    <w:rsid w:val="00600B19"/>
    <w:rsid w:val="006013D3"/>
    <w:rsid w:val="00602596"/>
    <w:rsid w:val="00602FA3"/>
    <w:rsid w:val="006031B5"/>
    <w:rsid w:val="006031D3"/>
    <w:rsid w:val="00603C26"/>
    <w:rsid w:val="006042E7"/>
    <w:rsid w:val="00605346"/>
    <w:rsid w:val="00607928"/>
    <w:rsid w:val="0061157F"/>
    <w:rsid w:val="00612A3A"/>
    <w:rsid w:val="006132D1"/>
    <w:rsid w:val="00613572"/>
    <w:rsid w:val="00614133"/>
    <w:rsid w:val="006144F8"/>
    <w:rsid w:val="00614C34"/>
    <w:rsid w:val="00617DD7"/>
    <w:rsid w:val="006200EA"/>
    <w:rsid w:val="0062298D"/>
    <w:rsid w:val="00623788"/>
    <w:rsid w:val="006238D5"/>
    <w:rsid w:val="00625297"/>
    <w:rsid w:val="00625990"/>
    <w:rsid w:val="006262C4"/>
    <w:rsid w:val="00626819"/>
    <w:rsid w:val="00626CEC"/>
    <w:rsid w:val="00627508"/>
    <w:rsid w:val="00632395"/>
    <w:rsid w:val="006338C1"/>
    <w:rsid w:val="00633CD5"/>
    <w:rsid w:val="00633D3D"/>
    <w:rsid w:val="00633FC2"/>
    <w:rsid w:val="0063426E"/>
    <w:rsid w:val="00634444"/>
    <w:rsid w:val="00634885"/>
    <w:rsid w:val="0063488C"/>
    <w:rsid w:val="00635202"/>
    <w:rsid w:val="00635729"/>
    <w:rsid w:val="00635D92"/>
    <w:rsid w:val="00635F85"/>
    <w:rsid w:val="006360A1"/>
    <w:rsid w:val="00637321"/>
    <w:rsid w:val="006408B2"/>
    <w:rsid w:val="00640E68"/>
    <w:rsid w:val="006447AF"/>
    <w:rsid w:val="00645C5B"/>
    <w:rsid w:val="006469CE"/>
    <w:rsid w:val="00647275"/>
    <w:rsid w:val="00650010"/>
    <w:rsid w:val="006508F9"/>
    <w:rsid w:val="006511D7"/>
    <w:rsid w:val="00651581"/>
    <w:rsid w:val="0065277B"/>
    <w:rsid w:val="00652A8F"/>
    <w:rsid w:val="00655BDF"/>
    <w:rsid w:val="00656C43"/>
    <w:rsid w:val="00656D1B"/>
    <w:rsid w:val="0065705B"/>
    <w:rsid w:val="00657663"/>
    <w:rsid w:val="00657CFD"/>
    <w:rsid w:val="00661476"/>
    <w:rsid w:val="0066155D"/>
    <w:rsid w:val="00662262"/>
    <w:rsid w:val="00662627"/>
    <w:rsid w:val="0066296F"/>
    <w:rsid w:val="006634E2"/>
    <w:rsid w:val="00663EAD"/>
    <w:rsid w:val="00664EE5"/>
    <w:rsid w:val="0066553E"/>
    <w:rsid w:val="006660C3"/>
    <w:rsid w:val="00667349"/>
    <w:rsid w:val="006706A2"/>
    <w:rsid w:val="00672ECC"/>
    <w:rsid w:val="00672EE9"/>
    <w:rsid w:val="0067320A"/>
    <w:rsid w:val="00673E3F"/>
    <w:rsid w:val="006742CE"/>
    <w:rsid w:val="006747F3"/>
    <w:rsid w:val="00674DB8"/>
    <w:rsid w:val="00676225"/>
    <w:rsid w:val="00676F3F"/>
    <w:rsid w:val="00677F02"/>
    <w:rsid w:val="00681A6E"/>
    <w:rsid w:val="006824CC"/>
    <w:rsid w:val="0068338A"/>
    <w:rsid w:val="006834CF"/>
    <w:rsid w:val="00684C46"/>
    <w:rsid w:val="0068500F"/>
    <w:rsid w:val="00685280"/>
    <w:rsid w:val="00685785"/>
    <w:rsid w:val="006861C6"/>
    <w:rsid w:val="00686B32"/>
    <w:rsid w:val="006870A6"/>
    <w:rsid w:val="00690619"/>
    <w:rsid w:val="00690A2D"/>
    <w:rsid w:val="00692A45"/>
    <w:rsid w:val="0069372C"/>
    <w:rsid w:val="00693E22"/>
    <w:rsid w:val="0069439C"/>
    <w:rsid w:val="00696661"/>
    <w:rsid w:val="00696A88"/>
    <w:rsid w:val="00697112"/>
    <w:rsid w:val="00697B5C"/>
    <w:rsid w:val="006A038E"/>
    <w:rsid w:val="006A0715"/>
    <w:rsid w:val="006A11D4"/>
    <w:rsid w:val="006A239C"/>
    <w:rsid w:val="006A29D1"/>
    <w:rsid w:val="006A337E"/>
    <w:rsid w:val="006A4BF9"/>
    <w:rsid w:val="006A4F2C"/>
    <w:rsid w:val="006A78CE"/>
    <w:rsid w:val="006A7A11"/>
    <w:rsid w:val="006A7AB5"/>
    <w:rsid w:val="006B00AB"/>
    <w:rsid w:val="006B00EF"/>
    <w:rsid w:val="006B0546"/>
    <w:rsid w:val="006B262B"/>
    <w:rsid w:val="006B40DA"/>
    <w:rsid w:val="006B5821"/>
    <w:rsid w:val="006B5A33"/>
    <w:rsid w:val="006B71EB"/>
    <w:rsid w:val="006C05AF"/>
    <w:rsid w:val="006C22CE"/>
    <w:rsid w:val="006C24DB"/>
    <w:rsid w:val="006C6F18"/>
    <w:rsid w:val="006C7522"/>
    <w:rsid w:val="006D092F"/>
    <w:rsid w:val="006D0C9D"/>
    <w:rsid w:val="006D1F2B"/>
    <w:rsid w:val="006D1FC7"/>
    <w:rsid w:val="006D2E07"/>
    <w:rsid w:val="006D3103"/>
    <w:rsid w:val="006D323C"/>
    <w:rsid w:val="006D3FA8"/>
    <w:rsid w:val="006D4F49"/>
    <w:rsid w:val="006D6E2E"/>
    <w:rsid w:val="006D75CC"/>
    <w:rsid w:val="006D797C"/>
    <w:rsid w:val="006E135C"/>
    <w:rsid w:val="006E2C27"/>
    <w:rsid w:val="006E31D2"/>
    <w:rsid w:val="006E403F"/>
    <w:rsid w:val="006E657D"/>
    <w:rsid w:val="006E66A2"/>
    <w:rsid w:val="006E7414"/>
    <w:rsid w:val="006E7729"/>
    <w:rsid w:val="006E7790"/>
    <w:rsid w:val="006F0768"/>
    <w:rsid w:val="006F223E"/>
    <w:rsid w:val="006F2381"/>
    <w:rsid w:val="006F24E1"/>
    <w:rsid w:val="006F2B70"/>
    <w:rsid w:val="006F6A35"/>
    <w:rsid w:val="006F737A"/>
    <w:rsid w:val="006F7982"/>
    <w:rsid w:val="006F7C96"/>
    <w:rsid w:val="0070068F"/>
    <w:rsid w:val="007007D5"/>
    <w:rsid w:val="00700882"/>
    <w:rsid w:val="00701666"/>
    <w:rsid w:val="00703B6E"/>
    <w:rsid w:val="00704199"/>
    <w:rsid w:val="007044B5"/>
    <w:rsid w:val="007075B5"/>
    <w:rsid w:val="00707D7F"/>
    <w:rsid w:val="007104CE"/>
    <w:rsid w:val="007106C9"/>
    <w:rsid w:val="00710EE0"/>
    <w:rsid w:val="00712B8B"/>
    <w:rsid w:val="00713CB3"/>
    <w:rsid w:val="00714477"/>
    <w:rsid w:val="00714EDA"/>
    <w:rsid w:val="007170BE"/>
    <w:rsid w:val="0072016C"/>
    <w:rsid w:val="007207C8"/>
    <w:rsid w:val="00721F32"/>
    <w:rsid w:val="00722C0F"/>
    <w:rsid w:val="00724746"/>
    <w:rsid w:val="0072501F"/>
    <w:rsid w:val="00727F4B"/>
    <w:rsid w:val="007304F8"/>
    <w:rsid w:val="0073107D"/>
    <w:rsid w:val="007314D7"/>
    <w:rsid w:val="00731D38"/>
    <w:rsid w:val="0073235F"/>
    <w:rsid w:val="00732723"/>
    <w:rsid w:val="00733397"/>
    <w:rsid w:val="00733826"/>
    <w:rsid w:val="007349BB"/>
    <w:rsid w:val="007363E4"/>
    <w:rsid w:val="00736FE7"/>
    <w:rsid w:val="00741570"/>
    <w:rsid w:val="00741D1D"/>
    <w:rsid w:val="00742344"/>
    <w:rsid w:val="00747EF6"/>
    <w:rsid w:val="0075172C"/>
    <w:rsid w:val="0075182E"/>
    <w:rsid w:val="00753B4E"/>
    <w:rsid w:val="00754B5D"/>
    <w:rsid w:val="0075531A"/>
    <w:rsid w:val="007565EF"/>
    <w:rsid w:val="007568BB"/>
    <w:rsid w:val="00756FAE"/>
    <w:rsid w:val="00757272"/>
    <w:rsid w:val="00761403"/>
    <w:rsid w:val="00762664"/>
    <w:rsid w:val="007628EB"/>
    <w:rsid w:val="00763009"/>
    <w:rsid w:val="00763AC6"/>
    <w:rsid w:val="007644A3"/>
    <w:rsid w:val="00764D50"/>
    <w:rsid w:val="00765EC4"/>
    <w:rsid w:val="0076600A"/>
    <w:rsid w:val="00766B64"/>
    <w:rsid w:val="007713BD"/>
    <w:rsid w:val="007723A3"/>
    <w:rsid w:val="00772B0B"/>
    <w:rsid w:val="00772B76"/>
    <w:rsid w:val="0077466F"/>
    <w:rsid w:val="0077750E"/>
    <w:rsid w:val="007805E0"/>
    <w:rsid w:val="007807E9"/>
    <w:rsid w:val="00781276"/>
    <w:rsid w:val="0078165D"/>
    <w:rsid w:val="00782491"/>
    <w:rsid w:val="00782EF1"/>
    <w:rsid w:val="00783618"/>
    <w:rsid w:val="0078475E"/>
    <w:rsid w:val="00785A12"/>
    <w:rsid w:val="00786940"/>
    <w:rsid w:val="00787107"/>
    <w:rsid w:val="007877BB"/>
    <w:rsid w:val="00787C23"/>
    <w:rsid w:val="00787ECA"/>
    <w:rsid w:val="00790CB0"/>
    <w:rsid w:val="00791C88"/>
    <w:rsid w:val="00791D6D"/>
    <w:rsid w:val="00792EC0"/>
    <w:rsid w:val="00796243"/>
    <w:rsid w:val="00796599"/>
    <w:rsid w:val="00796C50"/>
    <w:rsid w:val="00797EC8"/>
    <w:rsid w:val="007A03EE"/>
    <w:rsid w:val="007A172A"/>
    <w:rsid w:val="007A1896"/>
    <w:rsid w:val="007A20FC"/>
    <w:rsid w:val="007A2340"/>
    <w:rsid w:val="007A29D0"/>
    <w:rsid w:val="007A6512"/>
    <w:rsid w:val="007A66C1"/>
    <w:rsid w:val="007A68A8"/>
    <w:rsid w:val="007A7339"/>
    <w:rsid w:val="007A7F9D"/>
    <w:rsid w:val="007B1475"/>
    <w:rsid w:val="007B1F27"/>
    <w:rsid w:val="007B740C"/>
    <w:rsid w:val="007B7D8B"/>
    <w:rsid w:val="007C271F"/>
    <w:rsid w:val="007C3257"/>
    <w:rsid w:val="007C32C6"/>
    <w:rsid w:val="007C4C33"/>
    <w:rsid w:val="007C5F5A"/>
    <w:rsid w:val="007C60C0"/>
    <w:rsid w:val="007C732B"/>
    <w:rsid w:val="007C77FF"/>
    <w:rsid w:val="007C7CBC"/>
    <w:rsid w:val="007C7F6C"/>
    <w:rsid w:val="007D17D7"/>
    <w:rsid w:val="007D1B1E"/>
    <w:rsid w:val="007D21AC"/>
    <w:rsid w:val="007D4016"/>
    <w:rsid w:val="007D5728"/>
    <w:rsid w:val="007D7334"/>
    <w:rsid w:val="007E0E27"/>
    <w:rsid w:val="007E2572"/>
    <w:rsid w:val="007E3450"/>
    <w:rsid w:val="007E36CD"/>
    <w:rsid w:val="007E3FFF"/>
    <w:rsid w:val="007E5EF3"/>
    <w:rsid w:val="007E651A"/>
    <w:rsid w:val="007F1745"/>
    <w:rsid w:val="007F22B4"/>
    <w:rsid w:val="007F2416"/>
    <w:rsid w:val="007F25ED"/>
    <w:rsid w:val="007F30DC"/>
    <w:rsid w:val="007F33EF"/>
    <w:rsid w:val="007F4338"/>
    <w:rsid w:val="007F457D"/>
    <w:rsid w:val="007F4FBF"/>
    <w:rsid w:val="007F4FFB"/>
    <w:rsid w:val="007F62AE"/>
    <w:rsid w:val="007F7E24"/>
    <w:rsid w:val="008009B6"/>
    <w:rsid w:val="00800BE7"/>
    <w:rsid w:val="00801A75"/>
    <w:rsid w:val="00801B77"/>
    <w:rsid w:val="00801CF7"/>
    <w:rsid w:val="00801F2A"/>
    <w:rsid w:val="00802126"/>
    <w:rsid w:val="00803128"/>
    <w:rsid w:val="00803EBF"/>
    <w:rsid w:val="00804BEF"/>
    <w:rsid w:val="00805006"/>
    <w:rsid w:val="00805313"/>
    <w:rsid w:val="0080565D"/>
    <w:rsid w:val="00806114"/>
    <w:rsid w:val="008068AC"/>
    <w:rsid w:val="00806BA4"/>
    <w:rsid w:val="00807210"/>
    <w:rsid w:val="00810434"/>
    <w:rsid w:val="00810B60"/>
    <w:rsid w:val="00810DDF"/>
    <w:rsid w:val="00811D84"/>
    <w:rsid w:val="00814234"/>
    <w:rsid w:val="00815630"/>
    <w:rsid w:val="00816083"/>
    <w:rsid w:val="00817AD6"/>
    <w:rsid w:val="008211CE"/>
    <w:rsid w:val="00822936"/>
    <w:rsid w:val="0082472C"/>
    <w:rsid w:val="00824781"/>
    <w:rsid w:val="00825C79"/>
    <w:rsid w:val="0082636D"/>
    <w:rsid w:val="00826E91"/>
    <w:rsid w:val="00827135"/>
    <w:rsid w:val="008274C6"/>
    <w:rsid w:val="00830D3A"/>
    <w:rsid w:val="008315AC"/>
    <w:rsid w:val="00832E9E"/>
    <w:rsid w:val="00833644"/>
    <w:rsid w:val="0083570C"/>
    <w:rsid w:val="00835EE5"/>
    <w:rsid w:val="00836626"/>
    <w:rsid w:val="00836BC6"/>
    <w:rsid w:val="0083744C"/>
    <w:rsid w:val="00840B1C"/>
    <w:rsid w:val="008416BA"/>
    <w:rsid w:val="008416F1"/>
    <w:rsid w:val="0084273F"/>
    <w:rsid w:val="00842B60"/>
    <w:rsid w:val="00844F86"/>
    <w:rsid w:val="00845A9A"/>
    <w:rsid w:val="00846380"/>
    <w:rsid w:val="00851C4C"/>
    <w:rsid w:val="00852677"/>
    <w:rsid w:val="00852BAC"/>
    <w:rsid w:val="00853E66"/>
    <w:rsid w:val="0085449A"/>
    <w:rsid w:val="008551F7"/>
    <w:rsid w:val="00855DC5"/>
    <w:rsid w:val="00855EC6"/>
    <w:rsid w:val="00856AF8"/>
    <w:rsid w:val="0085751E"/>
    <w:rsid w:val="00857A99"/>
    <w:rsid w:val="00860410"/>
    <w:rsid w:val="00861684"/>
    <w:rsid w:val="00861EDB"/>
    <w:rsid w:val="00861FE6"/>
    <w:rsid w:val="008627B3"/>
    <w:rsid w:val="00862AEC"/>
    <w:rsid w:val="008638AC"/>
    <w:rsid w:val="00864701"/>
    <w:rsid w:val="00865A88"/>
    <w:rsid w:val="0086764C"/>
    <w:rsid w:val="00867FC4"/>
    <w:rsid w:val="00870E93"/>
    <w:rsid w:val="0087108A"/>
    <w:rsid w:val="00873F00"/>
    <w:rsid w:val="00874BCE"/>
    <w:rsid w:val="00876E9B"/>
    <w:rsid w:val="00877FDB"/>
    <w:rsid w:val="008800A0"/>
    <w:rsid w:val="00880FA6"/>
    <w:rsid w:val="0088270A"/>
    <w:rsid w:val="00882865"/>
    <w:rsid w:val="00882BF4"/>
    <w:rsid w:val="00882C4F"/>
    <w:rsid w:val="00883A2C"/>
    <w:rsid w:val="008847C2"/>
    <w:rsid w:val="00885F6E"/>
    <w:rsid w:val="00886948"/>
    <w:rsid w:val="00886C99"/>
    <w:rsid w:val="0089072C"/>
    <w:rsid w:val="00890F55"/>
    <w:rsid w:val="00890FB1"/>
    <w:rsid w:val="008910D8"/>
    <w:rsid w:val="00892D3B"/>
    <w:rsid w:val="00896BC4"/>
    <w:rsid w:val="00897419"/>
    <w:rsid w:val="00897420"/>
    <w:rsid w:val="0089784C"/>
    <w:rsid w:val="008A05FA"/>
    <w:rsid w:val="008A09E1"/>
    <w:rsid w:val="008A5D02"/>
    <w:rsid w:val="008B0595"/>
    <w:rsid w:val="008B52AE"/>
    <w:rsid w:val="008B5889"/>
    <w:rsid w:val="008B683A"/>
    <w:rsid w:val="008B6BFE"/>
    <w:rsid w:val="008C02EA"/>
    <w:rsid w:val="008C14F9"/>
    <w:rsid w:val="008C22A2"/>
    <w:rsid w:val="008C35F9"/>
    <w:rsid w:val="008C3A1C"/>
    <w:rsid w:val="008C41B5"/>
    <w:rsid w:val="008C5564"/>
    <w:rsid w:val="008C6431"/>
    <w:rsid w:val="008D14AE"/>
    <w:rsid w:val="008D1660"/>
    <w:rsid w:val="008D199E"/>
    <w:rsid w:val="008D19B8"/>
    <w:rsid w:val="008D1AB2"/>
    <w:rsid w:val="008D26E7"/>
    <w:rsid w:val="008D4B7F"/>
    <w:rsid w:val="008D6234"/>
    <w:rsid w:val="008D6DA7"/>
    <w:rsid w:val="008D76E3"/>
    <w:rsid w:val="008E03E8"/>
    <w:rsid w:val="008E76EC"/>
    <w:rsid w:val="008F0AF1"/>
    <w:rsid w:val="008F2906"/>
    <w:rsid w:val="008F32B7"/>
    <w:rsid w:val="008F3C5F"/>
    <w:rsid w:val="008F5DAD"/>
    <w:rsid w:val="00901BB9"/>
    <w:rsid w:val="00901E73"/>
    <w:rsid w:val="00904820"/>
    <w:rsid w:val="00905356"/>
    <w:rsid w:val="0090712A"/>
    <w:rsid w:val="00907310"/>
    <w:rsid w:val="00910244"/>
    <w:rsid w:val="00913AAD"/>
    <w:rsid w:val="0091418D"/>
    <w:rsid w:val="0091492F"/>
    <w:rsid w:val="00914ED9"/>
    <w:rsid w:val="009150BC"/>
    <w:rsid w:val="00916A33"/>
    <w:rsid w:val="00916A76"/>
    <w:rsid w:val="00916C4E"/>
    <w:rsid w:val="00916E29"/>
    <w:rsid w:val="0091764C"/>
    <w:rsid w:val="00917F46"/>
    <w:rsid w:val="00922B90"/>
    <w:rsid w:val="009231AD"/>
    <w:rsid w:val="00923407"/>
    <w:rsid w:val="009235E9"/>
    <w:rsid w:val="0092416E"/>
    <w:rsid w:val="00924A9E"/>
    <w:rsid w:val="0092618B"/>
    <w:rsid w:val="00927EFD"/>
    <w:rsid w:val="009301F6"/>
    <w:rsid w:val="00931035"/>
    <w:rsid w:val="0093207F"/>
    <w:rsid w:val="0093278A"/>
    <w:rsid w:val="0093302F"/>
    <w:rsid w:val="00933955"/>
    <w:rsid w:val="00934242"/>
    <w:rsid w:val="0093436A"/>
    <w:rsid w:val="0093511C"/>
    <w:rsid w:val="00936680"/>
    <w:rsid w:val="00937498"/>
    <w:rsid w:val="00937F39"/>
    <w:rsid w:val="00940069"/>
    <w:rsid w:val="00941FA4"/>
    <w:rsid w:val="00944172"/>
    <w:rsid w:val="00945A2B"/>
    <w:rsid w:val="00947215"/>
    <w:rsid w:val="00947C72"/>
    <w:rsid w:val="00947E30"/>
    <w:rsid w:val="009515ED"/>
    <w:rsid w:val="00951B4B"/>
    <w:rsid w:val="009539B8"/>
    <w:rsid w:val="00954131"/>
    <w:rsid w:val="00954154"/>
    <w:rsid w:val="00954867"/>
    <w:rsid w:val="00954D8C"/>
    <w:rsid w:val="00955311"/>
    <w:rsid w:val="00955C96"/>
    <w:rsid w:val="009571F9"/>
    <w:rsid w:val="0095731E"/>
    <w:rsid w:val="00960887"/>
    <w:rsid w:val="0096466C"/>
    <w:rsid w:val="00965A12"/>
    <w:rsid w:val="00966520"/>
    <w:rsid w:val="00967116"/>
    <w:rsid w:val="00967B1E"/>
    <w:rsid w:val="00967C16"/>
    <w:rsid w:val="00970023"/>
    <w:rsid w:val="00970B07"/>
    <w:rsid w:val="00972989"/>
    <w:rsid w:val="00974E0B"/>
    <w:rsid w:val="00975367"/>
    <w:rsid w:val="009753C1"/>
    <w:rsid w:val="009754C8"/>
    <w:rsid w:val="0098001F"/>
    <w:rsid w:val="00980437"/>
    <w:rsid w:val="00982CD4"/>
    <w:rsid w:val="00983D53"/>
    <w:rsid w:val="00987924"/>
    <w:rsid w:val="009903C4"/>
    <w:rsid w:val="00990D76"/>
    <w:rsid w:val="0099162D"/>
    <w:rsid w:val="009918F3"/>
    <w:rsid w:val="00992CD6"/>
    <w:rsid w:val="0099328A"/>
    <w:rsid w:val="009936FF"/>
    <w:rsid w:val="00994288"/>
    <w:rsid w:val="00994C3E"/>
    <w:rsid w:val="009A01B0"/>
    <w:rsid w:val="009A2F3F"/>
    <w:rsid w:val="009A3624"/>
    <w:rsid w:val="009A46D0"/>
    <w:rsid w:val="009A46EB"/>
    <w:rsid w:val="009A5372"/>
    <w:rsid w:val="009A5BFB"/>
    <w:rsid w:val="009A664E"/>
    <w:rsid w:val="009A6883"/>
    <w:rsid w:val="009A6DEB"/>
    <w:rsid w:val="009B27CD"/>
    <w:rsid w:val="009B3484"/>
    <w:rsid w:val="009B3487"/>
    <w:rsid w:val="009B65E2"/>
    <w:rsid w:val="009C356C"/>
    <w:rsid w:val="009C3FE0"/>
    <w:rsid w:val="009C52A5"/>
    <w:rsid w:val="009C53BD"/>
    <w:rsid w:val="009C5E06"/>
    <w:rsid w:val="009C6283"/>
    <w:rsid w:val="009C77D3"/>
    <w:rsid w:val="009D0543"/>
    <w:rsid w:val="009D08A4"/>
    <w:rsid w:val="009D2477"/>
    <w:rsid w:val="009D6334"/>
    <w:rsid w:val="009D681B"/>
    <w:rsid w:val="009D6AAA"/>
    <w:rsid w:val="009D6D56"/>
    <w:rsid w:val="009D751A"/>
    <w:rsid w:val="009E11D6"/>
    <w:rsid w:val="009E2094"/>
    <w:rsid w:val="009E2788"/>
    <w:rsid w:val="009E2CD4"/>
    <w:rsid w:val="009E34CC"/>
    <w:rsid w:val="009E5336"/>
    <w:rsid w:val="009E624D"/>
    <w:rsid w:val="009E7761"/>
    <w:rsid w:val="009E7775"/>
    <w:rsid w:val="009F00EF"/>
    <w:rsid w:val="009F0BB8"/>
    <w:rsid w:val="009F3568"/>
    <w:rsid w:val="009F4179"/>
    <w:rsid w:val="009F591B"/>
    <w:rsid w:val="00A0154F"/>
    <w:rsid w:val="00A01CE6"/>
    <w:rsid w:val="00A028A7"/>
    <w:rsid w:val="00A04584"/>
    <w:rsid w:val="00A071A1"/>
    <w:rsid w:val="00A105E3"/>
    <w:rsid w:val="00A10A6E"/>
    <w:rsid w:val="00A12E2D"/>
    <w:rsid w:val="00A1381E"/>
    <w:rsid w:val="00A157E5"/>
    <w:rsid w:val="00A16C7D"/>
    <w:rsid w:val="00A205C5"/>
    <w:rsid w:val="00A23161"/>
    <w:rsid w:val="00A242F2"/>
    <w:rsid w:val="00A279CB"/>
    <w:rsid w:val="00A30D35"/>
    <w:rsid w:val="00A31183"/>
    <w:rsid w:val="00A322D2"/>
    <w:rsid w:val="00A33E11"/>
    <w:rsid w:val="00A34FA9"/>
    <w:rsid w:val="00A367D9"/>
    <w:rsid w:val="00A3732A"/>
    <w:rsid w:val="00A37E52"/>
    <w:rsid w:val="00A40274"/>
    <w:rsid w:val="00A41309"/>
    <w:rsid w:val="00A43ACD"/>
    <w:rsid w:val="00A4471A"/>
    <w:rsid w:val="00A44765"/>
    <w:rsid w:val="00A449A0"/>
    <w:rsid w:val="00A47110"/>
    <w:rsid w:val="00A478A7"/>
    <w:rsid w:val="00A51D30"/>
    <w:rsid w:val="00A52EBE"/>
    <w:rsid w:val="00A53898"/>
    <w:rsid w:val="00A54C79"/>
    <w:rsid w:val="00A5526F"/>
    <w:rsid w:val="00A55A2A"/>
    <w:rsid w:val="00A56118"/>
    <w:rsid w:val="00A56B7C"/>
    <w:rsid w:val="00A57847"/>
    <w:rsid w:val="00A602D4"/>
    <w:rsid w:val="00A607DA"/>
    <w:rsid w:val="00A61660"/>
    <w:rsid w:val="00A628B8"/>
    <w:rsid w:val="00A63A8A"/>
    <w:rsid w:val="00A63EE3"/>
    <w:rsid w:val="00A665A4"/>
    <w:rsid w:val="00A66729"/>
    <w:rsid w:val="00A67B0E"/>
    <w:rsid w:val="00A703A9"/>
    <w:rsid w:val="00A71B72"/>
    <w:rsid w:val="00A7283F"/>
    <w:rsid w:val="00A736D0"/>
    <w:rsid w:val="00A73737"/>
    <w:rsid w:val="00A73F44"/>
    <w:rsid w:val="00A7454D"/>
    <w:rsid w:val="00A75943"/>
    <w:rsid w:val="00A760CF"/>
    <w:rsid w:val="00A762A9"/>
    <w:rsid w:val="00A80313"/>
    <w:rsid w:val="00A80477"/>
    <w:rsid w:val="00A81175"/>
    <w:rsid w:val="00A81B74"/>
    <w:rsid w:val="00A82DE4"/>
    <w:rsid w:val="00A82FCF"/>
    <w:rsid w:val="00A854AC"/>
    <w:rsid w:val="00A85574"/>
    <w:rsid w:val="00A85961"/>
    <w:rsid w:val="00A85C59"/>
    <w:rsid w:val="00A8684D"/>
    <w:rsid w:val="00A87446"/>
    <w:rsid w:val="00A91DC2"/>
    <w:rsid w:val="00A93ECA"/>
    <w:rsid w:val="00A94CE1"/>
    <w:rsid w:val="00AA24C5"/>
    <w:rsid w:val="00AA288E"/>
    <w:rsid w:val="00AA50FE"/>
    <w:rsid w:val="00AA5BB7"/>
    <w:rsid w:val="00AA652E"/>
    <w:rsid w:val="00AA69A1"/>
    <w:rsid w:val="00AA70D0"/>
    <w:rsid w:val="00AB0D5A"/>
    <w:rsid w:val="00AB19C7"/>
    <w:rsid w:val="00AB1EEF"/>
    <w:rsid w:val="00AB266D"/>
    <w:rsid w:val="00AB2E40"/>
    <w:rsid w:val="00AB308B"/>
    <w:rsid w:val="00AB4E3E"/>
    <w:rsid w:val="00AB55FD"/>
    <w:rsid w:val="00AB70A4"/>
    <w:rsid w:val="00AB77A9"/>
    <w:rsid w:val="00AB7E15"/>
    <w:rsid w:val="00AC0D3B"/>
    <w:rsid w:val="00AC3EC5"/>
    <w:rsid w:val="00AC6E3B"/>
    <w:rsid w:val="00AC7144"/>
    <w:rsid w:val="00AC7211"/>
    <w:rsid w:val="00AC7E53"/>
    <w:rsid w:val="00AD006F"/>
    <w:rsid w:val="00AD1153"/>
    <w:rsid w:val="00AD150F"/>
    <w:rsid w:val="00AD1649"/>
    <w:rsid w:val="00AD3E65"/>
    <w:rsid w:val="00AD4D4F"/>
    <w:rsid w:val="00AD7EEC"/>
    <w:rsid w:val="00AE1653"/>
    <w:rsid w:val="00AE3529"/>
    <w:rsid w:val="00AE3DFF"/>
    <w:rsid w:val="00AF0304"/>
    <w:rsid w:val="00AF2B42"/>
    <w:rsid w:val="00AF3E2F"/>
    <w:rsid w:val="00AF40C6"/>
    <w:rsid w:val="00AF5FD4"/>
    <w:rsid w:val="00AF6623"/>
    <w:rsid w:val="00AF7773"/>
    <w:rsid w:val="00AF784E"/>
    <w:rsid w:val="00B00355"/>
    <w:rsid w:val="00B01DCE"/>
    <w:rsid w:val="00B030EC"/>
    <w:rsid w:val="00B05F43"/>
    <w:rsid w:val="00B066F6"/>
    <w:rsid w:val="00B06CAB"/>
    <w:rsid w:val="00B10EE0"/>
    <w:rsid w:val="00B126A5"/>
    <w:rsid w:val="00B13006"/>
    <w:rsid w:val="00B141DF"/>
    <w:rsid w:val="00B143AE"/>
    <w:rsid w:val="00B145B4"/>
    <w:rsid w:val="00B1549B"/>
    <w:rsid w:val="00B167A1"/>
    <w:rsid w:val="00B17547"/>
    <w:rsid w:val="00B20EF2"/>
    <w:rsid w:val="00B20F07"/>
    <w:rsid w:val="00B21EA6"/>
    <w:rsid w:val="00B23244"/>
    <w:rsid w:val="00B238C6"/>
    <w:rsid w:val="00B25A13"/>
    <w:rsid w:val="00B25E3D"/>
    <w:rsid w:val="00B26DB5"/>
    <w:rsid w:val="00B2739F"/>
    <w:rsid w:val="00B27B68"/>
    <w:rsid w:val="00B3191F"/>
    <w:rsid w:val="00B32BB5"/>
    <w:rsid w:val="00B33209"/>
    <w:rsid w:val="00B34178"/>
    <w:rsid w:val="00B35B92"/>
    <w:rsid w:val="00B37F86"/>
    <w:rsid w:val="00B40BB9"/>
    <w:rsid w:val="00B40E03"/>
    <w:rsid w:val="00B40F54"/>
    <w:rsid w:val="00B41895"/>
    <w:rsid w:val="00B424BA"/>
    <w:rsid w:val="00B43954"/>
    <w:rsid w:val="00B44336"/>
    <w:rsid w:val="00B44AA2"/>
    <w:rsid w:val="00B4598B"/>
    <w:rsid w:val="00B45A45"/>
    <w:rsid w:val="00B4633D"/>
    <w:rsid w:val="00B5091D"/>
    <w:rsid w:val="00B513FF"/>
    <w:rsid w:val="00B5155F"/>
    <w:rsid w:val="00B51EDC"/>
    <w:rsid w:val="00B51EFC"/>
    <w:rsid w:val="00B55E4B"/>
    <w:rsid w:val="00B57042"/>
    <w:rsid w:val="00B57402"/>
    <w:rsid w:val="00B57FB8"/>
    <w:rsid w:val="00B60B8E"/>
    <w:rsid w:val="00B61412"/>
    <w:rsid w:val="00B6279D"/>
    <w:rsid w:val="00B62A54"/>
    <w:rsid w:val="00B63CAA"/>
    <w:rsid w:val="00B65C8D"/>
    <w:rsid w:val="00B671F1"/>
    <w:rsid w:val="00B674CF"/>
    <w:rsid w:val="00B67E01"/>
    <w:rsid w:val="00B67F2E"/>
    <w:rsid w:val="00B70AC8"/>
    <w:rsid w:val="00B713E5"/>
    <w:rsid w:val="00B72401"/>
    <w:rsid w:val="00B73CA5"/>
    <w:rsid w:val="00B73FDA"/>
    <w:rsid w:val="00B74FD1"/>
    <w:rsid w:val="00B75172"/>
    <w:rsid w:val="00B81A75"/>
    <w:rsid w:val="00B83100"/>
    <w:rsid w:val="00B8360A"/>
    <w:rsid w:val="00B8489D"/>
    <w:rsid w:val="00B91B30"/>
    <w:rsid w:val="00B91B89"/>
    <w:rsid w:val="00B92670"/>
    <w:rsid w:val="00B932E5"/>
    <w:rsid w:val="00B93728"/>
    <w:rsid w:val="00B9468A"/>
    <w:rsid w:val="00B96D3A"/>
    <w:rsid w:val="00B97A93"/>
    <w:rsid w:val="00BA2166"/>
    <w:rsid w:val="00BA21E0"/>
    <w:rsid w:val="00BA34F9"/>
    <w:rsid w:val="00BA4EB3"/>
    <w:rsid w:val="00BA5AFF"/>
    <w:rsid w:val="00BA5D19"/>
    <w:rsid w:val="00BA5EC2"/>
    <w:rsid w:val="00BA75E0"/>
    <w:rsid w:val="00BB0D45"/>
    <w:rsid w:val="00BB1942"/>
    <w:rsid w:val="00BB1D45"/>
    <w:rsid w:val="00BB4C5E"/>
    <w:rsid w:val="00BB5B5C"/>
    <w:rsid w:val="00BB5C46"/>
    <w:rsid w:val="00BB6991"/>
    <w:rsid w:val="00BB6F28"/>
    <w:rsid w:val="00BB73C0"/>
    <w:rsid w:val="00BB7E8A"/>
    <w:rsid w:val="00BC0F2D"/>
    <w:rsid w:val="00BC2F9B"/>
    <w:rsid w:val="00BC351E"/>
    <w:rsid w:val="00BD2F05"/>
    <w:rsid w:val="00BD4667"/>
    <w:rsid w:val="00BD5F7F"/>
    <w:rsid w:val="00BD607B"/>
    <w:rsid w:val="00BD73A1"/>
    <w:rsid w:val="00BD760F"/>
    <w:rsid w:val="00BE26D9"/>
    <w:rsid w:val="00BE2C33"/>
    <w:rsid w:val="00BE3484"/>
    <w:rsid w:val="00BE35A8"/>
    <w:rsid w:val="00BE35B6"/>
    <w:rsid w:val="00BE35C7"/>
    <w:rsid w:val="00BE5B67"/>
    <w:rsid w:val="00BE5B9B"/>
    <w:rsid w:val="00BE5E9E"/>
    <w:rsid w:val="00BE73D8"/>
    <w:rsid w:val="00BE7438"/>
    <w:rsid w:val="00BE792B"/>
    <w:rsid w:val="00BF0BCC"/>
    <w:rsid w:val="00BF1303"/>
    <w:rsid w:val="00BF293B"/>
    <w:rsid w:val="00BF3AC6"/>
    <w:rsid w:val="00BF48C2"/>
    <w:rsid w:val="00BF4C3A"/>
    <w:rsid w:val="00BF50A9"/>
    <w:rsid w:val="00BF612E"/>
    <w:rsid w:val="00BF683B"/>
    <w:rsid w:val="00BF6876"/>
    <w:rsid w:val="00BF6FCC"/>
    <w:rsid w:val="00BF7149"/>
    <w:rsid w:val="00C00E8F"/>
    <w:rsid w:val="00C0361B"/>
    <w:rsid w:val="00C03AD8"/>
    <w:rsid w:val="00C03E4C"/>
    <w:rsid w:val="00C03EA6"/>
    <w:rsid w:val="00C040BE"/>
    <w:rsid w:val="00C0505B"/>
    <w:rsid w:val="00C06D5B"/>
    <w:rsid w:val="00C10232"/>
    <w:rsid w:val="00C104C1"/>
    <w:rsid w:val="00C10DFE"/>
    <w:rsid w:val="00C115DD"/>
    <w:rsid w:val="00C12EA2"/>
    <w:rsid w:val="00C14A0A"/>
    <w:rsid w:val="00C1643C"/>
    <w:rsid w:val="00C16476"/>
    <w:rsid w:val="00C16756"/>
    <w:rsid w:val="00C16D8E"/>
    <w:rsid w:val="00C23836"/>
    <w:rsid w:val="00C2455F"/>
    <w:rsid w:val="00C26689"/>
    <w:rsid w:val="00C273DF"/>
    <w:rsid w:val="00C27AC2"/>
    <w:rsid w:val="00C27C7E"/>
    <w:rsid w:val="00C3102A"/>
    <w:rsid w:val="00C32095"/>
    <w:rsid w:val="00C327E8"/>
    <w:rsid w:val="00C32FBD"/>
    <w:rsid w:val="00C3423F"/>
    <w:rsid w:val="00C35CD8"/>
    <w:rsid w:val="00C35EE0"/>
    <w:rsid w:val="00C36B69"/>
    <w:rsid w:val="00C403C0"/>
    <w:rsid w:val="00C4136E"/>
    <w:rsid w:val="00C427BD"/>
    <w:rsid w:val="00C43202"/>
    <w:rsid w:val="00C433BC"/>
    <w:rsid w:val="00C43461"/>
    <w:rsid w:val="00C4397B"/>
    <w:rsid w:val="00C457DE"/>
    <w:rsid w:val="00C510C6"/>
    <w:rsid w:val="00C536AD"/>
    <w:rsid w:val="00C54A71"/>
    <w:rsid w:val="00C555BF"/>
    <w:rsid w:val="00C56986"/>
    <w:rsid w:val="00C60DD5"/>
    <w:rsid w:val="00C61087"/>
    <w:rsid w:val="00C614EF"/>
    <w:rsid w:val="00C621C9"/>
    <w:rsid w:val="00C6287E"/>
    <w:rsid w:val="00C65BE0"/>
    <w:rsid w:val="00C726E2"/>
    <w:rsid w:val="00C729A2"/>
    <w:rsid w:val="00C73FFD"/>
    <w:rsid w:val="00C82973"/>
    <w:rsid w:val="00C847C8"/>
    <w:rsid w:val="00C8593E"/>
    <w:rsid w:val="00C8614F"/>
    <w:rsid w:val="00C866A9"/>
    <w:rsid w:val="00C9028A"/>
    <w:rsid w:val="00C90369"/>
    <w:rsid w:val="00C91063"/>
    <w:rsid w:val="00C92E91"/>
    <w:rsid w:val="00C93469"/>
    <w:rsid w:val="00C943A7"/>
    <w:rsid w:val="00C94FD5"/>
    <w:rsid w:val="00C95223"/>
    <w:rsid w:val="00CA0166"/>
    <w:rsid w:val="00CA0C4F"/>
    <w:rsid w:val="00CA1E3B"/>
    <w:rsid w:val="00CA2C37"/>
    <w:rsid w:val="00CA30D9"/>
    <w:rsid w:val="00CA4E6E"/>
    <w:rsid w:val="00CA56E8"/>
    <w:rsid w:val="00CA5944"/>
    <w:rsid w:val="00CA72A9"/>
    <w:rsid w:val="00CB0BAC"/>
    <w:rsid w:val="00CB4B80"/>
    <w:rsid w:val="00CB4C84"/>
    <w:rsid w:val="00CB62D5"/>
    <w:rsid w:val="00CB7095"/>
    <w:rsid w:val="00CB711A"/>
    <w:rsid w:val="00CB7D1D"/>
    <w:rsid w:val="00CB7F1E"/>
    <w:rsid w:val="00CC0EAE"/>
    <w:rsid w:val="00CC1CED"/>
    <w:rsid w:val="00CC5E98"/>
    <w:rsid w:val="00CC68C4"/>
    <w:rsid w:val="00CD11EE"/>
    <w:rsid w:val="00CD2CD9"/>
    <w:rsid w:val="00CD4D5C"/>
    <w:rsid w:val="00CD67DD"/>
    <w:rsid w:val="00CD727D"/>
    <w:rsid w:val="00CD77C3"/>
    <w:rsid w:val="00CE0DA2"/>
    <w:rsid w:val="00CE2969"/>
    <w:rsid w:val="00CE2D56"/>
    <w:rsid w:val="00CE3731"/>
    <w:rsid w:val="00CE38D6"/>
    <w:rsid w:val="00CE4836"/>
    <w:rsid w:val="00CE4E7A"/>
    <w:rsid w:val="00CE6D8C"/>
    <w:rsid w:val="00CE7380"/>
    <w:rsid w:val="00CE7A4A"/>
    <w:rsid w:val="00CF096C"/>
    <w:rsid w:val="00CF4664"/>
    <w:rsid w:val="00CF4C53"/>
    <w:rsid w:val="00CF5094"/>
    <w:rsid w:val="00CF6D62"/>
    <w:rsid w:val="00CF74BC"/>
    <w:rsid w:val="00D02C91"/>
    <w:rsid w:val="00D02E91"/>
    <w:rsid w:val="00D06B7D"/>
    <w:rsid w:val="00D128DB"/>
    <w:rsid w:val="00D13ABB"/>
    <w:rsid w:val="00D13E85"/>
    <w:rsid w:val="00D14521"/>
    <w:rsid w:val="00D15CD9"/>
    <w:rsid w:val="00D15D65"/>
    <w:rsid w:val="00D178FE"/>
    <w:rsid w:val="00D20F10"/>
    <w:rsid w:val="00D218C8"/>
    <w:rsid w:val="00D223CE"/>
    <w:rsid w:val="00D22AD9"/>
    <w:rsid w:val="00D23F5D"/>
    <w:rsid w:val="00D24486"/>
    <w:rsid w:val="00D24A2E"/>
    <w:rsid w:val="00D24CCD"/>
    <w:rsid w:val="00D27B3F"/>
    <w:rsid w:val="00D30AA8"/>
    <w:rsid w:val="00D32474"/>
    <w:rsid w:val="00D3384B"/>
    <w:rsid w:val="00D3440B"/>
    <w:rsid w:val="00D35208"/>
    <w:rsid w:val="00D371FC"/>
    <w:rsid w:val="00D372FD"/>
    <w:rsid w:val="00D373B6"/>
    <w:rsid w:val="00D375ED"/>
    <w:rsid w:val="00D400DF"/>
    <w:rsid w:val="00D40115"/>
    <w:rsid w:val="00D4055E"/>
    <w:rsid w:val="00D4068A"/>
    <w:rsid w:val="00D4188F"/>
    <w:rsid w:val="00D45891"/>
    <w:rsid w:val="00D47AAB"/>
    <w:rsid w:val="00D47E1C"/>
    <w:rsid w:val="00D530EF"/>
    <w:rsid w:val="00D54421"/>
    <w:rsid w:val="00D55278"/>
    <w:rsid w:val="00D56FD6"/>
    <w:rsid w:val="00D57CA3"/>
    <w:rsid w:val="00D60025"/>
    <w:rsid w:val="00D62264"/>
    <w:rsid w:val="00D6409B"/>
    <w:rsid w:val="00D65312"/>
    <w:rsid w:val="00D65BFE"/>
    <w:rsid w:val="00D6705C"/>
    <w:rsid w:val="00D67201"/>
    <w:rsid w:val="00D6771D"/>
    <w:rsid w:val="00D677F8"/>
    <w:rsid w:val="00D720A4"/>
    <w:rsid w:val="00D75000"/>
    <w:rsid w:val="00D76724"/>
    <w:rsid w:val="00D77B4C"/>
    <w:rsid w:val="00D810CF"/>
    <w:rsid w:val="00D82705"/>
    <w:rsid w:val="00D84268"/>
    <w:rsid w:val="00D842AF"/>
    <w:rsid w:val="00D843A0"/>
    <w:rsid w:val="00D85D8E"/>
    <w:rsid w:val="00D87034"/>
    <w:rsid w:val="00D87220"/>
    <w:rsid w:val="00D87564"/>
    <w:rsid w:val="00D93405"/>
    <w:rsid w:val="00D93D6F"/>
    <w:rsid w:val="00D95344"/>
    <w:rsid w:val="00D96E0F"/>
    <w:rsid w:val="00DA0E04"/>
    <w:rsid w:val="00DA1EAF"/>
    <w:rsid w:val="00DA38D0"/>
    <w:rsid w:val="00DA47BB"/>
    <w:rsid w:val="00DA51E8"/>
    <w:rsid w:val="00DA5419"/>
    <w:rsid w:val="00DA68B6"/>
    <w:rsid w:val="00DA7961"/>
    <w:rsid w:val="00DB0581"/>
    <w:rsid w:val="00DB1172"/>
    <w:rsid w:val="00DB1F41"/>
    <w:rsid w:val="00DB3414"/>
    <w:rsid w:val="00DB46B0"/>
    <w:rsid w:val="00DB501E"/>
    <w:rsid w:val="00DB5BCD"/>
    <w:rsid w:val="00DC0F44"/>
    <w:rsid w:val="00DC2CD3"/>
    <w:rsid w:val="00DC3D45"/>
    <w:rsid w:val="00DC561A"/>
    <w:rsid w:val="00DD04A7"/>
    <w:rsid w:val="00DD13CF"/>
    <w:rsid w:val="00DD181A"/>
    <w:rsid w:val="00DD255D"/>
    <w:rsid w:val="00DD3A97"/>
    <w:rsid w:val="00DD41D8"/>
    <w:rsid w:val="00DD509F"/>
    <w:rsid w:val="00DD5EA9"/>
    <w:rsid w:val="00DD6504"/>
    <w:rsid w:val="00DE0DB8"/>
    <w:rsid w:val="00DE15B2"/>
    <w:rsid w:val="00DE2160"/>
    <w:rsid w:val="00DE2D22"/>
    <w:rsid w:val="00DE41C9"/>
    <w:rsid w:val="00DE471D"/>
    <w:rsid w:val="00DE4B75"/>
    <w:rsid w:val="00DE7838"/>
    <w:rsid w:val="00DF024D"/>
    <w:rsid w:val="00DF0424"/>
    <w:rsid w:val="00DF0648"/>
    <w:rsid w:val="00DF120D"/>
    <w:rsid w:val="00DF1AF0"/>
    <w:rsid w:val="00DF1B0F"/>
    <w:rsid w:val="00DF6498"/>
    <w:rsid w:val="00DF65BA"/>
    <w:rsid w:val="00DF6CA3"/>
    <w:rsid w:val="00E00CD1"/>
    <w:rsid w:val="00E00D94"/>
    <w:rsid w:val="00E01C8A"/>
    <w:rsid w:val="00E02859"/>
    <w:rsid w:val="00E02957"/>
    <w:rsid w:val="00E02B5A"/>
    <w:rsid w:val="00E02F39"/>
    <w:rsid w:val="00E03AB2"/>
    <w:rsid w:val="00E03C42"/>
    <w:rsid w:val="00E05C0C"/>
    <w:rsid w:val="00E05CCB"/>
    <w:rsid w:val="00E060EF"/>
    <w:rsid w:val="00E07054"/>
    <w:rsid w:val="00E11552"/>
    <w:rsid w:val="00E1489B"/>
    <w:rsid w:val="00E14D4F"/>
    <w:rsid w:val="00E14E35"/>
    <w:rsid w:val="00E166FE"/>
    <w:rsid w:val="00E168D4"/>
    <w:rsid w:val="00E2004F"/>
    <w:rsid w:val="00E209FE"/>
    <w:rsid w:val="00E20A7F"/>
    <w:rsid w:val="00E20A9B"/>
    <w:rsid w:val="00E22D8F"/>
    <w:rsid w:val="00E231D6"/>
    <w:rsid w:val="00E23753"/>
    <w:rsid w:val="00E23F95"/>
    <w:rsid w:val="00E24179"/>
    <w:rsid w:val="00E2620A"/>
    <w:rsid w:val="00E265EF"/>
    <w:rsid w:val="00E26ACC"/>
    <w:rsid w:val="00E26AE9"/>
    <w:rsid w:val="00E27920"/>
    <w:rsid w:val="00E31FF3"/>
    <w:rsid w:val="00E324B7"/>
    <w:rsid w:val="00E33A4D"/>
    <w:rsid w:val="00E34E5C"/>
    <w:rsid w:val="00E37B1E"/>
    <w:rsid w:val="00E412E7"/>
    <w:rsid w:val="00E41C81"/>
    <w:rsid w:val="00E43434"/>
    <w:rsid w:val="00E4376E"/>
    <w:rsid w:val="00E478A6"/>
    <w:rsid w:val="00E54F04"/>
    <w:rsid w:val="00E56DB4"/>
    <w:rsid w:val="00E60892"/>
    <w:rsid w:val="00E61017"/>
    <w:rsid w:val="00E61487"/>
    <w:rsid w:val="00E6189C"/>
    <w:rsid w:val="00E62A58"/>
    <w:rsid w:val="00E64B11"/>
    <w:rsid w:val="00E64BC4"/>
    <w:rsid w:val="00E65343"/>
    <w:rsid w:val="00E654C5"/>
    <w:rsid w:val="00E65536"/>
    <w:rsid w:val="00E658C6"/>
    <w:rsid w:val="00E662A7"/>
    <w:rsid w:val="00E66C26"/>
    <w:rsid w:val="00E70E55"/>
    <w:rsid w:val="00E711A2"/>
    <w:rsid w:val="00E71440"/>
    <w:rsid w:val="00E716B3"/>
    <w:rsid w:val="00E71D71"/>
    <w:rsid w:val="00E721EE"/>
    <w:rsid w:val="00E74D63"/>
    <w:rsid w:val="00E763C1"/>
    <w:rsid w:val="00E777AF"/>
    <w:rsid w:val="00E824B7"/>
    <w:rsid w:val="00E8286A"/>
    <w:rsid w:val="00E82D09"/>
    <w:rsid w:val="00E85319"/>
    <w:rsid w:val="00E900BD"/>
    <w:rsid w:val="00E90663"/>
    <w:rsid w:val="00E91926"/>
    <w:rsid w:val="00E937D1"/>
    <w:rsid w:val="00E94441"/>
    <w:rsid w:val="00E9563B"/>
    <w:rsid w:val="00EA29E2"/>
    <w:rsid w:val="00EA2E71"/>
    <w:rsid w:val="00EA485C"/>
    <w:rsid w:val="00EB1593"/>
    <w:rsid w:val="00EB3AC7"/>
    <w:rsid w:val="00EB609F"/>
    <w:rsid w:val="00EC01C1"/>
    <w:rsid w:val="00EC06A8"/>
    <w:rsid w:val="00EC12C8"/>
    <w:rsid w:val="00EC219A"/>
    <w:rsid w:val="00EC2602"/>
    <w:rsid w:val="00EC5BAA"/>
    <w:rsid w:val="00EC5E52"/>
    <w:rsid w:val="00EC626A"/>
    <w:rsid w:val="00EC6717"/>
    <w:rsid w:val="00EC674D"/>
    <w:rsid w:val="00EC6C65"/>
    <w:rsid w:val="00EC74E8"/>
    <w:rsid w:val="00ED072C"/>
    <w:rsid w:val="00ED0AFD"/>
    <w:rsid w:val="00ED13AC"/>
    <w:rsid w:val="00ED169E"/>
    <w:rsid w:val="00ED186C"/>
    <w:rsid w:val="00ED1C4E"/>
    <w:rsid w:val="00ED2237"/>
    <w:rsid w:val="00ED2666"/>
    <w:rsid w:val="00ED35D7"/>
    <w:rsid w:val="00ED3627"/>
    <w:rsid w:val="00ED6127"/>
    <w:rsid w:val="00ED7F51"/>
    <w:rsid w:val="00EE108D"/>
    <w:rsid w:val="00EE149A"/>
    <w:rsid w:val="00EE1744"/>
    <w:rsid w:val="00EE1FEA"/>
    <w:rsid w:val="00EE2D93"/>
    <w:rsid w:val="00EE34E9"/>
    <w:rsid w:val="00EE448F"/>
    <w:rsid w:val="00EE5F74"/>
    <w:rsid w:val="00EE6449"/>
    <w:rsid w:val="00EE7DFD"/>
    <w:rsid w:val="00EF004C"/>
    <w:rsid w:val="00EF0FAD"/>
    <w:rsid w:val="00EF252B"/>
    <w:rsid w:val="00EF4C13"/>
    <w:rsid w:val="00EF4DBD"/>
    <w:rsid w:val="00EF576B"/>
    <w:rsid w:val="00EF6DEF"/>
    <w:rsid w:val="00F00534"/>
    <w:rsid w:val="00F01630"/>
    <w:rsid w:val="00F01726"/>
    <w:rsid w:val="00F019E6"/>
    <w:rsid w:val="00F025AB"/>
    <w:rsid w:val="00F02905"/>
    <w:rsid w:val="00F0400E"/>
    <w:rsid w:val="00F057B4"/>
    <w:rsid w:val="00F10290"/>
    <w:rsid w:val="00F103A6"/>
    <w:rsid w:val="00F11B65"/>
    <w:rsid w:val="00F11DE0"/>
    <w:rsid w:val="00F13250"/>
    <w:rsid w:val="00F1348D"/>
    <w:rsid w:val="00F144BA"/>
    <w:rsid w:val="00F1562E"/>
    <w:rsid w:val="00F16A30"/>
    <w:rsid w:val="00F176FF"/>
    <w:rsid w:val="00F20A4F"/>
    <w:rsid w:val="00F20E71"/>
    <w:rsid w:val="00F21B6E"/>
    <w:rsid w:val="00F22639"/>
    <w:rsid w:val="00F22E27"/>
    <w:rsid w:val="00F24058"/>
    <w:rsid w:val="00F2525E"/>
    <w:rsid w:val="00F26CA2"/>
    <w:rsid w:val="00F2714B"/>
    <w:rsid w:val="00F30917"/>
    <w:rsid w:val="00F3169A"/>
    <w:rsid w:val="00F3179C"/>
    <w:rsid w:val="00F31A92"/>
    <w:rsid w:val="00F31D4A"/>
    <w:rsid w:val="00F331B3"/>
    <w:rsid w:val="00F3334D"/>
    <w:rsid w:val="00F36FCC"/>
    <w:rsid w:val="00F37489"/>
    <w:rsid w:val="00F3780F"/>
    <w:rsid w:val="00F37C69"/>
    <w:rsid w:val="00F37CE2"/>
    <w:rsid w:val="00F4044E"/>
    <w:rsid w:val="00F4068D"/>
    <w:rsid w:val="00F410BA"/>
    <w:rsid w:val="00F44895"/>
    <w:rsid w:val="00F47EA4"/>
    <w:rsid w:val="00F51256"/>
    <w:rsid w:val="00F51297"/>
    <w:rsid w:val="00F52955"/>
    <w:rsid w:val="00F53ABD"/>
    <w:rsid w:val="00F54C67"/>
    <w:rsid w:val="00F55790"/>
    <w:rsid w:val="00F55CB7"/>
    <w:rsid w:val="00F605C7"/>
    <w:rsid w:val="00F60A5F"/>
    <w:rsid w:val="00F60D5B"/>
    <w:rsid w:val="00F616DE"/>
    <w:rsid w:val="00F63326"/>
    <w:rsid w:val="00F63858"/>
    <w:rsid w:val="00F63C55"/>
    <w:rsid w:val="00F665B8"/>
    <w:rsid w:val="00F66B37"/>
    <w:rsid w:val="00F67CEB"/>
    <w:rsid w:val="00F715E9"/>
    <w:rsid w:val="00F72989"/>
    <w:rsid w:val="00F72D70"/>
    <w:rsid w:val="00F73E82"/>
    <w:rsid w:val="00F7593D"/>
    <w:rsid w:val="00F762CC"/>
    <w:rsid w:val="00F76B35"/>
    <w:rsid w:val="00F811CA"/>
    <w:rsid w:val="00F825A6"/>
    <w:rsid w:val="00F8356A"/>
    <w:rsid w:val="00F8364E"/>
    <w:rsid w:val="00F86F7A"/>
    <w:rsid w:val="00F90144"/>
    <w:rsid w:val="00F94049"/>
    <w:rsid w:val="00F954BC"/>
    <w:rsid w:val="00F95FE6"/>
    <w:rsid w:val="00F962B9"/>
    <w:rsid w:val="00F96A70"/>
    <w:rsid w:val="00F97FAA"/>
    <w:rsid w:val="00FA1332"/>
    <w:rsid w:val="00FA141F"/>
    <w:rsid w:val="00FA1437"/>
    <w:rsid w:val="00FA22F6"/>
    <w:rsid w:val="00FA2BAB"/>
    <w:rsid w:val="00FA3671"/>
    <w:rsid w:val="00FA42F7"/>
    <w:rsid w:val="00FA4FC2"/>
    <w:rsid w:val="00FB148C"/>
    <w:rsid w:val="00FB1DA3"/>
    <w:rsid w:val="00FB3758"/>
    <w:rsid w:val="00FB5746"/>
    <w:rsid w:val="00FB7688"/>
    <w:rsid w:val="00FC02D9"/>
    <w:rsid w:val="00FC05E7"/>
    <w:rsid w:val="00FC0E20"/>
    <w:rsid w:val="00FC233A"/>
    <w:rsid w:val="00FC41B5"/>
    <w:rsid w:val="00FC41B6"/>
    <w:rsid w:val="00FC47C9"/>
    <w:rsid w:val="00FC5EFA"/>
    <w:rsid w:val="00FC6B5B"/>
    <w:rsid w:val="00FC6BB1"/>
    <w:rsid w:val="00FC73B6"/>
    <w:rsid w:val="00FD02A2"/>
    <w:rsid w:val="00FD21F1"/>
    <w:rsid w:val="00FD4CC8"/>
    <w:rsid w:val="00FD60D4"/>
    <w:rsid w:val="00FD6462"/>
    <w:rsid w:val="00FD7306"/>
    <w:rsid w:val="00FD7DAC"/>
    <w:rsid w:val="00FE0F6B"/>
    <w:rsid w:val="00FE2FFD"/>
    <w:rsid w:val="00FE3ADA"/>
    <w:rsid w:val="00FE4419"/>
    <w:rsid w:val="00FE538D"/>
    <w:rsid w:val="00FE5EBE"/>
    <w:rsid w:val="00FE7327"/>
    <w:rsid w:val="00FE7CD9"/>
    <w:rsid w:val="00FF092A"/>
    <w:rsid w:val="00FF0BF9"/>
    <w:rsid w:val="00FF180A"/>
    <w:rsid w:val="00FF21C3"/>
    <w:rsid w:val="00FF41A0"/>
    <w:rsid w:val="00FF61DC"/>
    <w:rsid w:val="00FF6506"/>
    <w:rsid w:val="017032A3"/>
    <w:rsid w:val="047A48D4"/>
    <w:rsid w:val="18A62578"/>
    <w:rsid w:val="26731CBA"/>
    <w:rsid w:val="282D5B1C"/>
    <w:rsid w:val="28BE1833"/>
    <w:rsid w:val="2E4F2F2D"/>
    <w:rsid w:val="31DE2F46"/>
    <w:rsid w:val="3A330510"/>
    <w:rsid w:val="3C7121F8"/>
    <w:rsid w:val="45350C77"/>
    <w:rsid w:val="4637647F"/>
    <w:rsid w:val="517A638F"/>
    <w:rsid w:val="56082E78"/>
    <w:rsid w:val="62A23CE5"/>
    <w:rsid w:val="6BD82A45"/>
    <w:rsid w:val="6BFD579B"/>
    <w:rsid w:val="71233EF6"/>
    <w:rsid w:val="73DC3430"/>
    <w:rsid w:val="7E92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C7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autoRedefine/>
    <w:uiPriority w:val="99"/>
    <w:semiHidden/>
    <w:rsid w:val="00312C70"/>
    <w:pPr>
      <w:ind w:leftChars="2500" w:left="100"/>
    </w:pPr>
    <w:rPr>
      <w:kern w:val="0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312C70"/>
    <w:rPr>
      <w:rFonts w:cs="Times New Roman"/>
      <w:sz w:val="24"/>
    </w:rPr>
  </w:style>
  <w:style w:type="paragraph" w:styleId="BalloonText">
    <w:name w:val="Balloon Text"/>
    <w:basedOn w:val="Normal"/>
    <w:link w:val="BalloonTextChar"/>
    <w:autoRedefine/>
    <w:uiPriority w:val="99"/>
    <w:semiHidden/>
    <w:rsid w:val="00312C70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2C70"/>
    <w:rPr>
      <w:rFonts w:cs="Times New Roman"/>
      <w:sz w:val="18"/>
    </w:rPr>
  </w:style>
  <w:style w:type="paragraph" w:styleId="Footer">
    <w:name w:val="footer"/>
    <w:basedOn w:val="Normal"/>
    <w:link w:val="FooterChar"/>
    <w:autoRedefine/>
    <w:uiPriority w:val="99"/>
    <w:rsid w:val="00312C7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2C70"/>
    <w:rPr>
      <w:rFonts w:cs="Times New Roman"/>
      <w:sz w:val="18"/>
    </w:rPr>
  </w:style>
  <w:style w:type="paragraph" w:styleId="Header">
    <w:name w:val="header"/>
    <w:basedOn w:val="Normal"/>
    <w:link w:val="HeaderChar"/>
    <w:autoRedefine/>
    <w:uiPriority w:val="99"/>
    <w:rsid w:val="00312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2C70"/>
    <w:rPr>
      <w:rFonts w:cs="Times New Roman"/>
      <w:sz w:val="18"/>
    </w:rPr>
  </w:style>
  <w:style w:type="paragraph" w:styleId="NormalWeb">
    <w:name w:val="Normal (Web)"/>
    <w:basedOn w:val="Normal"/>
    <w:autoRedefine/>
    <w:uiPriority w:val="99"/>
    <w:semiHidden/>
    <w:rsid w:val="00312C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Hyperlink">
    <w:name w:val="Hyperlink"/>
    <w:basedOn w:val="DefaultParagraphFont"/>
    <w:uiPriority w:val="99"/>
    <w:rsid w:val="00EE7DF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62F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97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164</Words>
  <Characters>939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关于提请研究《2023年度教职工年度考核结果》事项的汇报</dc:title>
  <dc:subject/>
  <dc:creator>Administrator</dc:creator>
  <cp:keywords/>
  <dc:description/>
  <cp:lastModifiedBy>夏福全</cp:lastModifiedBy>
  <cp:revision>2</cp:revision>
  <cp:lastPrinted>2024-04-16T02:54:00Z</cp:lastPrinted>
  <dcterms:created xsi:type="dcterms:W3CDTF">2024-08-27T13:20:00Z</dcterms:created>
  <dcterms:modified xsi:type="dcterms:W3CDTF">2024-08-27T13:20:00Z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0E5095F1D4644D3A9DE77B214F367A4F_12</vt:lpwstr>
  </property>
</Properties>
</file>