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2026E"/>
    <w:p w14:paraId="3053B1C0"/>
    <w:p w14:paraId="469D9D56"/>
    <w:p w14:paraId="481B0992">
      <w:pPr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×××学院</w:t>
      </w:r>
      <w:r>
        <w:rPr>
          <w:rFonts w:ascii="方正小标宋简体" w:eastAsia="方正小标宋简体"/>
          <w:bCs/>
          <w:sz w:val="36"/>
          <w:szCs w:val="36"/>
        </w:rPr>
        <w:t>202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/>
          <w:bCs/>
          <w:sz w:val="36"/>
          <w:szCs w:val="36"/>
        </w:rPr>
        <w:t>年寒假教师研修工作总结</w:t>
      </w:r>
    </w:p>
    <w:p w14:paraId="546B3BB8">
      <w:pPr>
        <w:tabs>
          <w:tab w:val="left" w:pos="2066"/>
        </w:tabs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bCs/>
          <w:sz w:val="28"/>
          <w:szCs w:val="28"/>
        </w:rPr>
        <w:t xml:space="preserve">    </w:t>
      </w:r>
      <w:r>
        <w:rPr>
          <w:rFonts w:ascii="仿宋_GB2312" w:eastAsia="仿宋_GB2312"/>
          <w:bCs/>
          <w:sz w:val="28"/>
          <w:szCs w:val="28"/>
        </w:rPr>
        <w:tab/>
      </w:r>
    </w:p>
    <w:p w14:paraId="327B82C0">
      <w:pPr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为××××××，根据×××××，我院开展了</w:t>
      </w:r>
      <w:r>
        <w:rPr>
          <w:rFonts w:ascii="仿宋_GB2312" w:eastAsia="仿宋_GB2312"/>
          <w:bCs/>
          <w:sz w:val="28"/>
          <w:szCs w:val="28"/>
        </w:rPr>
        <w:t>202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bCs/>
          <w:sz w:val="28"/>
          <w:szCs w:val="28"/>
        </w:rPr>
        <w:t>年寒假教师研修工作，现将有关工作开展情况总结如下。</w:t>
      </w:r>
    </w:p>
    <w:p w14:paraId="13932A6D"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一、工作部署</w:t>
      </w:r>
    </w:p>
    <w:p w14:paraId="07C4C9E3">
      <w:pPr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×××××××</w:t>
      </w:r>
    </w:p>
    <w:p w14:paraId="6070FC69">
      <w:pPr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二、组织研修</w:t>
      </w:r>
    </w:p>
    <w:p w14:paraId="0AE84ADC">
      <w:pPr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×××××</w:t>
      </w:r>
    </w:p>
    <w:p w14:paraId="46A870E6">
      <w:pPr>
        <w:ind w:firstLine="56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三、工作成效</w:t>
      </w:r>
    </w:p>
    <w:p w14:paraId="3A21F6FC">
      <w:pPr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××××××（含典型经验、创新举措、学习收获，形成</w:t>
      </w:r>
      <w:r>
        <w:rPr>
          <w:rFonts w:ascii="仿宋_GB2312" w:eastAsia="仿宋_GB2312"/>
          <w:bCs/>
          <w:sz w:val="28"/>
          <w:szCs w:val="28"/>
        </w:rPr>
        <w:t>1</w:t>
      </w:r>
      <w:r>
        <w:rPr>
          <w:rFonts w:hint="eastAsia" w:ascii="仿宋_GB2312" w:eastAsia="仿宋_GB2312"/>
          <w:bCs/>
          <w:sz w:val="28"/>
          <w:szCs w:val="28"/>
        </w:rPr>
        <w:t>项典型案例）</w:t>
      </w:r>
    </w:p>
    <w:p w14:paraId="6CC852D9">
      <w:pPr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（以上内容仅供参考）</w:t>
      </w:r>
    </w:p>
    <w:p w14:paraId="0979E54D">
      <w:pPr>
        <w:ind w:firstLine="560" w:firstLineChars="200"/>
        <w:rPr>
          <w:rFonts w:ascii="仿宋_GB2312" w:eastAsia="仿宋_GB2312"/>
          <w:sz w:val="28"/>
          <w:szCs w:val="28"/>
        </w:rPr>
      </w:pPr>
    </w:p>
    <w:p w14:paraId="2D6C5152">
      <w:pPr>
        <w:ind w:firstLine="560" w:firstLineChars="200"/>
        <w:rPr>
          <w:rFonts w:ascii="仿宋_GB2312" w:eastAsia="仿宋_GB2312"/>
          <w:sz w:val="28"/>
          <w:szCs w:val="28"/>
        </w:rPr>
      </w:pPr>
    </w:p>
    <w:p w14:paraId="5C516981">
      <w:pPr>
        <w:ind w:right="560" w:firstLine="560" w:firstLineChars="200"/>
        <w:jc w:val="right"/>
        <w:rPr>
          <w:rFonts w:ascii="仿宋_GB2312" w:eastAsia="仿宋_GB2312"/>
          <w:bCs/>
          <w:sz w:val="28"/>
          <w:szCs w:val="28"/>
        </w:rPr>
      </w:pPr>
      <w:bookmarkStart w:id="0" w:name="_GoBack"/>
    </w:p>
    <w:bookmarkEnd w:id="0"/>
    <w:p w14:paraId="19FEA721">
      <w:pPr>
        <w:wordWrap w:val="0"/>
        <w:ind w:right="420" w:firstLine="560" w:firstLineChars="200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×××</w:t>
      </w:r>
      <w:r>
        <w:rPr>
          <w:rFonts w:hint="eastAsia" w:ascii="仿宋_GB2312" w:eastAsia="仿宋_GB2312"/>
          <w:sz w:val="28"/>
          <w:szCs w:val="28"/>
        </w:rPr>
        <w:t>学院</w:t>
      </w:r>
      <w:r>
        <w:rPr>
          <w:rFonts w:ascii="仿宋_GB2312" w:eastAsia="仿宋_GB2312"/>
          <w:sz w:val="28"/>
          <w:szCs w:val="28"/>
        </w:rPr>
        <w:t xml:space="preserve">                    </w:t>
      </w:r>
    </w:p>
    <w:p w14:paraId="6FA31D5E">
      <w:pPr>
        <w:wordWrap w:val="0"/>
        <w:ind w:right="560" w:firstLine="2940" w:firstLineChars="10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（负责人签字盖章）：</w:t>
      </w:r>
      <w:r>
        <w:rPr>
          <w:rFonts w:ascii="仿宋_GB2312" w:eastAsia="仿宋_GB2312"/>
          <w:sz w:val="28"/>
          <w:szCs w:val="28"/>
        </w:rPr>
        <w:t xml:space="preserve">           </w:t>
      </w:r>
    </w:p>
    <w:p w14:paraId="2049B5DD">
      <w:pPr>
        <w:ind w:firstLine="560" w:firstLineChars="20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X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>X</w:t>
      </w:r>
      <w:r>
        <w:rPr>
          <w:rFonts w:hint="eastAsia" w:ascii="仿宋_GB2312" w:eastAsia="仿宋_GB2312"/>
          <w:sz w:val="28"/>
          <w:szCs w:val="28"/>
        </w:rPr>
        <w:t>日</w:t>
      </w:r>
    </w:p>
    <w:p w14:paraId="5252A4C8">
      <w:pPr>
        <w:wordWrap w:val="0"/>
        <w:ind w:firstLine="420" w:firstLineChars="200"/>
        <w:jc w:val="right"/>
      </w:pPr>
    </w:p>
    <w:p w14:paraId="40C9F754">
      <w:pPr>
        <w:wordWrap w:val="0"/>
        <w:ind w:firstLine="420" w:firstLineChars="200"/>
        <w:jc w:val="righ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F913A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A48"/>
    <w:rsid w:val="00010246"/>
    <w:rsid w:val="00011BBD"/>
    <w:rsid w:val="00025A48"/>
    <w:rsid w:val="00040F14"/>
    <w:rsid w:val="00055B71"/>
    <w:rsid w:val="0006375D"/>
    <w:rsid w:val="000771B9"/>
    <w:rsid w:val="000774E2"/>
    <w:rsid w:val="00077A75"/>
    <w:rsid w:val="00091C77"/>
    <w:rsid w:val="000A1266"/>
    <w:rsid w:val="000B38D0"/>
    <w:rsid w:val="000B5C31"/>
    <w:rsid w:val="000C2470"/>
    <w:rsid w:val="000D1927"/>
    <w:rsid w:val="00131A2C"/>
    <w:rsid w:val="00170111"/>
    <w:rsid w:val="00170470"/>
    <w:rsid w:val="001A10A2"/>
    <w:rsid w:val="001B22F6"/>
    <w:rsid w:val="001F3D12"/>
    <w:rsid w:val="001F4AB9"/>
    <w:rsid w:val="00202BC5"/>
    <w:rsid w:val="002254BE"/>
    <w:rsid w:val="00227BAA"/>
    <w:rsid w:val="002637B1"/>
    <w:rsid w:val="002863F4"/>
    <w:rsid w:val="002A111A"/>
    <w:rsid w:val="002B3C22"/>
    <w:rsid w:val="002D5978"/>
    <w:rsid w:val="00317DCE"/>
    <w:rsid w:val="0033248C"/>
    <w:rsid w:val="00345D6F"/>
    <w:rsid w:val="00346FF6"/>
    <w:rsid w:val="00367B28"/>
    <w:rsid w:val="00375204"/>
    <w:rsid w:val="00386E21"/>
    <w:rsid w:val="003B7D43"/>
    <w:rsid w:val="003E5D58"/>
    <w:rsid w:val="003E76B8"/>
    <w:rsid w:val="003F048D"/>
    <w:rsid w:val="0042050C"/>
    <w:rsid w:val="00420865"/>
    <w:rsid w:val="00422F7D"/>
    <w:rsid w:val="004238DB"/>
    <w:rsid w:val="004262C1"/>
    <w:rsid w:val="00432143"/>
    <w:rsid w:val="00444D93"/>
    <w:rsid w:val="0044568A"/>
    <w:rsid w:val="0048732B"/>
    <w:rsid w:val="004A5833"/>
    <w:rsid w:val="004A5E1B"/>
    <w:rsid w:val="004D2220"/>
    <w:rsid w:val="004D7E15"/>
    <w:rsid w:val="004E2BA5"/>
    <w:rsid w:val="004F3D38"/>
    <w:rsid w:val="004F3D92"/>
    <w:rsid w:val="00511F13"/>
    <w:rsid w:val="005172C6"/>
    <w:rsid w:val="005179F7"/>
    <w:rsid w:val="00526A84"/>
    <w:rsid w:val="00546980"/>
    <w:rsid w:val="00554BDF"/>
    <w:rsid w:val="00554FD5"/>
    <w:rsid w:val="00580A9F"/>
    <w:rsid w:val="005C24D1"/>
    <w:rsid w:val="00652429"/>
    <w:rsid w:val="00653553"/>
    <w:rsid w:val="00667ED5"/>
    <w:rsid w:val="00687D61"/>
    <w:rsid w:val="00695D99"/>
    <w:rsid w:val="006A3D2F"/>
    <w:rsid w:val="00705FAC"/>
    <w:rsid w:val="00732309"/>
    <w:rsid w:val="007627CD"/>
    <w:rsid w:val="0078115C"/>
    <w:rsid w:val="00784198"/>
    <w:rsid w:val="007933A0"/>
    <w:rsid w:val="0079382D"/>
    <w:rsid w:val="007E1CAD"/>
    <w:rsid w:val="007F0522"/>
    <w:rsid w:val="007F2578"/>
    <w:rsid w:val="008017F0"/>
    <w:rsid w:val="00805A0A"/>
    <w:rsid w:val="0088551A"/>
    <w:rsid w:val="00886000"/>
    <w:rsid w:val="008A4561"/>
    <w:rsid w:val="008C214C"/>
    <w:rsid w:val="008E7520"/>
    <w:rsid w:val="008E7A5E"/>
    <w:rsid w:val="009123E0"/>
    <w:rsid w:val="00913DE9"/>
    <w:rsid w:val="009318FA"/>
    <w:rsid w:val="009805D2"/>
    <w:rsid w:val="00987C82"/>
    <w:rsid w:val="009B1EDE"/>
    <w:rsid w:val="009D6286"/>
    <w:rsid w:val="009E141C"/>
    <w:rsid w:val="00A51FD5"/>
    <w:rsid w:val="00B011DC"/>
    <w:rsid w:val="00B14FFE"/>
    <w:rsid w:val="00B16AAC"/>
    <w:rsid w:val="00B25A2E"/>
    <w:rsid w:val="00B45804"/>
    <w:rsid w:val="00B5078A"/>
    <w:rsid w:val="00BB2A3D"/>
    <w:rsid w:val="00BF1D9E"/>
    <w:rsid w:val="00C064C8"/>
    <w:rsid w:val="00C07B71"/>
    <w:rsid w:val="00C1196E"/>
    <w:rsid w:val="00C4093F"/>
    <w:rsid w:val="00C73273"/>
    <w:rsid w:val="00C75A58"/>
    <w:rsid w:val="00C77B67"/>
    <w:rsid w:val="00C87BCA"/>
    <w:rsid w:val="00C9629D"/>
    <w:rsid w:val="00CC2206"/>
    <w:rsid w:val="00CF25EE"/>
    <w:rsid w:val="00CF5479"/>
    <w:rsid w:val="00D35D17"/>
    <w:rsid w:val="00D65B56"/>
    <w:rsid w:val="00D908BC"/>
    <w:rsid w:val="00DB47E5"/>
    <w:rsid w:val="00DD5FB7"/>
    <w:rsid w:val="00E01082"/>
    <w:rsid w:val="00E01924"/>
    <w:rsid w:val="00E16A78"/>
    <w:rsid w:val="00E3380B"/>
    <w:rsid w:val="00E3455F"/>
    <w:rsid w:val="00E4504F"/>
    <w:rsid w:val="00E8393F"/>
    <w:rsid w:val="00E9204C"/>
    <w:rsid w:val="00EB2A86"/>
    <w:rsid w:val="00EB79B2"/>
    <w:rsid w:val="00EC0D03"/>
    <w:rsid w:val="00EC6DA4"/>
    <w:rsid w:val="00EF54C8"/>
    <w:rsid w:val="00EF7594"/>
    <w:rsid w:val="00F40F38"/>
    <w:rsid w:val="00F468D5"/>
    <w:rsid w:val="00F61D6B"/>
    <w:rsid w:val="00F8531F"/>
    <w:rsid w:val="00FA5085"/>
    <w:rsid w:val="00FB1F73"/>
    <w:rsid w:val="1712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cs="Times New Roman"/>
      <w:sz w:val="18"/>
    </w:rPr>
  </w:style>
  <w:style w:type="character" w:customStyle="1" w:styleId="8">
    <w:name w:val="Footer Char"/>
    <w:basedOn w:val="5"/>
    <w:link w:val="2"/>
    <w:semiHidden/>
    <w:qFormat/>
    <w:locked/>
    <w:uiPriority w:val="99"/>
    <w:rPr>
      <w:rFonts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Organization</Company>
  <Pages>1</Pages>
  <Words>157</Words>
  <Characters>166</Characters>
  <Lines>0</Lines>
  <Paragraphs>0</Paragraphs>
  <TotalTime>0</TotalTime>
  <ScaleCrop>false</ScaleCrop>
  <LinksUpToDate>false</LinksUpToDate>
  <CharactersWithSpaces>208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2024-02-07T01:07:00Z</dcterms:created>
  <dc:creator>Windows 用户</dc:creator>
  <cp:lastModifiedBy>paper  paper  paper</cp:lastModifiedBy>
  <dcterms:modified xsi:type="dcterms:W3CDTF">2025-01-25T07:23:46Z</dcterms:modified>
  <dc:title>XXX学院师德师风专项治理活动调研报告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eyJoZGlkIjoiN2ZkNzNjMzFhNTQ1MTYwNzk4OTJlMDliN2RmNmZiOWIiLCJ1c2VySWQiOiIyNzg0NTEyMjEifQ==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E023AAA958414855B7F3581EE8013322_12</vt:lpwstr>
  </property>
</Properties>
</file>