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08B84">
      <w:pPr>
        <w:widowControl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蚌埠学院教案编写的参考模板</w:t>
      </w:r>
    </w:p>
    <w:p w14:paraId="18D0C474">
      <w:pPr>
        <w:spacing w:line="360" w:lineRule="auto"/>
        <w:jc w:val="left"/>
        <w:rPr>
          <w:rFonts w:ascii="仿宋_GB2312" w:hAnsi="宋体" w:eastAsia="仿宋_GB2312" w:cs="宋体"/>
          <w:sz w:val="32"/>
          <w:szCs w:val="32"/>
        </w:rPr>
      </w:pPr>
    </w:p>
    <w:p w14:paraId="513F9CCE">
      <w:pPr>
        <w:jc w:val="center"/>
        <w:rPr>
          <w:rFonts w:ascii="黑体" w:eastAsia="黑体"/>
          <w:spacing w:val="20"/>
          <w:sz w:val="72"/>
          <w:szCs w:val="72"/>
        </w:rPr>
      </w:pPr>
      <w:r>
        <w:pict>
          <v:group id="Group 4" o:spid="_x0000_s1026" o:spt="203" style="position:absolute;left:0pt;margin-left:80.35pt;margin-top:29.15pt;height:71.45pt;width:295.1pt;z-index:-251657216;mso-width-relative:page;mso-height-relative:page;" coordsize="4736,1146">
            <o:lock v:ext="edit" aspectratio="t"/>
            <v:shape id="Picture 5" o:spid="_x0000_s1027" o:spt="75" type="#_x0000_t75" style="position:absolute;left:0;top:0;height:1146;width:1157;" filled="f" o:preferrelative="t" stroked="f" coordsize="21600,21600">
              <v:path/>
              <v:fill on="f" focussize="0,0"/>
              <v:stroke on="f" joinstyle="miter"/>
              <v:imagedata r:id="rId4" gain="93623f" blacklevel="-5243f" o:title=""/>
              <o:lock v:ext="edit" aspectratio="t"/>
            </v:shape>
            <v:shape id="Picture 6" o:spid="_x0000_s1028" o:spt="75" type="#_x0000_t75" style="position:absolute;left:1289;top:53;height:953;width:3447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</v:group>
        </w:pict>
      </w:r>
    </w:p>
    <w:p w14:paraId="14E5818B">
      <w:pPr>
        <w:rPr>
          <w:rFonts w:ascii="黑体" w:eastAsia="黑体"/>
          <w:spacing w:val="20"/>
          <w:sz w:val="72"/>
          <w:szCs w:val="72"/>
        </w:rPr>
      </w:pPr>
    </w:p>
    <w:p w14:paraId="09EE9870">
      <w:pPr>
        <w:jc w:val="center"/>
        <w:rPr>
          <w:rFonts w:ascii="黑体" w:eastAsia="黑体"/>
          <w:bCs/>
          <w:sz w:val="72"/>
          <w:szCs w:val="72"/>
        </w:rPr>
      </w:pPr>
    </w:p>
    <w:p w14:paraId="6885E937">
      <w:pPr>
        <w:jc w:val="center"/>
        <w:rPr>
          <w:rFonts w:ascii="黑体" w:hAnsi="宋体" w:eastAsia="黑体"/>
          <w:b/>
          <w:sz w:val="84"/>
          <w:szCs w:val="84"/>
        </w:rPr>
      </w:pPr>
      <w:r>
        <w:rPr>
          <w:rFonts w:hint="eastAsia" w:ascii="黑体" w:hAnsi="宋体" w:eastAsia="黑体"/>
          <w:b/>
          <w:sz w:val="84"/>
          <w:szCs w:val="84"/>
        </w:rPr>
        <w:t>教</w:t>
      </w:r>
      <w:r>
        <w:rPr>
          <w:rFonts w:ascii="黑体" w:hAnsi="宋体" w:eastAsia="黑体"/>
          <w:b/>
          <w:sz w:val="84"/>
          <w:szCs w:val="84"/>
        </w:rPr>
        <w:t xml:space="preserve">  </w:t>
      </w:r>
      <w:r>
        <w:rPr>
          <w:rFonts w:hint="eastAsia" w:ascii="黑体" w:hAnsi="宋体" w:eastAsia="黑体"/>
          <w:b/>
          <w:sz w:val="84"/>
          <w:szCs w:val="84"/>
        </w:rPr>
        <w:t>案</w:t>
      </w:r>
    </w:p>
    <w:p w14:paraId="716F636F">
      <w:pPr>
        <w:jc w:val="center"/>
        <w:rPr>
          <w:rFonts w:ascii="黑体" w:eastAsia="黑体"/>
          <w:sz w:val="30"/>
          <w:szCs w:val="30"/>
          <w:u w:val="single"/>
        </w:rPr>
      </w:pPr>
    </w:p>
    <w:p w14:paraId="2B7AC243">
      <w:pPr>
        <w:jc w:val="center"/>
        <w:rPr>
          <w:rFonts w:ascii="黑体" w:eastAsia="黑体"/>
          <w:sz w:val="30"/>
          <w:szCs w:val="30"/>
          <w:u w:val="single"/>
        </w:rPr>
      </w:pPr>
    </w:p>
    <w:p w14:paraId="5D9E378F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  <w:u w:val="single"/>
        </w:rPr>
        <w:t>20</w:t>
      </w:r>
      <w:r>
        <w:rPr>
          <w:rFonts w:ascii="黑体" w:hAnsi="黑体" w:eastAsia="黑体"/>
          <w:sz w:val="30"/>
          <w:szCs w:val="30"/>
          <w:u w:val="single"/>
        </w:rPr>
        <w:t>2</w:t>
      </w:r>
      <w:r>
        <w:rPr>
          <w:rFonts w:hint="eastAsia" w:ascii="黑体" w:hAnsi="黑体" w:eastAsia="黑体"/>
          <w:sz w:val="30"/>
          <w:szCs w:val="30"/>
          <w:u w:val="single"/>
          <w:lang w:val="en-US" w:eastAsia="zh-CN"/>
        </w:rPr>
        <w:t>5</w:t>
      </w:r>
      <w:r>
        <w:rPr>
          <w:rFonts w:ascii="黑体" w:eastAsia="黑体"/>
          <w:sz w:val="30"/>
          <w:szCs w:val="30"/>
          <w:u w:val="single"/>
        </w:rPr>
        <w:t>—20</w:t>
      </w:r>
      <w:r>
        <w:rPr>
          <w:rFonts w:ascii="黑体" w:hAnsi="黑体" w:eastAsia="黑体"/>
          <w:sz w:val="30"/>
          <w:szCs w:val="30"/>
          <w:u w:val="single"/>
        </w:rPr>
        <w:t>2</w:t>
      </w:r>
      <w:r>
        <w:rPr>
          <w:rFonts w:hint="eastAsia" w:ascii="黑体" w:hAnsi="黑体" w:eastAsia="黑体"/>
          <w:sz w:val="30"/>
          <w:szCs w:val="30"/>
          <w:u w:val="single"/>
          <w:lang w:val="en-US" w:eastAsia="zh-CN"/>
        </w:rPr>
        <w:t>6</w:t>
      </w: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>学年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第</w:t>
      </w:r>
      <w:r>
        <w:rPr>
          <w:rFonts w:hint="eastAsia" w:ascii="黑体" w:hAnsi="黑体" w:eastAsia="黑体"/>
          <w:sz w:val="30"/>
          <w:szCs w:val="30"/>
          <w:u w:val="single"/>
        </w:rPr>
        <w:t>一</w:t>
      </w:r>
      <w:r>
        <w:rPr>
          <w:rFonts w:hint="eastAsia" w:ascii="黑体" w:eastAsia="黑体"/>
          <w:sz w:val="30"/>
          <w:szCs w:val="30"/>
        </w:rPr>
        <w:t>学期</w:t>
      </w:r>
    </w:p>
    <w:p w14:paraId="30751CBA">
      <w:pPr>
        <w:jc w:val="left"/>
        <w:rPr>
          <w:rFonts w:ascii="黑体" w:eastAsia="黑体"/>
          <w:sz w:val="30"/>
          <w:szCs w:val="30"/>
        </w:rPr>
      </w:pPr>
    </w:p>
    <w:p w14:paraId="00E59013">
      <w:pPr>
        <w:spacing w:line="600" w:lineRule="exact"/>
        <w:ind w:firstLine="1620" w:firstLineChars="54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课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程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名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称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××××</w:t>
      </w:r>
    </w:p>
    <w:p w14:paraId="19B9B910">
      <w:pPr>
        <w:spacing w:line="600" w:lineRule="exact"/>
        <w:ind w:firstLine="1620" w:firstLineChars="54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课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程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代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码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××××</w:t>
      </w:r>
    </w:p>
    <w:p w14:paraId="635E882A">
      <w:pPr>
        <w:spacing w:line="600" w:lineRule="exact"/>
        <w:ind w:firstLine="1650" w:firstLineChars="55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课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程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类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型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必修课</w:t>
      </w:r>
    </w:p>
    <w:p w14:paraId="41CF495B">
      <w:pPr>
        <w:spacing w:line="600" w:lineRule="exact"/>
        <w:ind w:firstLine="1620" w:firstLineChars="54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总学时</w:t>
      </w:r>
      <w:r>
        <w:rPr>
          <w:rFonts w:ascii="黑体" w:eastAsia="黑体"/>
          <w:sz w:val="30"/>
          <w:szCs w:val="30"/>
        </w:rPr>
        <w:t>(</w:t>
      </w:r>
      <w:r>
        <w:rPr>
          <w:rFonts w:hint="eastAsia" w:ascii="黑体" w:eastAsia="黑体"/>
          <w:sz w:val="30"/>
          <w:szCs w:val="30"/>
        </w:rPr>
        <w:t>周学时</w:t>
      </w:r>
      <w:r>
        <w:rPr>
          <w:rFonts w:ascii="黑体" w:eastAsia="黑体"/>
          <w:sz w:val="30"/>
          <w:szCs w:val="30"/>
        </w:rPr>
        <w:t>)48</w:t>
      </w:r>
    </w:p>
    <w:p w14:paraId="15142E4F">
      <w:pPr>
        <w:spacing w:line="600" w:lineRule="exact"/>
        <w:ind w:firstLine="1620" w:firstLineChars="54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教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材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名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称《××××》</w:t>
      </w:r>
    </w:p>
    <w:p w14:paraId="58F56562">
      <w:pPr>
        <w:spacing w:line="600" w:lineRule="exact"/>
        <w:ind w:firstLine="1620" w:firstLineChars="54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适用班级</w:t>
      </w:r>
      <w:r>
        <w:rPr>
          <w:rFonts w:ascii="黑体" w:eastAsia="黑体"/>
          <w:sz w:val="30"/>
          <w:szCs w:val="30"/>
        </w:rPr>
        <w:t>(</w:t>
      </w:r>
      <w:r>
        <w:rPr>
          <w:rFonts w:hint="eastAsia" w:ascii="黑体" w:eastAsia="黑体"/>
          <w:sz w:val="30"/>
          <w:szCs w:val="30"/>
        </w:rPr>
        <w:t>专业</w:t>
      </w:r>
      <w:r>
        <w:rPr>
          <w:rFonts w:ascii="黑体" w:eastAsia="黑体"/>
          <w:sz w:val="30"/>
          <w:szCs w:val="30"/>
        </w:rPr>
        <w:t xml:space="preserve">) </w:t>
      </w:r>
      <w:r>
        <w:rPr>
          <w:rFonts w:hint="eastAsia" w:ascii="黑体" w:eastAsia="黑体"/>
          <w:sz w:val="30"/>
          <w:szCs w:val="30"/>
        </w:rPr>
        <w:t>××××</w:t>
      </w:r>
    </w:p>
    <w:p w14:paraId="5C280F4F">
      <w:pPr>
        <w:spacing w:line="600" w:lineRule="exact"/>
        <w:ind w:firstLine="1620" w:firstLineChars="54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授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课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教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师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×××</w:t>
      </w:r>
    </w:p>
    <w:p w14:paraId="2B41F0A8">
      <w:pPr>
        <w:spacing w:line="600" w:lineRule="exact"/>
        <w:ind w:firstLine="1620" w:firstLineChars="54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z w:val="30"/>
          <w:szCs w:val="30"/>
        </w:rPr>
        <w:t>所在学院（部）×××××</w:t>
      </w:r>
    </w:p>
    <w:p w14:paraId="673F2BF1">
      <w:pPr>
        <w:spacing w:line="360" w:lineRule="auto"/>
        <w:rPr>
          <w:b/>
          <w:sz w:val="24"/>
        </w:rPr>
      </w:pPr>
      <w:r>
        <w:rPr>
          <w:b/>
          <w:sz w:val="24"/>
        </w:rPr>
        <w:br w:type="page"/>
      </w:r>
      <w:r>
        <w:rPr>
          <w:rFonts w:hint="eastAsia"/>
          <w:b/>
          <w:sz w:val="24"/>
        </w:rPr>
        <w:t>教学单元教案模板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239"/>
        <w:gridCol w:w="1216"/>
        <w:gridCol w:w="1620"/>
        <w:gridCol w:w="900"/>
        <w:gridCol w:w="1034"/>
      </w:tblGrid>
      <w:tr w14:paraId="44A3A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513" w:type="dxa"/>
            <w:vAlign w:val="center"/>
          </w:tcPr>
          <w:p w14:paraId="5CE16E7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2239" w:type="dxa"/>
            <w:vAlign w:val="center"/>
          </w:tcPr>
          <w:p w14:paraId="11E51A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BEEDAE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授课时间</w:t>
            </w:r>
          </w:p>
        </w:tc>
        <w:tc>
          <w:tcPr>
            <w:tcW w:w="3554" w:type="dxa"/>
            <w:gridSpan w:val="3"/>
            <w:vAlign w:val="center"/>
          </w:tcPr>
          <w:p w14:paraId="4FFA987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60793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513" w:type="dxa"/>
            <w:vAlign w:val="center"/>
          </w:tcPr>
          <w:p w14:paraId="3DA5A2D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章节</w:t>
            </w:r>
          </w:p>
          <w:p w14:paraId="7668FD7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7009" w:type="dxa"/>
            <w:gridSpan w:val="5"/>
            <w:vAlign w:val="center"/>
          </w:tcPr>
          <w:p w14:paraId="7753793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40D3E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513" w:type="dxa"/>
            <w:vAlign w:val="center"/>
          </w:tcPr>
          <w:p w14:paraId="5E1479A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</w:t>
            </w:r>
          </w:p>
          <w:p w14:paraId="232277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5075" w:type="dxa"/>
            <w:gridSpan w:val="3"/>
            <w:vAlign w:val="center"/>
          </w:tcPr>
          <w:p w14:paraId="444B0A3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理论课（√）、实验课（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）、上机（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6707568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线上教学（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）、其他方式（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900" w:type="dxa"/>
            <w:vAlign w:val="center"/>
          </w:tcPr>
          <w:p w14:paraId="3DA45EE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14:paraId="279EC3F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时数</w:t>
            </w:r>
          </w:p>
        </w:tc>
        <w:tc>
          <w:tcPr>
            <w:tcW w:w="1034" w:type="dxa"/>
            <w:vAlign w:val="center"/>
          </w:tcPr>
          <w:p w14:paraId="18FAE10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5EAF8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513" w:type="dxa"/>
            <w:vAlign w:val="center"/>
          </w:tcPr>
          <w:p w14:paraId="2A41464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教学目的</w:t>
            </w:r>
          </w:p>
          <w:p w14:paraId="568979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和要求</w:t>
            </w:r>
          </w:p>
        </w:tc>
        <w:tc>
          <w:tcPr>
            <w:tcW w:w="7009" w:type="dxa"/>
            <w:gridSpan w:val="5"/>
            <w:vAlign w:val="center"/>
          </w:tcPr>
          <w:p w14:paraId="4C6BD4E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47916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513" w:type="dxa"/>
            <w:vAlign w:val="center"/>
          </w:tcPr>
          <w:p w14:paraId="6785BAB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14:paraId="163AB73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重点</w:t>
            </w:r>
          </w:p>
          <w:p w14:paraId="3DAF2D3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难点</w:t>
            </w:r>
          </w:p>
        </w:tc>
        <w:tc>
          <w:tcPr>
            <w:tcW w:w="7009" w:type="dxa"/>
            <w:gridSpan w:val="5"/>
            <w:vAlign w:val="center"/>
          </w:tcPr>
          <w:p w14:paraId="7A26CC0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3CA07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513" w:type="dxa"/>
            <w:vAlign w:val="center"/>
          </w:tcPr>
          <w:p w14:paraId="0A56F7E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创新创业</w:t>
            </w:r>
          </w:p>
          <w:p w14:paraId="680E2F0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教育内容</w:t>
            </w:r>
          </w:p>
        </w:tc>
        <w:tc>
          <w:tcPr>
            <w:tcW w:w="7009" w:type="dxa"/>
            <w:gridSpan w:val="5"/>
            <w:vAlign w:val="center"/>
          </w:tcPr>
          <w:p w14:paraId="3AE187A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14:paraId="61BF0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1513" w:type="dxa"/>
            <w:vAlign w:val="center"/>
          </w:tcPr>
          <w:p w14:paraId="137AAD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思想政治、</w:t>
            </w:r>
          </w:p>
          <w:p w14:paraId="707BBA5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社会责任</w:t>
            </w:r>
          </w:p>
          <w:p w14:paraId="4753A0F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教育内容</w:t>
            </w:r>
          </w:p>
        </w:tc>
        <w:tc>
          <w:tcPr>
            <w:tcW w:w="7009" w:type="dxa"/>
            <w:gridSpan w:val="5"/>
            <w:vAlign w:val="center"/>
          </w:tcPr>
          <w:p w14:paraId="7350816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14:paraId="7F30B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513" w:type="dxa"/>
            <w:vAlign w:val="center"/>
          </w:tcPr>
          <w:p w14:paraId="34BF9D4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14:paraId="4FE11CB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方法</w:t>
            </w:r>
          </w:p>
        </w:tc>
        <w:tc>
          <w:tcPr>
            <w:tcW w:w="7009" w:type="dxa"/>
            <w:gridSpan w:val="5"/>
            <w:vAlign w:val="center"/>
          </w:tcPr>
          <w:p w14:paraId="594AAA1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68AD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513" w:type="dxa"/>
            <w:vAlign w:val="center"/>
          </w:tcPr>
          <w:p w14:paraId="395F029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讨论</w:t>
            </w:r>
          </w:p>
          <w:p w14:paraId="39BDE36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练习</w:t>
            </w:r>
          </w:p>
          <w:p w14:paraId="5429C04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作业</w:t>
            </w:r>
          </w:p>
        </w:tc>
        <w:tc>
          <w:tcPr>
            <w:tcW w:w="7009" w:type="dxa"/>
            <w:gridSpan w:val="5"/>
            <w:vAlign w:val="center"/>
          </w:tcPr>
          <w:p w14:paraId="1DBED83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5FE3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513" w:type="dxa"/>
            <w:vAlign w:val="center"/>
          </w:tcPr>
          <w:p w14:paraId="649BA4E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14:paraId="623F54E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后记</w:t>
            </w:r>
          </w:p>
        </w:tc>
        <w:tc>
          <w:tcPr>
            <w:tcW w:w="7009" w:type="dxa"/>
            <w:gridSpan w:val="5"/>
            <w:vAlign w:val="center"/>
          </w:tcPr>
          <w:p w14:paraId="53B1531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344CC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1513" w:type="dxa"/>
            <w:vAlign w:val="center"/>
          </w:tcPr>
          <w:p w14:paraId="3036D03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教学内容</w:t>
            </w:r>
          </w:p>
          <w:p w14:paraId="74CF5D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要点</w:t>
            </w:r>
          </w:p>
        </w:tc>
        <w:tc>
          <w:tcPr>
            <w:tcW w:w="7009" w:type="dxa"/>
            <w:gridSpan w:val="5"/>
            <w:vAlign w:val="center"/>
          </w:tcPr>
          <w:p w14:paraId="4C05031B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E141906">
      <w:pPr>
        <w:spacing w:line="360" w:lineRule="auto"/>
        <w:rPr>
          <w:rFonts w:ascii="仿宋_GB2312" w:hAnsi="宋体" w:eastAsia="仿宋_GB2312" w:cs="Arial"/>
          <w:sz w:val="28"/>
          <w:szCs w:val="28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c1MTA2MjU3ODgzMDhkMzE0ZTU0MjU4NGU4NDljNDMifQ=="/>
  </w:docVars>
  <w:rsids>
    <w:rsidRoot w:val="00400EDA"/>
    <w:rsid w:val="000065E4"/>
    <w:rsid w:val="00014119"/>
    <w:rsid w:val="0002196C"/>
    <w:rsid w:val="0002427B"/>
    <w:rsid w:val="00042A65"/>
    <w:rsid w:val="00045567"/>
    <w:rsid w:val="00051259"/>
    <w:rsid w:val="00062EFE"/>
    <w:rsid w:val="000676B6"/>
    <w:rsid w:val="00067810"/>
    <w:rsid w:val="000711FE"/>
    <w:rsid w:val="00091A85"/>
    <w:rsid w:val="00092A2F"/>
    <w:rsid w:val="000930D0"/>
    <w:rsid w:val="00094029"/>
    <w:rsid w:val="00097DDD"/>
    <w:rsid w:val="000A692B"/>
    <w:rsid w:val="000D1278"/>
    <w:rsid w:val="000D4BF0"/>
    <w:rsid w:val="000D5623"/>
    <w:rsid w:val="000D7403"/>
    <w:rsid w:val="001043C8"/>
    <w:rsid w:val="00104DA2"/>
    <w:rsid w:val="00112EB3"/>
    <w:rsid w:val="00127814"/>
    <w:rsid w:val="00134530"/>
    <w:rsid w:val="00146AC5"/>
    <w:rsid w:val="00160E8D"/>
    <w:rsid w:val="001615A8"/>
    <w:rsid w:val="00165493"/>
    <w:rsid w:val="001A5CB9"/>
    <w:rsid w:val="001A7185"/>
    <w:rsid w:val="001B0DA8"/>
    <w:rsid w:val="001B12A9"/>
    <w:rsid w:val="001B1340"/>
    <w:rsid w:val="001B46D8"/>
    <w:rsid w:val="001C012D"/>
    <w:rsid w:val="001C253A"/>
    <w:rsid w:val="001C272C"/>
    <w:rsid w:val="001C4124"/>
    <w:rsid w:val="001C5E56"/>
    <w:rsid w:val="001C725C"/>
    <w:rsid w:val="001E269C"/>
    <w:rsid w:val="001E3520"/>
    <w:rsid w:val="001E6363"/>
    <w:rsid w:val="001F6D8A"/>
    <w:rsid w:val="00207268"/>
    <w:rsid w:val="00210AB4"/>
    <w:rsid w:val="00211ADA"/>
    <w:rsid w:val="00213121"/>
    <w:rsid w:val="002219D8"/>
    <w:rsid w:val="00233190"/>
    <w:rsid w:val="00235027"/>
    <w:rsid w:val="00241EB2"/>
    <w:rsid w:val="00255DEA"/>
    <w:rsid w:val="002576B1"/>
    <w:rsid w:val="00271441"/>
    <w:rsid w:val="002948AE"/>
    <w:rsid w:val="00295EBE"/>
    <w:rsid w:val="002B4792"/>
    <w:rsid w:val="002B649F"/>
    <w:rsid w:val="002B6F2E"/>
    <w:rsid w:val="002C33E8"/>
    <w:rsid w:val="002D2F16"/>
    <w:rsid w:val="002D6DC3"/>
    <w:rsid w:val="00306B07"/>
    <w:rsid w:val="00313925"/>
    <w:rsid w:val="003205DD"/>
    <w:rsid w:val="00321771"/>
    <w:rsid w:val="00322971"/>
    <w:rsid w:val="00323F88"/>
    <w:rsid w:val="003367E0"/>
    <w:rsid w:val="003379DF"/>
    <w:rsid w:val="00342CD1"/>
    <w:rsid w:val="00344E3C"/>
    <w:rsid w:val="00366F97"/>
    <w:rsid w:val="003708B7"/>
    <w:rsid w:val="0037099C"/>
    <w:rsid w:val="00373BCF"/>
    <w:rsid w:val="003772DD"/>
    <w:rsid w:val="00382594"/>
    <w:rsid w:val="003A1CCC"/>
    <w:rsid w:val="003A2688"/>
    <w:rsid w:val="003A403F"/>
    <w:rsid w:val="003B0B24"/>
    <w:rsid w:val="003C42B9"/>
    <w:rsid w:val="003C645C"/>
    <w:rsid w:val="003D39AC"/>
    <w:rsid w:val="003D450D"/>
    <w:rsid w:val="003D45FA"/>
    <w:rsid w:val="003D62AF"/>
    <w:rsid w:val="003E0330"/>
    <w:rsid w:val="003E5ACD"/>
    <w:rsid w:val="00400E66"/>
    <w:rsid w:val="00400EDA"/>
    <w:rsid w:val="00424FE3"/>
    <w:rsid w:val="0043020C"/>
    <w:rsid w:val="00435863"/>
    <w:rsid w:val="0043750E"/>
    <w:rsid w:val="00437EED"/>
    <w:rsid w:val="0044081C"/>
    <w:rsid w:val="004523A6"/>
    <w:rsid w:val="00463131"/>
    <w:rsid w:val="00467E58"/>
    <w:rsid w:val="00482A91"/>
    <w:rsid w:val="00486054"/>
    <w:rsid w:val="004920E2"/>
    <w:rsid w:val="00492EE3"/>
    <w:rsid w:val="004A00DE"/>
    <w:rsid w:val="004A7B6E"/>
    <w:rsid w:val="004B62FF"/>
    <w:rsid w:val="00501E25"/>
    <w:rsid w:val="00506E3F"/>
    <w:rsid w:val="00510D36"/>
    <w:rsid w:val="00511098"/>
    <w:rsid w:val="00521B6B"/>
    <w:rsid w:val="00530125"/>
    <w:rsid w:val="00534F32"/>
    <w:rsid w:val="005373CD"/>
    <w:rsid w:val="00543217"/>
    <w:rsid w:val="005440B2"/>
    <w:rsid w:val="0055414F"/>
    <w:rsid w:val="00574F7A"/>
    <w:rsid w:val="005A215D"/>
    <w:rsid w:val="005B0776"/>
    <w:rsid w:val="005B18CF"/>
    <w:rsid w:val="005B2370"/>
    <w:rsid w:val="005B590E"/>
    <w:rsid w:val="005B6649"/>
    <w:rsid w:val="005E3C06"/>
    <w:rsid w:val="005E3D32"/>
    <w:rsid w:val="005E5774"/>
    <w:rsid w:val="00601728"/>
    <w:rsid w:val="0062527C"/>
    <w:rsid w:val="00625E72"/>
    <w:rsid w:val="0063000F"/>
    <w:rsid w:val="00633587"/>
    <w:rsid w:val="00640522"/>
    <w:rsid w:val="006611A6"/>
    <w:rsid w:val="006612FF"/>
    <w:rsid w:val="00671A0C"/>
    <w:rsid w:val="006725C7"/>
    <w:rsid w:val="00674916"/>
    <w:rsid w:val="00674987"/>
    <w:rsid w:val="00681BA8"/>
    <w:rsid w:val="0069317F"/>
    <w:rsid w:val="006A3B85"/>
    <w:rsid w:val="006A6315"/>
    <w:rsid w:val="006B0AC4"/>
    <w:rsid w:val="006B0D1E"/>
    <w:rsid w:val="006B229D"/>
    <w:rsid w:val="006D093C"/>
    <w:rsid w:val="006D65F5"/>
    <w:rsid w:val="006E51E7"/>
    <w:rsid w:val="006F2646"/>
    <w:rsid w:val="007018F6"/>
    <w:rsid w:val="00720102"/>
    <w:rsid w:val="00724A7A"/>
    <w:rsid w:val="00727945"/>
    <w:rsid w:val="00732422"/>
    <w:rsid w:val="007404D5"/>
    <w:rsid w:val="007407A5"/>
    <w:rsid w:val="0076595A"/>
    <w:rsid w:val="00781478"/>
    <w:rsid w:val="007A0C7C"/>
    <w:rsid w:val="007A0DD0"/>
    <w:rsid w:val="007B51BE"/>
    <w:rsid w:val="007C080C"/>
    <w:rsid w:val="007E1E11"/>
    <w:rsid w:val="007E791A"/>
    <w:rsid w:val="007F4A41"/>
    <w:rsid w:val="00802011"/>
    <w:rsid w:val="00813533"/>
    <w:rsid w:val="00820B81"/>
    <w:rsid w:val="008317E6"/>
    <w:rsid w:val="00831972"/>
    <w:rsid w:val="008417FB"/>
    <w:rsid w:val="00864614"/>
    <w:rsid w:val="00870856"/>
    <w:rsid w:val="00875356"/>
    <w:rsid w:val="008A387E"/>
    <w:rsid w:val="008A79F6"/>
    <w:rsid w:val="008C5D31"/>
    <w:rsid w:val="008D54BA"/>
    <w:rsid w:val="008E7B6D"/>
    <w:rsid w:val="008F0D1E"/>
    <w:rsid w:val="008F0FC6"/>
    <w:rsid w:val="008F1D15"/>
    <w:rsid w:val="008F4393"/>
    <w:rsid w:val="008F4D2F"/>
    <w:rsid w:val="008F7A6F"/>
    <w:rsid w:val="0091590E"/>
    <w:rsid w:val="00923139"/>
    <w:rsid w:val="00934501"/>
    <w:rsid w:val="009347CA"/>
    <w:rsid w:val="009438AA"/>
    <w:rsid w:val="00952241"/>
    <w:rsid w:val="00955E2B"/>
    <w:rsid w:val="009609F2"/>
    <w:rsid w:val="009702F6"/>
    <w:rsid w:val="00975359"/>
    <w:rsid w:val="00976E36"/>
    <w:rsid w:val="00982AD5"/>
    <w:rsid w:val="009912D1"/>
    <w:rsid w:val="009932D3"/>
    <w:rsid w:val="009978F6"/>
    <w:rsid w:val="009A3C95"/>
    <w:rsid w:val="009B1049"/>
    <w:rsid w:val="009B2CAF"/>
    <w:rsid w:val="009B57E9"/>
    <w:rsid w:val="009D0290"/>
    <w:rsid w:val="009D4E6B"/>
    <w:rsid w:val="009D6B40"/>
    <w:rsid w:val="009F37E7"/>
    <w:rsid w:val="009F65B6"/>
    <w:rsid w:val="00A07BF0"/>
    <w:rsid w:val="00A1028C"/>
    <w:rsid w:val="00A110F1"/>
    <w:rsid w:val="00A23B57"/>
    <w:rsid w:val="00A25851"/>
    <w:rsid w:val="00A27ADF"/>
    <w:rsid w:val="00A332F5"/>
    <w:rsid w:val="00A349FC"/>
    <w:rsid w:val="00A41399"/>
    <w:rsid w:val="00A453B8"/>
    <w:rsid w:val="00A730A4"/>
    <w:rsid w:val="00A771FD"/>
    <w:rsid w:val="00A8340B"/>
    <w:rsid w:val="00A83939"/>
    <w:rsid w:val="00A85566"/>
    <w:rsid w:val="00AA02DA"/>
    <w:rsid w:val="00AA09E0"/>
    <w:rsid w:val="00AA24CA"/>
    <w:rsid w:val="00AA37A7"/>
    <w:rsid w:val="00AA5086"/>
    <w:rsid w:val="00AB02CF"/>
    <w:rsid w:val="00AD2A32"/>
    <w:rsid w:val="00AD5954"/>
    <w:rsid w:val="00AE0CF2"/>
    <w:rsid w:val="00AE0E75"/>
    <w:rsid w:val="00AE713D"/>
    <w:rsid w:val="00AF6AE0"/>
    <w:rsid w:val="00AF73CD"/>
    <w:rsid w:val="00B205E0"/>
    <w:rsid w:val="00B3048A"/>
    <w:rsid w:val="00B32B24"/>
    <w:rsid w:val="00B3721E"/>
    <w:rsid w:val="00B42F3B"/>
    <w:rsid w:val="00B44545"/>
    <w:rsid w:val="00B61A67"/>
    <w:rsid w:val="00B635A6"/>
    <w:rsid w:val="00B67743"/>
    <w:rsid w:val="00B70EA7"/>
    <w:rsid w:val="00B711C0"/>
    <w:rsid w:val="00B85863"/>
    <w:rsid w:val="00B86A4C"/>
    <w:rsid w:val="00BB2642"/>
    <w:rsid w:val="00BB7398"/>
    <w:rsid w:val="00BD315A"/>
    <w:rsid w:val="00BD38A2"/>
    <w:rsid w:val="00BE469F"/>
    <w:rsid w:val="00C058BD"/>
    <w:rsid w:val="00C05FCD"/>
    <w:rsid w:val="00C07AC2"/>
    <w:rsid w:val="00C24B1F"/>
    <w:rsid w:val="00C30C7C"/>
    <w:rsid w:val="00C3717E"/>
    <w:rsid w:val="00C54150"/>
    <w:rsid w:val="00C554E6"/>
    <w:rsid w:val="00C673EA"/>
    <w:rsid w:val="00C76C1F"/>
    <w:rsid w:val="00C8660A"/>
    <w:rsid w:val="00C95DBA"/>
    <w:rsid w:val="00C96866"/>
    <w:rsid w:val="00CA522A"/>
    <w:rsid w:val="00CC4B49"/>
    <w:rsid w:val="00CE3C3F"/>
    <w:rsid w:val="00CE42ED"/>
    <w:rsid w:val="00CF3ECC"/>
    <w:rsid w:val="00D01182"/>
    <w:rsid w:val="00D14886"/>
    <w:rsid w:val="00D160D9"/>
    <w:rsid w:val="00D20F17"/>
    <w:rsid w:val="00D20F8A"/>
    <w:rsid w:val="00D3286B"/>
    <w:rsid w:val="00D656B1"/>
    <w:rsid w:val="00D7153C"/>
    <w:rsid w:val="00D75643"/>
    <w:rsid w:val="00D86B07"/>
    <w:rsid w:val="00D87B90"/>
    <w:rsid w:val="00D923EB"/>
    <w:rsid w:val="00D92EEA"/>
    <w:rsid w:val="00DA187F"/>
    <w:rsid w:val="00DA532A"/>
    <w:rsid w:val="00DA7E47"/>
    <w:rsid w:val="00DB1BB1"/>
    <w:rsid w:val="00DC0822"/>
    <w:rsid w:val="00DC1124"/>
    <w:rsid w:val="00DC5A40"/>
    <w:rsid w:val="00DD4336"/>
    <w:rsid w:val="00DD7E86"/>
    <w:rsid w:val="00DE5F2E"/>
    <w:rsid w:val="00DE7246"/>
    <w:rsid w:val="00DE75FA"/>
    <w:rsid w:val="00DF5873"/>
    <w:rsid w:val="00DF6485"/>
    <w:rsid w:val="00E04595"/>
    <w:rsid w:val="00E12CCC"/>
    <w:rsid w:val="00E1576B"/>
    <w:rsid w:val="00E17651"/>
    <w:rsid w:val="00E25D90"/>
    <w:rsid w:val="00E40905"/>
    <w:rsid w:val="00E5191B"/>
    <w:rsid w:val="00E54902"/>
    <w:rsid w:val="00E61DBE"/>
    <w:rsid w:val="00E671E2"/>
    <w:rsid w:val="00E83338"/>
    <w:rsid w:val="00E9026F"/>
    <w:rsid w:val="00E975A2"/>
    <w:rsid w:val="00EA0800"/>
    <w:rsid w:val="00EB5155"/>
    <w:rsid w:val="00EC1C11"/>
    <w:rsid w:val="00EC740F"/>
    <w:rsid w:val="00EC7F26"/>
    <w:rsid w:val="00EE59DC"/>
    <w:rsid w:val="00F0567F"/>
    <w:rsid w:val="00F202EF"/>
    <w:rsid w:val="00F24FA0"/>
    <w:rsid w:val="00F63B10"/>
    <w:rsid w:val="00F66A4E"/>
    <w:rsid w:val="00F670A1"/>
    <w:rsid w:val="00F73436"/>
    <w:rsid w:val="00F85CB7"/>
    <w:rsid w:val="00F96027"/>
    <w:rsid w:val="00FB0176"/>
    <w:rsid w:val="00FB0D88"/>
    <w:rsid w:val="00FB5212"/>
    <w:rsid w:val="00FC41B6"/>
    <w:rsid w:val="00FC4A63"/>
    <w:rsid w:val="00FD6321"/>
    <w:rsid w:val="00FE471F"/>
    <w:rsid w:val="01857DCF"/>
    <w:rsid w:val="5B902E29"/>
    <w:rsid w:val="7D17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iPriority w:val="99"/>
    <w:pPr>
      <w:ind w:left="100" w:leftChars="2500"/>
    </w:pPr>
  </w:style>
  <w:style w:type="paragraph" w:styleId="3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Date Char"/>
    <w:basedOn w:val="7"/>
    <w:link w:val="2"/>
    <w:semiHidden/>
    <w:locked/>
    <w:uiPriority w:val="99"/>
    <w:rPr>
      <w:rFonts w:cs="Times New Roman"/>
      <w:kern w:val="2"/>
      <w:sz w:val="22"/>
      <w:szCs w:val="22"/>
    </w:rPr>
  </w:style>
  <w:style w:type="character" w:customStyle="1" w:styleId="10">
    <w:name w:val="Footer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教务处</Company>
  <Pages>2</Pages>
  <Words>204</Words>
  <Characters>214</Characters>
  <Lines>0</Lines>
  <Paragraphs>0</Paragraphs>
  <TotalTime>6</TotalTime>
  <ScaleCrop>false</ScaleCrop>
  <LinksUpToDate>false</LinksUpToDate>
  <CharactersWithSpaces>256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2024-12-08T16:11:00Z</dcterms:created>
  <dc:creator>bbxy</dc:creator>
  <cp:lastModifiedBy>paper  paper  paper</cp:lastModifiedBy>
  <dcterms:modified xsi:type="dcterms:W3CDTF">2025-11-27T08:01:45Z</dcterms:modified>
  <dc:title>附件2：蚌埠学院教案编写的参考模板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89326DB7504A4BAF822B5792ED23C7C0_12</vt:lpwstr>
  </property>
  <property fmtid="{D5CDD505-2E9C-101B-9397-08002B2CF9AE}" pid="4" name="KSOTemplateDocerSaveRecord">
    <vt:lpwstr>eyJoZGlkIjoiZmM0YjVmN2QxNWRlNTA2OTM5ODA1ZDBmZjYyYjM0ODkiLCJ1c2VySWQiOiIyNzg0NTEyMjEifQ==</vt:lpwstr>
  </property>
</Properties>
</file>