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99" w:rsidRDefault="00B83399">
      <w:pPr>
        <w:rPr>
          <w:sz w:val="24"/>
        </w:rPr>
      </w:pPr>
    </w:p>
    <w:p w:rsidR="00B83399" w:rsidRDefault="00B83399">
      <w:pPr>
        <w:rPr>
          <w:sz w:val="24"/>
        </w:rPr>
      </w:pPr>
    </w:p>
    <w:p w:rsidR="00B83399" w:rsidRDefault="00B83399">
      <w:pPr>
        <w:rPr>
          <w:sz w:val="24"/>
          <w:u w:val="single"/>
        </w:rPr>
      </w:pPr>
    </w:p>
    <w:p w:rsidR="00B83399" w:rsidRDefault="00B83399">
      <w:pPr>
        <w:rPr>
          <w:rFonts w:ascii="宋体"/>
          <w:sz w:val="32"/>
        </w:rPr>
      </w:pPr>
    </w:p>
    <w:p w:rsidR="00B83399" w:rsidRDefault="00B83399" w:rsidP="00B4205C">
      <w:pPr>
        <w:jc w:val="center"/>
        <w:rPr>
          <w:rFonts w:ascii="宋体"/>
          <w:sz w:val="44"/>
        </w:rPr>
      </w:pPr>
      <w:r>
        <w:rPr>
          <w:rFonts w:ascii="宋体" w:hint="eastAsia"/>
          <w:sz w:val="44"/>
        </w:rPr>
        <w:t>蚌埠学院人文社会科学研究项目</w:t>
      </w:r>
    </w:p>
    <w:p w:rsidR="00B83399" w:rsidRDefault="00B83399" w:rsidP="00B4205C">
      <w:pPr>
        <w:jc w:val="center"/>
        <w:rPr>
          <w:rFonts w:ascii="黑体" w:eastAsia="黑体"/>
          <w:sz w:val="72"/>
        </w:rPr>
      </w:pPr>
      <w:r>
        <w:rPr>
          <w:rFonts w:ascii="黑体" w:eastAsia="黑体" w:hint="eastAsia"/>
          <w:sz w:val="72"/>
        </w:rPr>
        <w:t>申</w:t>
      </w:r>
      <w:r>
        <w:rPr>
          <w:rFonts w:ascii="黑体" w:eastAsia="黑体"/>
          <w:sz w:val="72"/>
        </w:rPr>
        <w:t xml:space="preserve"> </w:t>
      </w:r>
      <w:r>
        <w:rPr>
          <w:rFonts w:ascii="黑体" w:eastAsia="黑体" w:hint="eastAsia"/>
          <w:sz w:val="72"/>
        </w:rPr>
        <w:t>请</w:t>
      </w:r>
      <w:r>
        <w:rPr>
          <w:rFonts w:ascii="黑体" w:eastAsia="黑体"/>
          <w:sz w:val="72"/>
        </w:rPr>
        <w:t xml:space="preserve"> </w:t>
      </w:r>
      <w:r>
        <w:rPr>
          <w:rFonts w:ascii="黑体" w:eastAsia="黑体" w:hint="eastAsia"/>
          <w:sz w:val="72"/>
        </w:rPr>
        <w:t>书</w:t>
      </w:r>
    </w:p>
    <w:p w:rsidR="00B83399" w:rsidRDefault="00B83399" w:rsidP="00B4205C"/>
    <w:p w:rsidR="00B83399" w:rsidRDefault="00B83399" w:rsidP="00B4205C"/>
    <w:p w:rsidR="00B83399" w:rsidRDefault="00B83399" w:rsidP="00B4205C"/>
    <w:p w:rsidR="00B83399" w:rsidRDefault="00B83399" w:rsidP="00B4205C"/>
    <w:p w:rsidR="00B83399" w:rsidRDefault="00B83399" w:rsidP="00B4205C"/>
    <w:tbl>
      <w:tblPr>
        <w:tblW w:w="0" w:type="auto"/>
        <w:tblInd w:w="675" w:type="dxa"/>
        <w:tblLayout w:type="fixed"/>
        <w:tblLook w:val="0000"/>
      </w:tblPr>
      <w:tblGrid>
        <w:gridCol w:w="1560"/>
        <w:gridCol w:w="6293"/>
      </w:tblGrid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项目名称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0" w:name="PO_TopProjectName"/>
            <w:bookmarkEnd w:id="0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项目类别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1" w:name="PO_ProjectSubTypeName"/>
            <w:bookmarkEnd w:id="1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申</w:t>
            </w:r>
            <w:r>
              <w:rPr>
                <w:rFonts w:ascii="宋体"/>
                <w:sz w:val="32"/>
              </w:rPr>
              <w:t xml:space="preserve"> </w:t>
            </w:r>
            <w:r>
              <w:rPr>
                <w:rFonts w:ascii="宋体" w:hint="eastAsia"/>
                <w:sz w:val="32"/>
              </w:rPr>
              <w:t>请</w:t>
            </w:r>
            <w:r>
              <w:rPr>
                <w:rFonts w:ascii="宋体"/>
                <w:sz w:val="32"/>
              </w:rPr>
              <w:t xml:space="preserve"> </w:t>
            </w:r>
            <w:r>
              <w:rPr>
                <w:rFonts w:ascii="宋体" w:hint="eastAsia"/>
                <w:sz w:val="32"/>
              </w:rPr>
              <w:t>人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2" w:name="PO_PrincipalName"/>
            <w:bookmarkEnd w:id="2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所属单位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3" w:name="PO_ProjectOrg"/>
            <w:bookmarkEnd w:id="3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邮政编码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4" w:name="PO_Postcode"/>
            <w:bookmarkEnd w:id="4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通讯地址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5" w:name="PO_Address"/>
            <w:bookmarkEnd w:id="5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手</w:t>
            </w:r>
            <w:r>
              <w:rPr>
                <w:rFonts w:ascii="宋体"/>
                <w:sz w:val="32"/>
              </w:rPr>
              <w:t xml:space="preserve">    </w:t>
            </w:r>
            <w:r>
              <w:rPr>
                <w:rFonts w:ascii="宋体" w:hint="eastAsia"/>
                <w:sz w:val="32"/>
              </w:rPr>
              <w:t>机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6" w:name="PO_Telephone"/>
            <w:bookmarkEnd w:id="6"/>
          </w:p>
        </w:tc>
      </w:tr>
      <w:tr w:rsidR="00B83399">
        <w:trPr>
          <w:trHeight w:val="567"/>
        </w:trPr>
        <w:tc>
          <w:tcPr>
            <w:tcW w:w="1560" w:type="dxa"/>
            <w:vAlign w:val="center"/>
          </w:tcPr>
          <w:p w:rsidR="00B83399" w:rsidRDefault="00B83399" w:rsidP="00D663B4">
            <w:r>
              <w:rPr>
                <w:rFonts w:ascii="宋体" w:hint="eastAsia"/>
                <w:sz w:val="32"/>
              </w:rPr>
              <w:t>申请日期</w:t>
            </w:r>
          </w:p>
        </w:tc>
        <w:tc>
          <w:tcPr>
            <w:tcW w:w="6293" w:type="dxa"/>
            <w:vAlign w:val="center"/>
          </w:tcPr>
          <w:p w:rsidR="00B83399" w:rsidRDefault="00B83399" w:rsidP="00D663B4">
            <w:pPr>
              <w:jc w:val="left"/>
            </w:pPr>
            <w:r>
              <w:rPr>
                <w:rFonts w:ascii="宋体" w:hint="eastAsia"/>
                <w:sz w:val="32"/>
              </w:rPr>
              <w:t>：</w:t>
            </w:r>
            <w:bookmarkStart w:id="7" w:name="PO_ApplicationTime"/>
            <w:r>
              <w:rPr>
                <w:rFonts w:ascii="宋体" w:hint="eastAsia"/>
                <w:sz w:val="32"/>
              </w:rPr>
              <w:t>年</w:t>
            </w:r>
            <w:r>
              <w:rPr>
                <w:rFonts w:ascii="宋体"/>
                <w:sz w:val="32"/>
              </w:rPr>
              <w:t xml:space="preserve"> </w:t>
            </w:r>
            <w:r>
              <w:rPr>
                <w:rFonts w:ascii="宋体" w:hint="eastAsia"/>
                <w:sz w:val="32"/>
              </w:rPr>
              <w:t>月</w:t>
            </w:r>
            <w:r>
              <w:rPr>
                <w:rFonts w:ascii="宋体"/>
                <w:sz w:val="32"/>
              </w:rPr>
              <w:t xml:space="preserve"> </w:t>
            </w:r>
            <w:r>
              <w:rPr>
                <w:rFonts w:ascii="宋体" w:hint="eastAsia"/>
                <w:sz w:val="32"/>
              </w:rPr>
              <w:t>日</w:t>
            </w:r>
            <w:bookmarkEnd w:id="7"/>
          </w:p>
        </w:tc>
      </w:tr>
    </w:tbl>
    <w:p w:rsidR="00B83399" w:rsidRDefault="00B83399" w:rsidP="00B4205C">
      <w:pPr>
        <w:spacing w:line="600" w:lineRule="exact"/>
        <w:rPr>
          <w:rFonts w:ascii="仿宋_GB2312" w:eastAsia="仿宋_GB2312"/>
          <w:sz w:val="13"/>
        </w:rPr>
      </w:pPr>
    </w:p>
    <w:p w:rsidR="00B83399" w:rsidRDefault="00B83399" w:rsidP="00B4205C">
      <w:pPr>
        <w:tabs>
          <w:tab w:val="left" w:pos="720"/>
        </w:tabs>
        <w:spacing w:line="360" w:lineRule="exact"/>
        <w:ind w:left="357"/>
        <w:jc w:val="center"/>
        <w:rPr>
          <w:rFonts w:ascii="宋体"/>
          <w:noProof/>
          <w:sz w:val="30"/>
          <w:lang w:val="en-US" w:eastAsia="zh-CN"/>
        </w:rPr>
      </w:pPr>
    </w:p>
    <w:p w:rsidR="00B83399" w:rsidRDefault="00B83399" w:rsidP="00B4205C">
      <w:pPr>
        <w:tabs>
          <w:tab w:val="left" w:pos="720"/>
        </w:tabs>
        <w:spacing w:line="360" w:lineRule="exact"/>
        <w:ind w:left="357"/>
        <w:jc w:val="center"/>
        <w:rPr>
          <w:rFonts w:ascii="宋体"/>
          <w:noProof/>
          <w:sz w:val="30"/>
          <w:lang w:val="en-US" w:eastAsia="zh-CN"/>
        </w:rPr>
      </w:pPr>
    </w:p>
    <w:p w:rsidR="00B83399" w:rsidRDefault="00B83399" w:rsidP="00B4205C">
      <w:pPr>
        <w:tabs>
          <w:tab w:val="left" w:pos="720"/>
        </w:tabs>
        <w:spacing w:line="360" w:lineRule="exact"/>
        <w:ind w:left="357"/>
        <w:jc w:val="center"/>
        <w:rPr>
          <w:rFonts w:ascii="宋体"/>
          <w:noProof/>
          <w:sz w:val="30"/>
          <w:lang w:val="en-US" w:eastAsia="zh-CN"/>
        </w:rPr>
      </w:pPr>
    </w:p>
    <w:p w:rsidR="00B83399" w:rsidRPr="00B4205C" w:rsidRDefault="00B83399" w:rsidP="00B4205C">
      <w:pPr>
        <w:jc w:val="center"/>
        <w:rPr>
          <w:rFonts w:ascii="宋体"/>
          <w:sz w:val="44"/>
        </w:rPr>
      </w:pPr>
      <w:r>
        <w:rPr>
          <w:rFonts w:ascii="宋体" w:hint="eastAsia"/>
          <w:sz w:val="44"/>
        </w:rPr>
        <w:t>蚌埠学院</w:t>
      </w:r>
    </w:p>
    <w:p w:rsidR="00B83399" w:rsidRDefault="00B83399">
      <w:pPr>
        <w:jc w:val="center"/>
        <w:rPr>
          <w:rFonts w:ascii="宋体"/>
          <w:sz w:val="32"/>
        </w:rPr>
      </w:pPr>
      <w:bookmarkStart w:id="8" w:name="PO_Year"/>
      <w:r>
        <w:rPr>
          <w:rFonts w:ascii="宋体" w:hint="eastAsia"/>
          <w:sz w:val="32"/>
        </w:rPr>
        <w:t>二〇</w:t>
      </w:r>
      <w:bookmarkEnd w:id="8"/>
      <w:r>
        <w:rPr>
          <w:rFonts w:ascii="宋体" w:hint="eastAsia"/>
          <w:sz w:val="32"/>
        </w:rPr>
        <w:t>二二年制</w:t>
      </w:r>
    </w:p>
    <w:p w:rsidR="00B83399" w:rsidRDefault="00B83399">
      <w:pPr>
        <w:spacing w:line="400" w:lineRule="exact"/>
        <w:rPr>
          <w:rFonts w:ascii="宋体"/>
          <w:sz w:val="32"/>
        </w:rPr>
      </w:pPr>
    </w:p>
    <w:p w:rsidR="00B83399" w:rsidRDefault="00B83399">
      <w:pPr>
        <w:spacing w:line="400" w:lineRule="exact"/>
        <w:rPr>
          <w:rFonts w:ascii="宋体"/>
          <w:sz w:val="32"/>
        </w:rPr>
      </w:pPr>
    </w:p>
    <w:p w:rsidR="00B83399" w:rsidRPr="00812863" w:rsidRDefault="00B83399" w:rsidP="00812863">
      <w:pPr>
        <w:spacing w:line="400" w:lineRule="exact"/>
        <w:rPr>
          <w:rFonts w:ascii="仿宋_GB2312" w:eastAsia="仿宋_GB2312"/>
          <w:sz w:val="28"/>
        </w:rPr>
      </w:pPr>
    </w:p>
    <w:p w:rsidR="00B83399" w:rsidRDefault="00B83399">
      <w:pPr>
        <w:spacing w:line="400" w:lineRule="exact"/>
        <w:jc w:val="center"/>
        <w:rPr>
          <w:rFonts w:ascii="黑体" w:eastAsia="黑体"/>
          <w:sz w:val="28"/>
        </w:rPr>
      </w:pPr>
    </w:p>
    <w:p w:rsidR="00B83399" w:rsidRDefault="00B83399">
      <w:pPr>
        <w:spacing w:line="400" w:lineRule="exact"/>
        <w:jc w:val="center"/>
        <w:rPr>
          <w:rFonts w:ascii="黑体" w:eastAsia="黑体"/>
          <w:sz w:val="30"/>
        </w:rPr>
      </w:pPr>
    </w:p>
    <w:p w:rsidR="00B83399" w:rsidRDefault="00B83399">
      <w:pPr>
        <w:spacing w:line="400" w:lineRule="exact"/>
        <w:jc w:val="center"/>
        <w:rPr>
          <w:rFonts w:ascii="黑体" w:eastAsia="黑体"/>
          <w:sz w:val="30"/>
        </w:rPr>
      </w:pPr>
      <w:r w:rsidRPr="0007368D">
        <w:rPr>
          <w:rFonts w:ascii="黑体" w:eastAsia="黑体" w:hint="eastAsia"/>
          <w:sz w:val="30"/>
        </w:rPr>
        <w:t>填写注意事项</w:t>
      </w:r>
    </w:p>
    <w:p w:rsidR="00B83399" w:rsidRDefault="00B83399">
      <w:pPr>
        <w:spacing w:line="480" w:lineRule="exact"/>
        <w:ind w:left="1125"/>
        <w:rPr>
          <w:rFonts w:ascii="仿宋_GB2312" w:eastAsia="仿宋_GB2312"/>
          <w:sz w:val="28"/>
        </w:rPr>
      </w:pPr>
    </w:p>
    <w:p w:rsidR="00B83399" w:rsidRDefault="00B83399" w:rsidP="0007368D">
      <w:pPr>
        <w:spacing w:line="480" w:lineRule="exac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</w:t>
      </w:r>
      <w:r>
        <w:rPr>
          <w:rFonts w:ascii="仿宋_GB2312" w:eastAsia="仿宋_GB2312" w:hint="eastAsia"/>
          <w:sz w:val="28"/>
        </w:rPr>
        <w:t>一、申请书合作单位最多填两个。</w:t>
      </w:r>
    </w:p>
    <w:p w:rsidR="00B83399" w:rsidRDefault="00B83399" w:rsidP="0007368D">
      <w:pPr>
        <w:spacing w:line="480" w:lineRule="exact"/>
        <w:ind w:firstLine="42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二、交叉学科请填写两个主要学科。</w:t>
      </w:r>
    </w:p>
    <w:p w:rsidR="00B83399" w:rsidRDefault="00B83399" w:rsidP="0007368D">
      <w:pPr>
        <w:spacing w:line="480" w:lineRule="exact"/>
        <w:ind w:firstLine="42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三、项目组成员只填写实际参加项目研究的人员，不包括管理人员、实验人员和申请人本人。</w:t>
      </w:r>
    </w:p>
    <w:p w:rsidR="00B83399" w:rsidRDefault="00B83399" w:rsidP="0007368D">
      <w:pPr>
        <w:spacing w:line="480" w:lineRule="exact"/>
        <w:ind w:firstLine="42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四、课题组成员承担的研究课题和主要成果直接填写。</w:t>
      </w:r>
    </w:p>
    <w:p w:rsidR="00B83399" w:rsidRDefault="00B83399" w:rsidP="0007368D">
      <w:pPr>
        <w:spacing w:line="480" w:lineRule="exact"/>
        <w:ind w:firstLine="42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五、申请人和课题组成员必须签字，不得代签。</w:t>
      </w:r>
    </w:p>
    <w:p w:rsidR="00B83399" w:rsidRDefault="00B83399" w:rsidP="0007368D">
      <w:pPr>
        <w:spacing w:line="480" w:lineRule="exact"/>
        <w:ind w:firstLine="42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六、本申请书视为目标任务书，作为结项的依据。</w:t>
      </w:r>
    </w:p>
    <w:p w:rsidR="00B83399" w:rsidRDefault="00B83399" w:rsidP="0007368D">
      <w:pPr>
        <w:spacing w:line="360" w:lineRule="auto"/>
        <w:rPr>
          <w:rFonts w:ascii="仿宋_GB2312" w:eastAsia="仿宋_GB2312"/>
          <w:sz w:val="28"/>
        </w:rPr>
      </w:pPr>
    </w:p>
    <w:p w:rsidR="00B83399" w:rsidRDefault="00B83399" w:rsidP="009444DD">
      <w:pPr>
        <w:spacing w:line="360" w:lineRule="auto"/>
        <w:rPr>
          <w:rFonts w:ascii="仿宋_GB2312" w:eastAsia="仿宋_GB2312"/>
          <w:sz w:val="28"/>
        </w:rPr>
      </w:pPr>
    </w:p>
    <w:p w:rsidR="00B83399" w:rsidRDefault="00B83399" w:rsidP="00812863">
      <w:pPr>
        <w:spacing w:line="360" w:lineRule="auto"/>
        <w:ind w:firstLine="420"/>
        <w:rPr>
          <w:rFonts w:ascii="仿宋_GB2312" w:eastAsia="仿宋_GB2312"/>
          <w:sz w:val="28"/>
        </w:rPr>
      </w:pPr>
    </w:p>
    <w:p w:rsidR="00B83399" w:rsidRPr="00812863" w:rsidRDefault="00B83399" w:rsidP="00EE5F50">
      <w:pPr>
        <w:spacing w:line="400" w:lineRule="exact"/>
        <w:jc w:val="center"/>
        <w:rPr>
          <w:rFonts w:ascii="宋体"/>
          <w:sz w:val="28"/>
        </w:rPr>
      </w:pPr>
      <w:r>
        <w:rPr>
          <w:rFonts w:ascii="黑体" w:eastAsia="黑体" w:hint="eastAsia"/>
          <w:sz w:val="30"/>
        </w:rPr>
        <w:t>申请人承诺</w:t>
      </w:r>
    </w:p>
    <w:p w:rsidR="00B83399" w:rsidRDefault="00B83399" w:rsidP="00EE5F50">
      <w:pPr>
        <w:spacing w:line="400" w:lineRule="exact"/>
        <w:rPr>
          <w:rFonts w:ascii="仿宋_GB2312" w:eastAsia="仿宋_GB2312"/>
          <w:sz w:val="28"/>
        </w:rPr>
      </w:pPr>
    </w:p>
    <w:p w:rsidR="00B83399" w:rsidRDefault="00B83399" w:rsidP="0007368D">
      <w:pPr>
        <w:spacing w:line="480" w:lineRule="exact"/>
        <w:ind w:firstLine="55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我保证申请书填报内容的真实性。如果获得立项，我与本项目组成员将严格遵守蚌埠学院科研项目管理有关规定，切实保证研究工作时间，按计划认真开展研究工作，按时报送有关材料。</w:t>
      </w:r>
    </w:p>
    <w:p w:rsidR="00B83399" w:rsidRDefault="00B83399" w:rsidP="0007368D">
      <w:pPr>
        <w:spacing w:line="480" w:lineRule="exact"/>
        <w:ind w:firstLine="556"/>
        <w:rPr>
          <w:rFonts w:ascii="仿宋_GB2312" w:eastAsia="仿宋_GB2312"/>
          <w:sz w:val="28"/>
        </w:rPr>
      </w:pPr>
    </w:p>
    <w:p w:rsidR="00B83399" w:rsidRDefault="00B83399" w:rsidP="00EE5F50">
      <w:pPr>
        <w:spacing w:line="400" w:lineRule="exact"/>
        <w:rPr>
          <w:rFonts w:ascii="仿宋_GB2312" w:eastAsia="仿宋_GB2312"/>
          <w:sz w:val="28"/>
        </w:rPr>
      </w:pPr>
    </w:p>
    <w:p w:rsidR="00B83399" w:rsidRDefault="00B83399" w:rsidP="00EE5F50">
      <w:pPr>
        <w:spacing w:line="400" w:lineRule="exac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</w:t>
      </w:r>
      <w:r>
        <w:rPr>
          <w:rFonts w:ascii="仿宋_GB2312" w:eastAsia="仿宋_GB2312" w:hint="eastAsia"/>
          <w:sz w:val="28"/>
        </w:rPr>
        <w:t>申请人（签字）：</w:t>
      </w:r>
    </w:p>
    <w:p w:rsidR="00B83399" w:rsidRDefault="00B83399" w:rsidP="00EE5F50">
      <w:pPr>
        <w:spacing w:line="400" w:lineRule="exact"/>
        <w:rPr>
          <w:rFonts w:ascii="仿宋_GB2312" w:eastAsia="仿宋_GB2312"/>
          <w:sz w:val="28"/>
        </w:rPr>
      </w:pPr>
    </w:p>
    <w:p w:rsidR="00B83399" w:rsidRDefault="00B83399" w:rsidP="00EE5F50">
      <w:pPr>
        <w:spacing w:line="360" w:lineRule="auto"/>
        <w:ind w:firstLine="42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   </w:t>
      </w:r>
      <w:bookmarkStart w:id="9" w:name="PO_ApplicationTime2"/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/>
          <w:sz w:val="28"/>
        </w:rPr>
        <w:t xml:space="preserve"> 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/>
          <w:sz w:val="28"/>
        </w:rPr>
        <w:t xml:space="preserve">   </w:t>
      </w:r>
      <w:r>
        <w:rPr>
          <w:rFonts w:ascii="仿宋_GB2312" w:eastAsia="仿宋_GB2312" w:hint="eastAsia"/>
          <w:sz w:val="28"/>
        </w:rPr>
        <w:t>日</w:t>
      </w:r>
      <w:bookmarkEnd w:id="9"/>
    </w:p>
    <w:p w:rsidR="00B83399" w:rsidRDefault="00B83399" w:rsidP="00EE5F50">
      <w:pPr>
        <w:spacing w:line="360" w:lineRule="auto"/>
        <w:ind w:firstLine="420"/>
        <w:rPr>
          <w:rFonts w:ascii="仿宋_GB2312" w:eastAsia="仿宋_GB2312"/>
          <w:sz w:val="28"/>
        </w:rPr>
      </w:pPr>
    </w:p>
    <w:p w:rsidR="00B83399" w:rsidRDefault="00B83399" w:rsidP="00EE5F50">
      <w:pPr>
        <w:spacing w:line="360" w:lineRule="auto"/>
        <w:ind w:firstLine="420"/>
        <w:rPr>
          <w:rFonts w:ascii="仿宋_GB2312" w:eastAsia="仿宋_GB2312"/>
          <w:sz w:val="28"/>
        </w:rPr>
      </w:pPr>
    </w:p>
    <w:p w:rsidR="00B83399" w:rsidRDefault="00B83399" w:rsidP="0007368D">
      <w:pPr>
        <w:spacing w:line="360" w:lineRule="auto"/>
        <w:rPr>
          <w:rFonts w:ascii="仿宋_GB2312" w:eastAsia="仿宋_GB2312"/>
          <w:sz w:val="28"/>
        </w:rPr>
      </w:pPr>
    </w:p>
    <w:p w:rsidR="00B83399" w:rsidRDefault="00B83399" w:rsidP="0007368D">
      <w:pPr>
        <w:spacing w:line="360" w:lineRule="auto"/>
        <w:rPr>
          <w:rFonts w:ascii="仿宋_GB2312" w:eastAsia="仿宋_GB2312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2"/>
        <w:gridCol w:w="1160"/>
        <w:gridCol w:w="359"/>
        <w:gridCol w:w="150"/>
        <w:gridCol w:w="1108"/>
        <w:gridCol w:w="1084"/>
        <w:gridCol w:w="718"/>
        <w:gridCol w:w="1418"/>
        <w:gridCol w:w="390"/>
        <w:gridCol w:w="801"/>
        <w:gridCol w:w="1290"/>
      </w:tblGrid>
      <w:tr w:rsidR="00B83399">
        <w:trPr>
          <w:cantSplit/>
          <w:trHeight w:val="452"/>
        </w:trPr>
        <w:tc>
          <w:tcPr>
            <w:tcW w:w="632" w:type="dxa"/>
            <w:vMerge w:val="restart"/>
            <w:textDirection w:val="tbRlV"/>
            <w:vAlign w:val="center"/>
          </w:tcPr>
          <w:p w:rsidR="00B83399" w:rsidRDefault="00B83399">
            <w:pPr>
              <w:ind w:left="113" w:right="113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申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请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人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信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息</w:t>
            </w:r>
          </w:p>
        </w:tc>
        <w:tc>
          <w:tcPr>
            <w:tcW w:w="1160" w:type="dxa"/>
            <w:vAlign w:val="center"/>
          </w:tcPr>
          <w:p w:rsidR="00B83399" w:rsidRDefault="00B83399">
            <w:pPr>
              <w:jc w:val="distribute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617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  <w:szCs w:val="21"/>
              </w:rPr>
            </w:pPr>
            <w:bookmarkStart w:id="10" w:name="PO_PrincipalName2"/>
            <w:bookmarkEnd w:id="10"/>
          </w:p>
        </w:tc>
        <w:tc>
          <w:tcPr>
            <w:tcW w:w="1084" w:type="dxa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身份证号</w:t>
            </w:r>
          </w:p>
        </w:tc>
        <w:tc>
          <w:tcPr>
            <w:tcW w:w="2526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1" w:name="PO_IDNumber"/>
            <w:bookmarkEnd w:id="11"/>
          </w:p>
        </w:tc>
        <w:tc>
          <w:tcPr>
            <w:tcW w:w="801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1290" w:type="dxa"/>
            <w:vAlign w:val="center"/>
          </w:tcPr>
          <w:p w:rsidR="00B83399" w:rsidRDefault="00B83399">
            <w:pPr>
              <w:rPr>
                <w:rFonts w:ascii="宋体"/>
              </w:rPr>
            </w:pPr>
            <w:bookmarkStart w:id="12" w:name="PO_Gender"/>
            <w:bookmarkEnd w:id="12"/>
          </w:p>
        </w:tc>
      </w:tr>
      <w:tr w:rsidR="00B83399">
        <w:trPr>
          <w:cantSplit/>
          <w:trHeight w:hRule="exact" w:val="717"/>
        </w:trPr>
        <w:tc>
          <w:tcPr>
            <w:tcW w:w="632" w:type="dxa"/>
            <w:vMerge/>
            <w:textDirection w:val="tbRlV"/>
            <w:vAlign w:val="center"/>
          </w:tcPr>
          <w:p w:rsidR="00B83399" w:rsidRDefault="00B83399">
            <w:pPr>
              <w:ind w:left="113" w:right="113"/>
              <w:jc w:val="center"/>
              <w:rPr>
                <w:rFonts w:ascii="宋体"/>
                <w:b/>
              </w:rPr>
            </w:pPr>
          </w:p>
        </w:tc>
        <w:tc>
          <w:tcPr>
            <w:tcW w:w="1160" w:type="dxa"/>
            <w:vAlign w:val="center"/>
          </w:tcPr>
          <w:p w:rsidR="00B83399" w:rsidRDefault="00B83399">
            <w:pPr>
              <w:spacing w:line="24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617" w:type="dxa"/>
            <w:gridSpan w:val="3"/>
            <w:vAlign w:val="center"/>
          </w:tcPr>
          <w:p w:rsidR="00B83399" w:rsidRDefault="00B83399">
            <w:pPr>
              <w:ind w:right="420"/>
              <w:rPr>
                <w:rFonts w:ascii="宋体"/>
              </w:rPr>
            </w:pPr>
          </w:p>
        </w:tc>
        <w:tc>
          <w:tcPr>
            <w:tcW w:w="1084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2526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3" w:name="PO_Nationality"/>
            <w:bookmarkEnd w:id="13"/>
          </w:p>
        </w:tc>
        <w:tc>
          <w:tcPr>
            <w:tcW w:w="801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学历</w:t>
            </w:r>
          </w:p>
        </w:tc>
        <w:tc>
          <w:tcPr>
            <w:tcW w:w="1290" w:type="dxa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4" w:name="PO_EducationalBackground"/>
            <w:bookmarkEnd w:id="14"/>
          </w:p>
        </w:tc>
      </w:tr>
      <w:tr w:rsidR="00B83399">
        <w:trPr>
          <w:cantSplit/>
          <w:trHeight w:val="425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1160" w:type="dxa"/>
            <w:vAlign w:val="center"/>
          </w:tcPr>
          <w:p w:rsidR="00B83399" w:rsidRDefault="00B83399">
            <w:pPr>
              <w:jc w:val="distribute"/>
              <w:rPr>
                <w:rFonts w:ascii="宋体"/>
              </w:rPr>
            </w:pPr>
            <w:r>
              <w:rPr>
                <w:rFonts w:ascii="宋体" w:hint="eastAsia"/>
              </w:rPr>
              <w:t>手机号</w:t>
            </w:r>
          </w:p>
        </w:tc>
        <w:tc>
          <w:tcPr>
            <w:tcW w:w="1617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5" w:name="PO_Cellphone"/>
            <w:bookmarkEnd w:id="15"/>
          </w:p>
        </w:tc>
        <w:tc>
          <w:tcPr>
            <w:tcW w:w="1084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学位</w:t>
            </w:r>
          </w:p>
        </w:tc>
        <w:tc>
          <w:tcPr>
            <w:tcW w:w="2526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6" w:name="PO_Degree"/>
            <w:bookmarkEnd w:id="16"/>
          </w:p>
        </w:tc>
        <w:tc>
          <w:tcPr>
            <w:tcW w:w="801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1290" w:type="dxa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7" w:name="PO_Title"/>
            <w:bookmarkEnd w:id="17"/>
          </w:p>
        </w:tc>
      </w:tr>
      <w:tr w:rsidR="00B83399">
        <w:trPr>
          <w:cantSplit/>
          <w:trHeight w:val="425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1160" w:type="dxa"/>
            <w:vAlign w:val="center"/>
          </w:tcPr>
          <w:p w:rsidR="00B83399" w:rsidRDefault="00B83399">
            <w:pPr>
              <w:jc w:val="distribute"/>
              <w:rPr>
                <w:rFonts w:ascii="宋体"/>
              </w:rPr>
            </w:pPr>
            <w:r>
              <w:rPr>
                <w:rFonts w:ascii="宋体" w:hint="eastAsia"/>
              </w:rPr>
              <w:t>电话</w:t>
            </w:r>
          </w:p>
        </w:tc>
        <w:tc>
          <w:tcPr>
            <w:tcW w:w="1617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8" w:name="PO_Telephone2"/>
            <w:bookmarkEnd w:id="18"/>
          </w:p>
        </w:tc>
        <w:tc>
          <w:tcPr>
            <w:tcW w:w="1084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E-mail</w:t>
            </w:r>
          </w:p>
        </w:tc>
        <w:tc>
          <w:tcPr>
            <w:tcW w:w="2526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19" w:name="PO_Email"/>
            <w:bookmarkEnd w:id="19"/>
          </w:p>
        </w:tc>
        <w:tc>
          <w:tcPr>
            <w:tcW w:w="801" w:type="dxa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邮编</w:t>
            </w:r>
          </w:p>
        </w:tc>
        <w:tc>
          <w:tcPr>
            <w:tcW w:w="1290" w:type="dxa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20" w:name="PO_Postcode2"/>
            <w:bookmarkEnd w:id="20"/>
          </w:p>
        </w:tc>
      </w:tr>
      <w:tr w:rsidR="00B83399">
        <w:trPr>
          <w:cantSplit/>
          <w:trHeight w:val="381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1160" w:type="dxa"/>
            <w:vAlign w:val="center"/>
          </w:tcPr>
          <w:p w:rsidR="00B83399" w:rsidRDefault="00B83399">
            <w:pPr>
              <w:jc w:val="distribute"/>
              <w:rPr>
                <w:rFonts w:ascii="宋体"/>
              </w:rPr>
            </w:pPr>
            <w:r>
              <w:rPr>
                <w:rFonts w:ascii="宋体" w:hint="eastAsia"/>
              </w:rPr>
              <w:t>所属单位</w:t>
            </w:r>
          </w:p>
        </w:tc>
        <w:tc>
          <w:tcPr>
            <w:tcW w:w="7318" w:type="dxa"/>
            <w:gridSpan w:val="9"/>
            <w:vAlign w:val="center"/>
          </w:tcPr>
          <w:p w:rsidR="00B83399" w:rsidRDefault="00B83399">
            <w:bookmarkStart w:id="21" w:name="PO_PrincipalOrg"/>
            <w:bookmarkEnd w:id="21"/>
          </w:p>
        </w:tc>
      </w:tr>
      <w:tr w:rsidR="00B83399">
        <w:trPr>
          <w:cantSplit/>
          <w:trHeight w:val="479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B83399" w:rsidRDefault="00B83399">
            <w:pPr>
              <w:jc w:val="distribute"/>
              <w:rPr>
                <w:rFonts w:ascii="宋体"/>
              </w:rPr>
            </w:pPr>
            <w:r>
              <w:rPr>
                <w:rFonts w:ascii="宋体" w:hint="eastAsia"/>
              </w:rPr>
              <w:t>主要研究领域</w:t>
            </w:r>
          </w:p>
        </w:tc>
        <w:tc>
          <w:tcPr>
            <w:tcW w:w="6809" w:type="dxa"/>
            <w:gridSpan w:val="7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22" w:name="PO_ExpertiseOfStudy"/>
            <w:bookmarkEnd w:id="22"/>
          </w:p>
        </w:tc>
      </w:tr>
      <w:tr w:rsidR="00B83399">
        <w:trPr>
          <w:cantSplit/>
          <w:trHeight w:val="479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B83399" w:rsidRDefault="00B83399">
            <w:pPr>
              <w:jc w:val="distribute"/>
              <w:rPr>
                <w:rFonts w:ascii="宋体"/>
              </w:rPr>
            </w:pPr>
            <w:r>
              <w:rPr>
                <w:rFonts w:ascii="宋体" w:hint="eastAsia"/>
              </w:rPr>
              <w:t>通讯地址</w:t>
            </w:r>
          </w:p>
        </w:tc>
        <w:tc>
          <w:tcPr>
            <w:tcW w:w="6809" w:type="dxa"/>
            <w:gridSpan w:val="7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23" w:name="PO_PrincipalAdress"/>
            <w:bookmarkEnd w:id="23"/>
          </w:p>
        </w:tc>
      </w:tr>
      <w:tr w:rsidR="00B83399">
        <w:trPr>
          <w:cantSplit/>
          <w:trHeight w:hRule="exact" w:val="612"/>
        </w:trPr>
        <w:tc>
          <w:tcPr>
            <w:tcW w:w="632" w:type="dxa"/>
            <w:vMerge w:val="restart"/>
            <w:textDirection w:val="tbRlV"/>
            <w:vAlign w:val="center"/>
          </w:tcPr>
          <w:p w:rsidR="00B83399" w:rsidRDefault="00B83399">
            <w:pPr>
              <w:ind w:left="113" w:right="113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合作单位信息</w:t>
            </w:r>
          </w:p>
        </w:tc>
        <w:tc>
          <w:tcPr>
            <w:tcW w:w="8478" w:type="dxa"/>
            <w:gridSpan w:val="10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单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位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称</w:t>
            </w:r>
          </w:p>
        </w:tc>
      </w:tr>
      <w:tr w:rsidR="00B83399">
        <w:trPr>
          <w:cantSplit/>
          <w:trHeight w:hRule="exact" w:val="454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8478" w:type="dxa"/>
            <w:gridSpan w:val="10"/>
            <w:vAlign w:val="center"/>
          </w:tcPr>
          <w:p w:rsidR="00B83399" w:rsidRDefault="00B83399">
            <w:pPr>
              <w:rPr>
                <w:rFonts w:ascii="宋体"/>
              </w:rPr>
            </w:pPr>
            <w:bookmarkStart w:id="24" w:name="PO_Text7"/>
            <w:bookmarkEnd w:id="24"/>
          </w:p>
        </w:tc>
      </w:tr>
      <w:tr w:rsidR="00B83399">
        <w:trPr>
          <w:cantSplit/>
          <w:trHeight w:hRule="exact" w:val="454"/>
        </w:trPr>
        <w:tc>
          <w:tcPr>
            <w:tcW w:w="632" w:type="dxa"/>
            <w:vMerge/>
            <w:textDirection w:val="tbRlV"/>
          </w:tcPr>
          <w:p w:rsidR="00B83399" w:rsidRDefault="00B83399">
            <w:pPr>
              <w:ind w:left="113" w:right="113"/>
              <w:rPr>
                <w:rFonts w:ascii="宋体"/>
                <w:b/>
              </w:rPr>
            </w:pPr>
          </w:p>
        </w:tc>
        <w:tc>
          <w:tcPr>
            <w:tcW w:w="8478" w:type="dxa"/>
            <w:gridSpan w:val="10"/>
            <w:vAlign w:val="center"/>
          </w:tcPr>
          <w:p w:rsidR="00B83399" w:rsidRDefault="00B83399">
            <w:pPr>
              <w:rPr>
                <w:rFonts w:ascii="宋体"/>
              </w:rPr>
            </w:pPr>
            <w:bookmarkStart w:id="25" w:name="PO_Text8"/>
            <w:bookmarkEnd w:id="25"/>
          </w:p>
        </w:tc>
      </w:tr>
      <w:tr w:rsidR="00B83399">
        <w:trPr>
          <w:cantSplit/>
          <w:trHeight w:hRule="exact" w:val="678"/>
        </w:trPr>
        <w:tc>
          <w:tcPr>
            <w:tcW w:w="632" w:type="dxa"/>
            <w:vMerge w:val="restart"/>
            <w:textDirection w:val="tbRlV"/>
            <w:vAlign w:val="center"/>
          </w:tcPr>
          <w:p w:rsidR="00B83399" w:rsidRDefault="00B83399">
            <w:pPr>
              <w:ind w:left="113" w:right="113"/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项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目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基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本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信</w:t>
            </w: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 w:hint="eastAsia"/>
                <w:b/>
              </w:rPr>
              <w:t>息</w:t>
            </w:r>
          </w:p>
        </w:tc>
        <w:tc>
          <w:tcPr>
            <w:tcW w:w="1519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项目名称</w:t>
            </w:r>
          </w:p>
        </w:tc>
        <w:tc>
          <w:tcPr>
            <w:tcW w:w="6959" w:type="dxa"/>
            <w:gridSpan w:val="8"/>
            <w:vAlign w:val="center"/>
          </w:tcPr>
          <w:p w:rsidR="00B83399" w:rsidRDefault="00B83399">
            <w:pPr>
              <w:rPr>
                <w:rFonts w:ascii="宋体"/>
              </w:rPr>
            </w:pPr>
            <w:bookmarkStart w:id="26" w:name="PO_ProjectName"/>
            <w:bookmarkEnd w:id="26"/>
          </w:p>
        </w:tc>
      </w:tr>
      <w:tr w:rsidR="00B83399">
        <w:trPr>
          <w:cantSplit/>
          <w:trHeight w:val="454"/>
        </w:trPr>
        <w:tc>
          <w:tcPr>
            <w:tcW w:w="632" w:type="dxa"/>
            <w:vMerge/>
            <w:vAlign w:val="center"/>
          </w:tcPr>
          <w:p w:rsidR="00B83399" w:rsidRDefault="00B83399">
            <w:pPr>
              <w:rPr>
                <w:rFonts w:ascii="宋体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是否依托平台</w:t>
            </w:r>
          </w:p>
        </w:tc>
        <w:tc>
          <w:tcPr>
            <w:tcW w:w="3060" w:type="dxa"/>
            <w:gridSpan w:val="4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 w:rsidR="00B83399" w:rsidRDefault="00B83399" w:rsidP="009444DD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项目类别</w:t>
            </w:r>
          </w:p>
        </w:tc>
        <w:tc>
          <w:tcPr>
            <w:tcW w:w="2481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27" w:name="PO_ProjectType"/>
            <w:bookmarkEnd w:id="27"/>
          </w:p>
        </w:tc>
      </w:tr>
      <w:tr w:rsidR="00B83399">
        <w:trPr>
          <w:cantSplit/>
          <w:trHeight w:val="454"/>
        </w:trPr>
        <w:tc>
          <w:tcPr>
            <w:tcW w:w="632" w:type="dxa"/>
            <w:vMerge/>
            <w:vAlign w:val="center"/>
          </w:tcPr>
          <w:p w:rsidR="00B83399" w:rsidRDefault="00B83399">
            <w:pPr>
              <w:rPr>
                <w:rFonts w:ascii="宋体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依托平台</w:t>
            </w:r>
          </w:p>
        </w:tc>
        <w:tc>
          <w:tcPr>
            <w:tcW w:w="6959" w:type="dxa"/>
            <w:gridSpan w:val="8"/>
            <w:vAlign w:val="center"/>
          </w:tcPr>
          <w:p w:rsidR="00B83399" w:rsidRDefault="00B83399" w:rsidP="009444DD">
            <w:pPr>
              <w:jc w:val="center"/>
              <w:rPr>
                <w:rFonts w:ascii="宋体"/>
              </w:rPr>
            </w:pPr>
            <w:bookmarkStart w:id="28" w:name="PO_Platform"/>
            <w:bookmarkEnd w:id="28"/>
          </w:p>
        </w:tc>
      </w:tr>
      <w:tr w:rsidR="00B83399">
        <w:trPr>
          <w:cantSplit/>
          <w:trHeight w:val="594"/>
        </w:trPr>
        <w:tc>
          <w:tcPr>
            <w:tcW w:w="632" w:type="dxa"/>
            <w:vMerge/>
            <w:vAlign w:val="center"/>
          </w:tcPr>
          <w:p w:rsidR="00B83399" w:rsidRDefault="00B83399">
            <w:pPr>
              <w:rPr>
                <w:rFonts w:ascii="宋体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科</w:t>
            </w:r>
            <w:r>
              <w:rPr>
                <w:rFonts w:ascii="宋体"/>
              </w:rPr>
              <w:t>1</w:t>
            </w:r>
          </w:p>
        </w:tc>
        <w:tc>
          <w:tcPr>
            <w:tcW w:w="3060" w:type="dxa"/>
            <w:gridSpan w:val="4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29" w:name="PO_SubjectName"/>
            <w:bookmarkEnd w:id="29"/>
          </w:p>
        </w:tc>
        <w:tc>
          <w:tcPr>
            <w:tcW w:w="1418" w:type="dxa"/>
            <w:vAlign w:val="center"/>
          </w:tcPr>
          <w:p w:rsidR="00B83399" w:rsidRDefault="00B83399" w:rsidP="009444DD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科</w:t>
            </w:r>
            <w:r>
              <w:rPr>
                <w:rFonts w:ascii="宋体"/>
              </w:rPr>
              <w:t>2</w:t>
            </w:r>
          </w:p>
        </w:tc>
        <w:tc>
          <w:tcPr>
            <w:tcW w:w="2481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30" w:name="PO_Subject2Name"/>
            <w:bookmarkEnd w:id="30"/>
          </w:p>
        </w:tc>
      </w:tr>
      <w:tr w:rsidR="00B83399">
        <w:trPr>
          <w:cantSplit/>
          <w:trHeight w:val="454"/>
        </w:trPr>
        <w:tc>
          <w:tcPr>
            <w:tcW w:w="632" w:type="dxa"/>
            <w:vMerge/>
            <w:vAlign w:val="center"/>
          </w:tcPr>
          <w:p w:rsidR="00B83399" w:rsidRDefault="00B83399">
            <w:pPr>
              <w:rPr>
                <w:rFonts w:ascii="宋体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成果形式</w:t>
            </w:r>
          </w:p>
        </w:tc>
        <w:tc>
          <w:tcPr>
            <w:tcW w:w="3060" w:type="dxa"/>
            <w:gridSpan w:val="4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31" w:name="PO_AnticipatedResult"/>
            <w:bookmarkEnd w:id="31"/>
          </w:p>
        </w:tc>
        <w:tc>
          <w:tcPr>
            <w:tcW w:w="1418" w:type="dxa"/>
            <w:vAlign w:val="center"/>
          </w:tcPr>
          <w:p w:rsidR="00B83399" w:rsidRDefault="00B83399" w:rsidP="009444DD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研究类型</w:t>
            </w:r>
          </w:p>
        </w:tc>
        <w:tc>
          <w:tcPr>
            <w:tcW w:w="2481" w:type="dxa"/>
            <w:gridSpan w:val="3"/>
            <w:vAlign w:val="center"/>
          </w:tcPr>
          <w:p w:rsidR="00B83399" w:rsidRDefault="00B83399">
            <w:pPr>
              <w:jc w:val="left"/>
              <w:rPr>
                <w:rFonts w:ascii="宋体"/>
              </w:rPr>
            </w:pPr>
            <w:bookmarkStart w:id="32" w:name="PO_ResearchType"/>
            <w:bookmarkEnd w:id="32"/>
          </w:p>
        </w:tc>
      </w:tr>
      <w:tr w:rsidR="00B83399">
        <w:trPr>
          <w:cantSplit/>
          <w:trHeight w:val="454"/>
        </w:trPr>
        <w:tc>
          <w:tcPr>
            <w:tcW w:w="632" w:type="dxa"/>
            <w:vMerge/>
            <w:tcBorders>
              <w:bottom w:val="nil"/>
            </w:tcBorders>
            <w:vAlign w:val="center"/>
          </w:tcPr>
          <w:p w:rsidR="00B83399" w:rsidRDefault="00B83399">
            <w:pPr>
              <w:rPr>
                <w:rFonts w:ascii="宋体"/>
              </w:rPr>
            </w:pPr>
          </w:p>
        </w:tc>
        <w:tc>
          <w:tcPr>
            <w:tcW w:w="1519" w:type="dxa"/>
            <w:gridSpan w:val="2"/>
          </w:tcPr>
          <w:p w:rsidR="00B83399" w:rsidRDefault="00B83399">
            <w:pPr>
              <w:jc w:val="center"/>
            </w:pPr>
            <w:r>
              <w:rPr>
                <w:rFonts w:hint="eastAsia"/>
              </w:rPr>
              <w:t>起始年月</w:t>
            </w:r>
          </w:p>
        </w:tc>
        <w:tc>
          <w:tcPr>
            <w:tcW w:w="3060" w:type="dxa"/>
            <w:gridSpan w:val="4"/>
          </w:tcPr>
          <w:p w:rsidR="00B83399" w:rsidRDefault="00B83399">
            <w:pPr>
              <w:jc w:val="left"/>
            </w:pPr>
            <w:bookmarkStart w:id="33" w:name="PO_ProjectBeginTime"/>
            <w:bookmarkStart w:id="34" w:name="PO_ProjectEndTime"/>
            <w:bookmarkEnd w:id="33"/>
            <w:bookmarkEnd w:id="34"/>
          </w:p>
        </w:tc>
        <w:tc>
          <w:tcPr>
            <w:tcW w:w="1418" w:type="dxa"/>
          </w:tcPr>
          <w:p w:rsidR="00B83399" w:rsidRDefault="00B83399" w:rsidP="009444DD">
            <w:pPr>
              <w:jc w:val="center"/>
            </w:pPr>
            <w:r>
              <w:rPr>
                <w:rFonts w:hint="eastAsia"/>
              </w:rPr>
              <w:t>截止年月</w:t>
            </w:r>
          </w:p>
        </w:tc>
        <w:tc>
          <w:tcPr>
            <w:tcW w:w="2481" w:type="dxa"/>
            <w:gridSpan w:val="3"/>
          </w:tcPr>
          <w:p w:rsidR="00B83399" w:rsidRDefault="00B83399"/>
        </w:tc>
      </w:tr>
      <w:tr w:rsidR="00B83399">
        <w:trPr>
          <w:trHeight w:val="5152"/>
        </w:trPr>
        <w:tc>
          <w:tcPr>
            <w:tcW w:w="632" w:type="dxa"/>
            <w:vAlign w:val="center"/>
          </w:tcPr>
          <w:p w:rsidR="00B83399" w:rsidRDefault="00B8339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摘</w:t>
            </w:r>
            <w:r>
              <w:rPr>
                <w:rFonts w:ascii="宋体"/>
                <w:b/>
              </w:rPr>
              <w:t xml:space="preserve">        </w:t>
            </w:r>
            <w:r>
              <w:rPr>
                <w:rFonts w:ascii="宋体" w:hint="eastAsia"/>
                <w:b/>
              </w:rPr>
              <w:t>要</w:t>
            </w:r>
          </w:p>
        </w:tc>
        <w:tc>
          <w:tcPr>
            <w:tcW w:w="8478" w:type="dxa"/>
            <w:gridSpan w:val="10"/>
          </w:tcPr>
          <w:p w:rsidR="00B83399" w:rsidRDefault="00B83399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研究内容和意义简介</w:t>
            </w:r>
            <w:r>
              <w:rPr>
                <w:rFonts w:hint="eastAsia"/>
              </w:rPr>
              <w:t>（限</w:t>
            </w:r>
            <w:r>
              <w:t>400</w:t>
            </w:r>
            <w:r>
              <w:rPr>
                <w:rFonts w:hint="eastAsia"/>
              </w:rPr>
              <w:t>字）</w:t>
            </w:r>
            <w:r>
              <w:rPr>
                <w:rFonts w:ascii="宋体" w:hint="eastAsia"/>
                <w:b/>
              </w:rPr>
              <w:t>：</w:t>
            </w:r>
            <w:r>
              <w:rPr>
                <w:rFonts w:ascii="宋体"/>
                <w:b/>
              </w:rPr>
              <w:t xml:space="preserve"> </w:t>
            </w:r>
          </w:p>
          <w:p w:rsidR="00B83399" w:rsidRDefault="00B83399">
            <w:pPr>
              <w:widowControl/>
              <w:shd w:val="clear" w:color="auto" w:fill="FFFFFF"/>
              <w:ind w:firstLineChars="200" w:firstLine="420"/>
              <w:jc w:val="left"/>
              <w:rPr>
                <w:rFonts w:ascii="宋体"/>
              </w:rPr>
            </w:pPr>
            <w:bookmarkStart w:id="35" w:name="PO_Abstract"/>
            <w:bookmarkEnd w:id="35"/>
          </w:p>
        </w:tc>
      </w:tr>
    </w:tbl>
    <w:p w:rsidR="00B83399" w:rsidRDefault="00B83399">
      <w:pPr>
        <w:sectPr w:rsidR="00B83399" w:rsidSect="000E55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97" w:bottom="1440" w:left="1797" w:header="851" w:footer="992" w:gutter="0"/>
          <w:pgNumType w:start="0"/>
          <w:cols w:space="720"/>
          <w:titlePg/>
          <w:docGrid w:type="lines" w:linePitch="312"/>
        </w:sectPr>
      </w:pPr>
    </w:p>
    <w:tbl>
      <w:tblPr>
        <w:tblpPr w:leftFromText="180" w:rightFromText="180" w:horzAnchor="margin" w:tblpX="-420" w:tblpY="810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850"/>
        <w:gridCol w:w="2977"/>
        <w:gridCol w:w="851"/>
        <w:gridCol w:w="1275"/>
        <w:gridCol w:w="993"/>
        <w:gridCol w:w="992"/>
        <w:gridCol w:w="2835"/>
        <w:gridCol w:w="2268"/>
        <w:gridCol w:w="1026"/>
      </w:tblGrid>
      <w:tr w:rsidR="00B83399">
        <w:trPr>
          <w:cantSplit/>
          <w:trHeight w:val="776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专业职务</w:t>
            </w: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研究分工</w:t>
            </w: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</w:t>
            </w: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36" w:name="PO_RelatedPersonName1"/>
            <w:bookmarkStart w:id="37" w:name="PO_RelatedPersonName2"/>
            <w:bookmarkEnd w:id="36"/>
            <w:bookmarkEnd w:id="37"/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38" w:name="PO_RelatedPersonGender2"/>
            <w:bookmarkEnd w:id="38"/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39" w:name="PO_RelatedPersonIDNumber2"/>
            <w:bookmarkEnd w:id="39"/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0" w:name="PO_RelatedPersonBirthday2"/>
            <w:bookmarkEnd w:id="40"/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1" w:name="PO_RelatedPersonTitle2"/>
            <w:bookmarkEnd w:id="41"/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2" w:name="PO_RelatedPersonEducationalBackground2"/>
            <w:bookmarkEnd w:id="42"/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3" w:name="PO_RelatedPersonDegree2"/>
            <w:bookmarkEnd w:id="43"/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4" w:name="PO_RelatedPersonOrg2"/>
            <w:bookmarkEnd w:id="44"/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5" w:name="PO_RelatedPersonDivisionOfProject2"/>
            <w:bookmarkEnd w:id="45"/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6" w:name="PO_RelatedPersonName3"/>
            <w:bookmarkEnd w:id="46"/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7" w:name="PO_RelatedPersonName4"/>
            <w:bookmarkEnd w:id="47"/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8" w:name="PO_RelatedPersonName5"/>
            <w:bookmarkEnd w:id="48"/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49" w:name="PO_RelatedPersonName6"/>
            <w:bookmarkEnd w:id="49"/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0" w:name="PO_RelatedPersonGender6"/>
            <w:bookmarkEnd w:id="50"/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1" w:name="PO_RelatedPersonIDNumber6"/>
            <w:bookmarkEnd w:id="51"/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2" w:name="PO_RelatedPersonBirthday6"/>
            <w:bookmarkEnd w:id="52"/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3" w:name="PO_RelatedPersonTitle6"/>
            <w:bookmarkEnd w:id="53"/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4" w:name="PO_RelatedPersonEducationalBackground6"/>
            <w:bookmarkEnd w:id="54"/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5" w:name="PO_RelatedPersonDegree6"/>
            <w:bookmarkEnd w:id="55"/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6" w:name="PO_RelatedPersonOrg6"/>
            <w:bookmarkEnd w:id="56"/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7" w:name="PO_RelatedPersonDivisionOfProject6"/>
            <w:bookmarkEnd w:id="57"/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  <w:bookmarkStart w:id="58" w:name="PO_RelatedPersonName7"/>
            <w:bookmarkEnd w:id="58"/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771"/>
        </w:trPr>
        <w:tc>
          <w:tcPr>
            <w:tcW w:w="959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83399" w:rsidRDefault="00B83399" w:rsidP="00D663B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83399" w:rsidRDefault="00B83399" w:rsidP="00D663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83399" w:rsidRPr="00B4205C" w:rsidRDefault="00B83399" w:rsidP="00B4205C">
      <w:pPr>
        <w:rPr>
          <w:rFonts w:ascii="宋体"/>
          <w:sz w:val="30"/>
          <w:szCs w:val="30"/>
        </w:rPr>
      </w:pPr>
      <w:bookmarkStart w:id="59" w:name="PO_RelatedPersonName8"/>
      <w:bookmarkEnd w:id="59"/>
      <w:r>
        <w:rPr>
          <w:rFonts w:ascii="黑体" w:eastAsia="黑体" w:hint="eastAsia"/>
          <w:sz w:val="30"/>
          <w:szCs w:val="30"/>
        </w:rPr>
        <w:t>项目参加人员简表</w:t>
      </w:r>
    </w:p>
    <w:p w:rsidR="00B83399" w:rsidRPr="00B4205C" w:rsidRDefault="00B83399" w:rsidP="00B4205C">
      <w:pPr>
        <w:jc w:val="left"/>
        <w:sectPr w:rsidR="00B83399" w:rsidRPr="00B4205C" w:rsidSect="000E552A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  <w:r w:rsidRPr="00210E84">
        <w:rPr>
          <w:rFonts w:hint="eastAsia"/>
          <w:w w:val="90"/>
          <w:szCs w:val="21"/>
        </w:rPr>
        <w:t>注：须有</w:t>
      </w:r>
      <w:r w:rsidRPr="00210E84">
        <w:rPr>
          <w:w w:val="90"/>
          <w:szCs w:val="21"/>
        </w:rPr>
        <w:t>2-3</w:t>
      </w:r>
      <w:r w:rsidRPr="00210E84">
        <w:rPr>
          <w:rFonts w:hint="eastAsia"/>
          <w:w w:val="90"/>
          <w:szCs w:val="21"/>
        </w:rPr>
        <w:t>名我校在校学生参与，其“专业职务”栏不填，“学历”栏填“本科在读”，“工作单位”栏填专业及学号信息，如“</w:t>
      </w:r>
      <w:r w:rsidRPr="00210E84">
        <w:rPr>
          <w:w w:val="90"/>
          <w:szCs w:val="21"/>
        </w:rPr>
        <w:t>**</w:t>
      </w:r>
      <w:r w:rsidRPr="00210E84">
        <w:rPr>
          <w:rFonts w:hint="eastAsia"/>
          <w:w w:val="90"/>
          <w:szCs w:val="21"/>
        </w:rPr>
        <w:t>学院</w:t>
      </w:r>
      <w:r w:rsidRPr="00210E84">
        <w:rPr>
          <w:w w:val="90"/>
          <w:szCs w:val="21"/>
        </w:rPr>
        <w:t>**</w:t>
      </w:r>
      <w:r w:rsidRPr="00210E84">
        <w:rPr>
          <w:rFonts w:hint="eastAsia"/>
          <w:w w:val="90"/>
          <w:szCs w:val="21"/>
        </w:rPr>
        <w:t>专业”（学号</w:t>
      </w:r>
      <w:r w:rsidRPr="00210E84">
        <w:rPr>
          <w:w w:val="90"/>
          <w:szCs w:val="21"/>
        </w:rPr>
        <w:t>****</w:t>
      </w:r>
      <w:r w:rsidRPr="00210E84">
        <w:rPr>
          <w:rFonts w:hint="eastAsia"/>
          <w:w w:val="90"/>
          <w:szCs w:val="21"/>
        </w:rPr>
        <w:t>）。</w:t>
      </w:r>
    </w:p>
    <w:p w:rsidR="00B83399" w:rsidRDefault="00B83399">
      <w:pPr>
        <w:rPr>
          <w:rFonts w:ascii="宋体"/>
          <w:b/>
          <w:sz w:val="24"/>
        </w:rPr>
      </w:pPr>
      <w:r>
        <w:rPr>
          <w:rFonts w:ascii="宋体" w:hAnsi="宋体" w:hint="eastAsia"/>
          <w:b/>
          <w:sz w:val="28"/>
        </w:rPr>
        <w:t>经费申请预算表（单位：万元）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9"/>
        <w:gridCol w:w="1799"/>
        <w:gridCol w:w="611"/>
        <w:gridCol w:w="2269"/>
        <w:gridCol w:w="144"/>
        <w:gridCol w:w="2407"/>
      </w:tblGrid>
      <w:tr w:rsidR="00B83399">
        <w:trPr>
          <w:trHeight w:val="405"/>
          <w:jc w:val="center"/>
        </w:trPr>
        <w:tc>
          <w:tcPr>
            <w:tcW w:w="9639" w:type="dxa"/>
            <w:gridSpan w:val="6"/>
            <w:vAlign w:val="center"/>
          </w:tcPr>
          <w:p w:rsidR="00B83399" w:rsidRDefault="00B83399">
            <w:pPr>
              <w:jc w:val="center"/>
              <w:rPr>
                <w:rFonts w:eastAsia="黑体" w:hAnsi="Arial"/>
                <w:bCs/>
                <w:szCs w:val="21"/>
              </w:rPr>
            </w:pPr>
            <w:r>
              <w:rPr>
                <w:rFonts w:eastAsia="黑体" w:hAnsi="Arial" w:hint="eastAsia"/>
                <w:bCs/>
                <w:szCs w:val="21"/>
              </w:rPr>
              <w:t>一、经</w:t>
            </w:r>
            <w:r>
              <w:rPr>
                <w:rFonts w:eastAsia="黑体" w:hAnsi="Arial"/>
                <w:bCs/>
                <w:szCs w:val="21"/>
              </w:rPr>
              <w:t xml:space="preserve"> </w:t>
            </w:r>
            <w:r>
              <w:rPr>
                <w:rFonts w:eastAsia="黑体" w:hAnsi="Arial" w:hint="eastAsia"/>
                <w:bCs/>
                <w:szCs w:val="21"/>
              </w:rPr>
              <w:t>费</w:t>
            </w:r>
            <w:r>
              <w:rPr>
                <w:rFonts w:eastAsia="黑体" w:hAnsi="Arial"/>
                <w:bCs/>
                <w:szCs w:val="21"/>
              </w:rPr>
              <w:t xml:space="preserve"> </w:t>
            </w:r>
            <w:r>
              <w:rPr>
                <w:rFonts w:eastAsia="黑体" w:hAnsi="Arial" w:hint="eastAsia"/>
                <w:bCs/>
                <w:szCs w:val="21"/>
              </w:rPr>
              <w:t>来</w:t>
            </w:r>
            <w:r>
              <w:rPr>
                <w:rFonts w:eastAsia="黑体" w:hAnsi="Arial"/>
                <w:bCs/>
                <w:szCs w:val="21"/>
              </w:rPr>
              <w:t xml:space="preserve"> </w:t>
            </w:r>
            <w:r>
              <w:rPr>
                <w:rFonts w:eastAsia="黑体" w:hAnsi="Arial" w:hint="eastAsia"/>
                <w:bCs/>
                <w:szCs w:val="21"/>
              </w:rPr>
              <w:t>源</w:t>
            </w:r>
          </w:p>
        </w:tc>
      </w:tr>
      <w:tr w:rsidR="00B83399">
        <w:trPr>
          <w:trHeight w:val="405"/>
          <w:jc w:val="center"/>
        </w:trPr>
        <w:tc>
          <w:tcPr>
            <w:tcW w:w="4208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 w:hAnsi="Arial" w:hint="eastAsia"/>
                <w:bCs/>
                <w:szCs w:val="21"/>
              </w:rPr>
              <w:t>经费来源</w:t>
            </w:r>
          </w:p>
        </w:tc>
        <w:tc>
          <w:tcPr>
            <w:tcW w:w="2880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 w:hAnsi="Arial" w:hint="eastAsia"/>
                <w:bCs/>
                <w:szCs w:val="21"/>
              </w:rPr>
              <w:t>金额</w:t>
            </w:r>
          </w:p>
        </w:tc>
        <w:tc>
          <w:tcPr>
            <w:tcW w:w="2551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 w:hAnsi="Arial" w:hint="eastAsia"/>
                <w:bCs/>
                <w:szCs w:val="21"/>
              </w:rPr>
              <w:t>合计</w:t>
            </w:r>
          </w:p>
        </w:tc>
      </w:tr>
      <w:tr w:rsidR="00B83399">
        <w:trPr>
          <w:trHeight w:val="405"/>
          <w:jc w:val="center"/>
        </w:trPr>
        <w:tc>
          <w:tcPr>
            <w:tcW w:w="4208" w:type="dxa"/>
            <w:gridSpan w:val="2"/>
            <w:vAlign w:val="center"/>
          </w:tcPr>
          <w:p w:rsidR="00B83399" w:rsidRDefault="00B83399">
            <w:pPr>
              <w:adjustRightInd w:val="0"/>
              <w:snapToGrid w:val="0"/>
              <w:spacing w:line="300" w:lineRule="auto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1.</w:t>
            </w:r>
            <w:r>
              <w:rPr>
                <w:rFonts w:eastAsia="黑体" w:hint="eastAsia"/>
                <w:position w:val="6"/>
                <w:szCs w:val="21"/>
              </w:rPr>
              <w:t>学校经费</w:t>
            </w:r>
          </w:p>
        </w:tc>
        <w:tc>
          <w:tcPr>
            <w:tcW w:w="2880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</w:p>
        </w:tc>
      </w:tr>
      <w:tr w:rsidR="00B83399">
        <w:trPr>
          <w:trHeight w:val="405"/>
          <w:jc w:val="center"/>
        </w:trPr>
        <w:tc>
          <w:tcPr>
            <w:tcW w:w="4208" w:type="dxa"/>
            <w:gridSpan w:val="2"/>
            <w:vAlign w:val="center"/>
          </w:tcPr>
          <w:p w:rsidR="00B83399" w:rsidRDefault="00B83399">
            <w:pPr>
              <w:adjustRightInd w:val="0"/>
              <w:snapToGrid w:val="0"/>
              <w:spacing w:line="300" w:lineRule="auto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2.</w:t>
            </w:r>
            <w:r>
              <w:rPr>
                <w:rFonts w:eastAsia="黑体" w:hint="eastAsia"/>
                <w:position w:val="6"/>
                <w:szCs w:val="21"/>
              </w:rPr>
              <w:t>其他资金</w:t>
            </w:r>
          </w:p>
        </w:tc>
        <w:tc>
          <w:tcPr>
            <w:tcW w:w="2880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</w:p>
        </w:tc>
      </w:tr>
      <w:tr w:rsidR="00B83399">
        <w:trPr>
          <w:trHeight w:val="405"/>
          <w:jc w:val="center"/>
        </w:trPr>
        <w:tc>
          <w:tcPr>
            <w:tcW w:w="4208" w:type="dxa"/>
            <w:gridSpan w:val="2"/>
            <w:vAlign w:val="center"/>
          </w:tcPr>
          <w:p w:rsidR="00B83399" w:rsidRDefault="00B83399">
            <w:pPr>
              <w:adjustRightInd w:val="0"/>
              <w:snapToGrid w:val="0"/>
              <w:spacing w:line="300" w:lineRule="auto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9639" w:type="dxa"/>
            <w:gridSpan w:val="6"/>
            <w:vAlign w:val="center"/>
          </w:tcPr>
          <w:p w:rsidR="00B83399" w:rsidRDefault="00B83399">
            <w:pPr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 w:hAnsi="Arial" w:hint="eastAsia"/>
                <w:bCs/>
                <w:szCs w:val="21"/>
              </w:rPr>
              <w:t>二、经</w:t>
            </w:r>
            <w:r>
              <w:rPr>
                <w:rFonts w:eastAsia="黑体"/>
                <w:bCs/>
                <w:szCs w:val="21"/>
              </w:rPr>
              <w:t xml:space="preserve"> </w:t>
            </w:r>
            <w:r>
              <w:rPr>
                <w:rFonts w:eastAsia="黑体" w:hAnsi="Arial" w:hint="eastAsia"/>
                <w:bCs/>
                <w:szCs w:val="21"/>
              </w:rPr>
              <w:t>费</w:t>
            </w:r>
            <w:r>
              <w:rPr>
                <w:rFonts w:eastAsia="黑体"/>
                <w:bCs/>
                <w:szCs w:val="21"/>
              </w:rPr>
              <w:t xml:space="preserve"> </w:t>
            </w:r>
            <w:r>
              <w:rPr>
                <w:rFonts w:eastAsia="黑体" w:hAnsi="Arial" w:hint="eastAsia"/>
                <w:bCs/>
                <w:szCs w:val="21"/>
              </w:rPr>
              <w:t>预</w:t>
            </w:r>
            <w:r>
              <w:rPr>
                <w:rFonts w:eastAsia="黑体"/>
                <w:bCs/>
                <w:szCs w:val="21"/>
              </w:rPr>
              <w:t xml:space="preserve"> </w:t>
            </w:r>
            <w:r>
              <w:rPr>
                <w:rFonts w:eastAsia="黑体" w:hAnsi="Arial" w:hint="eastAsia"/>
                <w:bCs/>
                <w:szCs w:val="21"/>
              </w:rPr>
              <w:t>算</w:t>
            </w: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jc w:val="center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 w:hint="eastAsia"/>
                <w:position w:val="6"/>
                <w:szCs w:val="21"/>
              </w:rPr>
              <w:t>科目名称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 w:hint="eastAsia"/>
                <w:position w:val="6"/>
                <w:szCs w:val="21"/>
              </w:rPr>
              <w:t>科目名称（</w:t>
            </w:r>
            <w:r>
              <w:rPr>
                <w:rFonts w:eastAsia="黑体"/>
                <w:position w:val="6"/>
                <w:szCs w:val="21"/>
              </w:rPr>
              <w:t>2</w:t>
            </w:r>
            <w:r>
              <w:rPr>
                <w:rFonts w:eastAsia="黑体" w:hint="eastAsia"/>
                <w:position w:val="6"/>
                <w:szCs w:val="21"/>
              </w:rPr>
              <w:t>）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center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 w:hint="eastAsia"/>
                <w:position w:val="6"/>
                <w:szCs w:val="21"/>
              </w:rPr>
              <w:t>金额</w:t>
            </w: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center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 w:hint="eastAsia"/>
                <w:position w:val="6"/>
                <w:szCs w:val="21"/>
              </w:rPr>
              <w:t>备注</w:t>
            </w: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(</w:t>
            </w:r>
            <w:r>
              <w:rPr>
                <w:rFonts w:eastAsia="黑体" w:hint="eastAsia"/>
                <w:position w:val="6"/>
                <w:szCs w:val="21"/>
              </w:rPr>
              <w:t>一</w:t>
            </w:r>
            <w:r>
              <w:rPr>
                <w:rFonts w:eastAsia="黑体"/>
                <w:position w:val="6"/>
                <w:szCs w:val="21"/>
              </w:rPr>
              <w:t>)</w:t>
            </w:r>
            <w:r>
              <w:rPr>
                <w:rFonts w:eastAsia="黑体" w:hint="eastAsia"/>
                <w:position w:val="6"/>
                <w:szCs w:val="21"/>
              </w:rPr>
              <w:t>直接费用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1.</w:t>
            </w:r>
            <w:r>
              <w:rPr>
                <w:rFonts w:eastAsia="黑体" w:hint="eastAsia"/>
                <w:position w:val="6"/>
                <w:szCs w:val="21"/>
              </w:rPr>
              <w:t>资料费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1.</w:t>
            </w:r>
            <w:r>
              <w:rPr>
                <w:rFonts w:eastAsia="黑体" w:hint="eastAsia"/>
                <w:position w:val="6"/>
                <w:szCs w:val="21"/>
              </w:rPr>
              <w:t>资料费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2.</w:t>
            </w:r>
            <w:r>
              <w:rPr>
                <w:rFonts w:eastAsia="黑体" w:hint="eastAsia"/>
                <w:position w:val="6"/>
                <w:szCs w:val="21"/>
              </w:rPr>
              <w:t>数据采集费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2.</w:t>
            </w:r>
            <w:r>
              <w:rPr>
                <w:rFonts w:eastAsia="黑体" w:hint="eastAsia"/>
                <w:position w:val="6"/>
                <w:szCs w:val="21"/>
              </w:rPr>
              <w:t>数据采集费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210"/>
          <w:jc w:val="center"/>
        </w:trPr>
        <w:tc>
          <w:tcPr>
            <w:tcW w:w="2409" w:type="dxa"/>
            <w:vMerge w:val="restart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3.</w:t>
            </w:r>
            <w:r>
              <w:rPr>
                <w:rFonts w:eastAsia="黑体" w:hint="eastAsia"/>
                <w:position w:val="6"/>
                <w:szCs w:val="21"/>
              </w:rPr>
              <w:t>差旅费</w:t>
            </w:r>
            <w:r>
              <w:rPr>
                <w:rFonts w:eastAsia="黑体"/>
                <w:position w:val="6"/>
                <w:szCs w:val="21"/>
              </w:rPr>
              <w:t>/</w:t>
            </w:r>
            <w:r>
              <w:rPr>
                <w:rFonts w:eastAsia="黑体" w:hint="eastAsia"/>
                <w:position w:val="6"/>
                <w:szCs w:val="21"/>
              </w:rPr>
              <w:t>会议费</w:t>
            </w:r>
            <w:r>
              <w:rPr>
                <w:rFonts w:eastAsia="黑体"/>
                <w:position w:val="6"/>
                <w:szCs w:val="21"/>
              </w:rPr>
              <w:t>/</w:t>
            </w:r>
            <w:r>
              <w:rPr>
                <w:rFonts w:eastAsia="黑体" w:hint="eastAsia"/>
                <w:position w:val="6"/>
                <w:szCs w:val="21"/>
              </w:rPr>
              <w:t>国际合作与交流费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3.</w:t>
            </w:r>
            <w:r>
              <w:rPr>
                <w:rFonts w:eastAsia="黑体" w:hint="eastAsia"/>
                <w:position w:val="6"/>
                <w:szCs w:val="21"/>
              </w:rPr>
              <w:t>差旅费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210"/>
          <w:jc w:val="center"/>
        </w:trPr>
        <w:tc>
          <w:tcPr>
            <w:tcW w:w="2409" w:type="dxa"/>
            <w:vMerge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4.</w:t>
            </w:r>
            <w:r>
              <w:rPr>
                <w:rFonts w:eastAsia="黑体" w:hint="eastAsia"/>
                <w:position w:val="6"/>
                <w:szCs w:val="21"/>
              </w:rPr>
              <w:t>会议费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210"/>
          <w:jc w:val="center"/>
        </w:trPr>
        <w:tc>
          <w:tcPr>
            <w:tcW w:w="2409" w:type="dxa"/>
            <w:vMerge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5.</w:t>
            </w:r>
            <w:r>
              <w:rPr>
                <w:rFonts w:eastAsia="黑体" w:hint="eastAsia"/>
                <w:position w:val="6"/>
                <w:szCs w:val="21"/>
              </w:rPr>
              <w:t>国际合作与交流费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4.</w:t>
            </w:r>
            <w:r>
              <w:rPr>
                <w:rFonts w:eastAsia="黑体" w:hint="eastAsia"/>
                <w:position w:val="6"/>
                <w:szCs w:val="21"/>
              </w:rPr>
              <w:t>设备费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6.</w:t>
            </w:r>
            <w:r>
              <w:rPr>
                <w:rFonts w:eastAsia="黑体" w:hint="eastAsia"/>
                <w:position w:val="6"/>
                <w:szCs w:val="21"/>
              </w:rPr>
              <w:t>设备费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5.</w:t>
            </w:r>
            <w:r>
              <w:rPr>
                <w:rFonts w:eastAsia="黑体" w:hint="eastAsia"/>
                <w:position w:val="6"/>
                <w:szCs w:val="21"/>
              </w:rPr>
              <w:t>专家咨询费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7.</w:t>
            </w:r>
            <w:r>
              <w:rPr>
                <w:rFonts w:eastAsia="黑体" w:hint="eastAsia"/>
                <w:position w:val="6"/>
                <w:szCs w:val="21"/>
              </w:rPr>
              <w:t>专家咨询费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6.</w:t>
            </w:r>
            <w:r>
              <w:rPr>
                <w:rFonts w:eastAsia="黑体" w:hint="eastAsia"/>
                <w:position w:val="6"/>
                <w:szCs w:val="21"/>
              </w:rPr>
              <w:t>劳务费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8.</w:t>
            </w:r>
            <w:r>
              <w:rPr>
                <w:rFonts w:eastAsia="黑体" w:hint="eastAsia"/>
                <w:position w:val="6"/>
                <w:szCs w:val="21"/>
              </w:rPr>
              <w:t>劳务费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7.</w:t>
            </w:r>
            <w:r>
              <w:rPr>
                <w:rFonts w:eastAsia="黑体" w:hint="eastAsia"/>
                <w:position w:val="6"/>
                <w:szCs w:val="21"/>
              </w:rPr>
              <w:t>印刷出版费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9.</w:t>
            </w:r>
            <w:r>
              <w:rPr>
                <w:rFonts w:eastAsia="黑体" w:hint="eastAsia"/>
                <w:position w:val="6"/>
                <w:szCs w:val="21"/>
              </w:rPr>
              <w:t>印刷出版费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8.</w:t>
            </w:r>
            <w:r>
              <w:rPr>
                <w:rFonts w:eastAsia="黑体" w:hint="eastAsia"/>
                <w:position w:val="6"/>
                <w:szCs w:val="21"/>
              </w:rPr>
              <w:t>其他支出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10.</w:t>
            </w:r>
            <w:r>
              <w:rPr>
                <w:rFonts w:eastAsia="黑体" w:hint="eastAsia"/>
                <w:position w:val="6"/>
                <w:szCs w:val="21"/>
              </w:rPr>
              <w:t>其他支出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(</w:t>
            </w:r>
            <w:r>
              <w:rPr>
                <w:rFonts w:eastAsia="黑体" w:hint="eastAsia"/>
                <w:position w:val="6"/>
                <w:szCs w:val="21"/>
              </w:rPr>
              <w:t>二</w:t>
            </w:r>
            <w:r>
              <w:rPr>
                <w:rFonts w:eastAsia="黑体"/>
                <w:position w:val="6"/>
                <w:szCs w:val="21"/>
              </w:rPr>
              <w:t>)</w:t>
            </w:r>
            <w:r>
              <w:rPr>
                <w:rFonts w:eastAsia="黑体" w:hint="eastAsia"/>
                <w:position w:val="6"/>
                <w:szCs w:val="21"/>
              </w:rPr>
              <w:t>间接费用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1.</w:t>
            </w:r>
            <w:r>
              <w:rPr>
                <w:rFonts w:eastAsia="黑体" w:hint="eastAsia"/>
                <w:position w:val="6"/>
                <w:szCs w:val="21"/>
              </w:rPr>
              <w:t>管理费用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1.</w:t>
            </w:r>
            <w:r>
              <w:rPr>
                <w:rFonts w:eastAsia="黑体" w:hint="eastAsia"/>
                <w:position w:val="6"/>
                <w:szCs w:val="21"/>
              </w:rPr>
              <w:t>管理费用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2.</w:t>
            </w:r>
            <w:r>
              <w:rPr>
                <w:rFonts w:eastAsia="黑体" w:hint="eastAsia"/>
                <w:position w:val="6"/>
                <w:szCs w:val="21"/>
              </w:rPr>
              <w:t>绩效支出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2.</w:t>
            </w:r>
            <w:r>
              <w:rPr>
                <w:rFonts w:eastAsia="黑体" w:hint="eastAsia"/>
                <w:position w:val="6"/>
                <w:szCs w:val="21"/>
              </w:rPr>
              <w:t>绩效支出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  <w:tr w:rsidR="00B83399">
        <w:trPr>
          <w:trHeight w:val="541"/>
          <w:jc w:val="center"/>
        </w:trPr>
        <w:tc>
          <w:tcPr>
            <w:tcW w:w="2409" w:type="dxa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3.</w:t>
            </w:r>
            <w:r>
              <w:rPr>
                <w:rFonts w:eastAsia="黑体" w:hint="eastAsia"/>
                <w:position w:val="6"/>
                <w:szCs w:val="21"/>
              </w:rPr>
              <w:t>间接成本补偿（其他支出）</w:t>
            </w:r>
          </w:p>
        </w:tc>
        <w:tc>
          <w:tcPr>
            <w:tcW w:w="2410" w:type="dxa"/>
            <w:gridSpan w:val="2"/>
            <w:vAlign w:val="center"/>
          </w:tcPr>
          <w:p w:rsidR="00B83399" w:rsidRDefault="00B83399">
            <w:pPr>
              <w:widowControl/>
              <w:jc w:val="left"/>
              <w:rPr>
                <w:rFonts w:eastAsia="黑体"/>
                <w:position w:val="6"/>
                <w:szCs w:val="21"/>
              </w:rPr>
            </w:pPr>
            <w:r>
              <w:rPr>
                <w:rFonts w:eastAsia="黑体"/>
                <w:position w:val="6"/>
                <w:szCs w:val="21"/>
              </w:rPr>
              <w:t>3.</w:t>
            </w:r>
            <w:r>
              <w:rPr>
                <w:rFonts w:eastAsia="黑体" w:hint="eastAsia"/>
                <w:position w:val="6"/>
                <w:szCs w:val="21"/>
              </w:rPr>
              <w:t>间接成本补偿（其他支出）</w:t>
            </w:r>
          </w:p>
        </w:tc>
        <w:tc>
          <w:tcPr>
            <w:tcW w:w="2413" w:type="dxa"/>
            <w:gridSpan w:val="2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407" w:type="dxa"/>
            <w:vAlign w:val="center"/>
          </w:tcPr>
          <w:p w:rsidR="00B83399" w:rsidRDefault="00B83399">
            <w:pPr>
              <w:jc w:val="left"/>
              <w:rPr>
                <w:rFonts w:eastAsia="黑体"/>
                <w:position w:val="6"/>
                <w:szCs w:val="21"/>
              </w:rPr>
            </w:pPr>
          </w:p>
        </w:tc>
      </w:tr>
    </w:tbl>
    <w:p w:rsidR="00B83399" w:rsidRDefault="00B83399">
      <w:pPr>
        <w:spacing w:before="240" w:line="400" w:lineRule="atLeast"/>
        <w:jc w:val="center"/>
        <w:rPr>
          <w:rFonts w:ascii="宋体"/>
          <w:b/>
          <w:sz w:val="28"/>
          <w:szCs w:val="28"/>
        </w:rPr>
      </w:pPr>
      <w:r>
        <w:rPr>
          <w:rFonts w:ascii="宋体"/>
          <w:b/>
          <w:sz w:val="24"/>
        </w:rPr>
        <w:br w:type="page"/>
      </w:r>
      <w:r>
        <w:rPr>
          <w:rFonts w:ascii="宋体" w:hint="eastAsia"/>
          <w:b/>
          <w:sz w:val="28"/>
          <w:szCs w:val="28"/>
        </w:rPr>
        <w:t>报告正文（不超过</w:t>
      </w:r>
      <w:r>
        <w:rPr>
          <w:rFonts w:ascii="宋体"/>
          <w:b/>
          <w:sz w:val="28"/>
          <w:szCs w:val="28"/>
        </w:rPr>
        <w:t>5000</w:t>
      </w:r>
      <w:r>
        <w:rPr>
          <w:rFonts w:ascii="宋体" w:hint="eastAsia"/>
          <w:b/>
          <w:sz w:val="28"/>
          <w:szCs w:val="28"/>
        </w:rPr>
        <w:t>字）</w:t>
      </w:r>
    </w:p>
    <w:p w:rsidR="00B83399" w:rsidRDefault="00B83399">
      <w:pPr>
        <w:rPr>
          <w:b/>
          <w:bCs/>
        </w:rPr>
      </w:pPr>
      <w:bookmarkStart w:id="60" w:name="PO_Text9"/>
      <w:bookmarkEnd w:id="60"/>
      <w:r>
        <w:rPr>
          <w:rFonts w:hint="eastAsia"/>
          <w:b/>
          <w:bCs/>
        </w:rPr>
        <w:t>一、本课题研究现状</w:t>
      </w:r>
    </w:p>
    <w:p w:rsidR="00B83399" w:rsidRDefault="00B83399"/>
    <w:p w:rsidR="00B83399" w:rsidRDefault="00B83399">
      <w:pPr>
        <w:pStyle w:val="a"/>
        <w:ind w:firstLineChars="0" w:firstLine="0"/>
        <w:rPr>
          <w:b/>
          <w:bCs/>
        </w:rPr>
      </w:pPr>
      <w:r>
        <w:rPr>
          <w:rFonts w:hint="eastAsia"/>
          <w:b/>
          <w:bCs/>
        </w:rPr>
        <w:t>二、本课题研究存在的问题</w:t>
      </w:r>
    </w:p>
    <w:p w:rsidR="00B83399" w:rsidRDefault="00B83399">
      <w:pPr>
        <w:pStyle w:val="a"/>
        <w:ind w:firstLineChars="0" w:firstLine="0"/>
      </w:pPr>
    </w:p>
    <w:p w:rsidR="00B83399" w:rsidRDefault="00B83399">
      <w:pPr>
        <w:pStyle w:val="a"/>
        <w:ind w:firstLineChars="0" w:firstLine="0"/>
        <w:rPr>
          <w:b/>
          <w:bCs/>
        </w:rPr>
      </w:pPr>
      <w:r>
        <w:rPr>
          <w:rFonts w:hint="eastAsia"/>
          <w:b/>
          <w:bCs/>
        </w:rPr>
        <w:t>三、本课题研究拟解决的问题及意义</w:t>
      </w:r>
    </w:p>
    <w:p w:rsidR="00B83399" w:rsidRDefault="00B83399">
      <w:pPr>
        <w:pStyle w:val="a"/>
        <w:ind w:firstLineChars="0" w:firstLine="0"/>
      </w:pPr>
    </w:p>
    <w:p w:rsidR="00B83399" w:rsidRDefault="00B83399">
      <w:pPr>
        <w:pStyle w:val="a"/>
        <w:ind w:firstLineChars="0" w:firstLine="0"/>
        <w:rPr>
          <w:b/>
          <w:bCs/>
        </w:rPr>
      </w:pPr>
      <w:r>
        <w:rPr>
          <w:rFonts w:hint="eastAsia"/>
          <w:b/>
          <w:bCs/>
        </w:rPr>
        <w:t>四、本课题研究思路和方法</w:t>
      </w:r>
    </w:p>
    <w:p w:rsidR="00B83399" w:rsidRDefault="00B83399">
      <w:pPr>
        <w:pStyle w:val="a"/>
        <w:ind w:firstLineChars="0" w:firstLine="0"/>
      </w:pPr>
    </w:p>
    <w:p w:rsidR="00B83399" w:rsidRDefault="00B83399">
      <w:pPr>
        <w:pStyle w:val="a"/>
        <w:spacing w:line="360" w:lineRule="auto"/>
        <w:ind w:firstLineChars="0" w:firstLine="0"/>
        <w:rPr>
          <w:b/>
        </w:rPr>
      </w:pPr>
      <w:bookmarkStart w:id="61" w:name="PO_Text"/>
      <w:r>
        <w:rPr>
          <w:rFonts w:hint="eastAsia"/>
          <w:b/>
        </w:rPr>
        <w:t>五、本课题研究目标任务：（研究成果及成果转换）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2"/>
        <w:gridCol w:w="3026"/>
        <w:gridCol w:w="2880"/>
      </w:tblGrid>
      <w:tr w:rsidR="00B83399">
        <w:trPr>
          <w:trHeight w:val="521"/>
        </w:trPr>
        <w:tc>
          <w:tcPr>
            <w:tcW w:w="2842" w:type="dxa"/>
            <w:vAlign w:val="center"/>
          </w:tcPr>
          <w:p w:rsidR="00B83399" w:rsidRDefault="00B833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项目类别</w:t>
            </w:r>
          </w:p>
        </w:tc>
        <w:tc>
          <w:tcPr>
            <w:tcW w:w="3026" w:type="dxa"/>
            <w:vAlign w:val="center"/>
          </w:tcPr>
          <w:p w:rsidR="00B83399" w:rsidRDefault="00B83399" w:rsidP="0061562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成果形式及要求</w:t>
            </w:r>
          </w:p>
        </w:tc>
        <w:tc>
          <w:tcPr>
            <w:tcW w:w="2880" w:type="dxa"/>
            <w:vAlign w:val="center"/>
          </w:tcPr>
          <w:p w:rsidR="00B83399" w:rsidRDefault="00B833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成果名称</w:t>
            </w:r>
            <w:r>
              <w:rPr>
                <w:b/>
              </w:rPr>
              <w:t xml:space="preserve">                  </w:t>
            </w:r>
          </w:p>
        </w:tc>
      </w:tr>
      <w:tr w:rsidR="00B83399">
        <w:trPr>
          <w:trHeight w:val="2326"/>
        </w:trPr>
        <w:tc>
          <w:tcPr>
            <w:tcW w:w="2842" w:type="dxa"/>
            <w:vAlign w:val="center"/>
          </w:tcPr>
          <w:p w:rsidR="00B83399" w:rsidRDefault="00B83399">
            <w:pPr>
              <w:jc w:val="center"/>
            </w:pPr>
          </w:p>
          <w:p w:rsidR="00B83399" w:rsidRDefault="00B83399">
            <w:pPr>
              <w:jc w:val="center"/>
            </w:pPr>
          </w:p>
          <w:p w:rsidR="00B83399" w:rsidRDefault="00B83399">
            <w:pPr>
              <w:jc w:val="center"/>
            </w:pPr>
            <w:r w:rsidRPr="009C7DC4">
              <w:rPr>
                <w:rFonts w:hint="eastAsia"/>
              </w:rPr>
              <w:t>重点项目</w:t>
            </w:r>
          </w:p>
          <w:p w:rsidR="00B83399" w:rsidRDefault="00B83399">
            <w:pPr>
              <w:jc w:val="center"/>
            </w:pPr>
          </w:p>
          <w:p w:rsidR="00B83399" w:rsidRDefault="00B83399" w:rsidP="003C4207">
            <w:pPr>
              <w:jc w:val="center"/>
            </w:pPr>
          </w:p>
        </w:tc>
        <w:tc>
          <w:tcPr>
            <w:tcW w:w="3026" w:type="dxa"/>
            <w:vAlign w:val="center"/>
          </w:tcPr>
          <w:p w:rsidR="00B83399" w:rsidRPr="001F2973" w:rsidRDefault="00B83399" w:rsidP="006A004E">
            <w:pPr>
              <w:jc w:val="left"/>
              <w:rPr>
                <w:bCs/>
              </w:rPr>
            </w:pPr>
          </w:p>
        </w:tc>
        <w:tc>
          <w:tcPr>
            <w:tcW w:w="2880" w:type="dxa"/>
            <w:vAlign w:val="center"/>
          </w:tcPr>
          <w:p w:rsidR="00B83399" w:rsidRPr="001E7316" w:rsidRDefault="00B83399" w:rsidP="001F2973">
            <w:pPr>
              <w:jc w:val="center"/>
              <w:rPr>
                <w:sz w:val="24"/>
              </w:rPr>
            </w:pPr>
          </w:p>
        </w:tc>
      </w:tr>
      <w:tr w:rsidR="00B83399">
        <w:trPr>
          <w:trHeight w:val="2010"/>
        </w:trPr>
        <w:tc>
          <w:tcPr>
            <w:tcW w:w="2842" w:type="dxa"/>
            <w:vAlign w:val="center"/>
          </w:tcPr>
          <w:p w:rsidR="00B83399" w:rsidRDefault="00B83399">
            <w:pPr>
              <w:jc w:val="center"/>
            </w:pPr>
          </w:p>
          <w:p w:rsidR="00B83399" w:rsidRDefault="00B83399">
            <w:pPr>
              <w:jc w:val="center"/>
            </w:pPr>
          </w:p>
          <w:p w:rsidR="00B83399" w:rsidRDefault="00B83399">
            <w:pPr>
              <w:jc w:val="center"/>
            </w:pPr>
            <w:r w:rsidRPr="009C7DC4">
              <w:rPr>
                <w:rFonts w:hint="eastAsia"/>
              </w:rPr>
              <w:t>一般项目</w:t>
            </w:r>
          </w:p>
          <w:p w:rsidR="00B83399" w:rsidRDefault="00B83399">
            <w:pPr>
              <w:jc w:val="center"/>
            </w:pPr>
          </w:p>
          <w:p w:rsidR="00B83399" w:rsidRDefault="00B83399" w:rsidP="003C4207">
            <w:pPr>
              <w:jc w:val="center"/>
            </w:pPr>
          </w:p>
        </w:tc>
        <w:tc>
          <w:tcPr>
            <w:tcW w:w="3026" w:type="dxa"/>
            <w:vAlign w:val="center"/>
          </w:tcPr>
          <w:p w:rsidR="00B83399" w:rsidRPr="006A004E" w:rsidRDefault="00B83399" w:rsidP="006A004E">
            <w:pPr>
              <w:jc w:val="left"/>
              <w:rPr>
                <w:bCs/>
              </w:rPr>
            </w:pPr>
          </w:p>
        </w:tc>
        <w:tc>
          <w:tcPr>
            <w:tcW w:w="2880" w:type="dxa"/>
            <w:vAlign w:val="center"/>
          </w:tcPr>
          <w:p w:rsidR="00B83399" w:rsidRPr="001E7316" w:rsidRDefault="00B83399" w:rsidP="001F2973">
            <w:pPr>
              <w:jc w:val="center"/>
              <w:rPr>
                <w:sz w:val="24"/>
              </w:rPr>
            </w:pPr>
          </w:p>
        </w:tc>
      </w:tr>
      <w:bookmarkEnd w:id="61"/>
    </w:tbl>
    <w:p w:rsidR="00B83399" w:rsidRDefault="00B83399">
      <w:pPr>
        <w:spacing w:line="400" w:lineRule="atLeast"/>
        <w:rPr>
          <w:rFonts w:ascii="宋体"/>
          <w:b/>
          <w:sz w:val="24"/>
        </w:rPr>
      </w:pPr>
      <w:r>
        <w:rPr>
          <w:rFonts w:ascii="宋体"/>
          <w:b/>
          <w:sz w:val="24"/>
        </w:rPr>
        <w:br w:type="page"/>
      </w:r>
      <w:r>
        <w:rPr>
          <w:rFonts w:ascii="宋体" w:hint="eastAsia"/>
          <w:b/>
          <w:sz w:val="24"/>
        </w:rPr>
        <w:t>参考文献</w:t>
      </w:r>
    </w:p>
    <w:p w:rsidR="00B83399" w:rsidRDefault="00B83399">
      <w:pPr>
        <w:spacing w:line="400" w:lineRule="atLeast"/>
        <w:rPr>
          <w:rFonts w:ascii="宋体"/>
          <w:szCs w:val="21"/>
        </w:rPr>
        <w:sectPr w:rsidR="00B83399" w:rsidSect="000E552A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  <w:bookmarkStart w:id="62" w:name="PO_Text13"/>
      <w:bookmarkEnd w:id="62"/>
    </w:p>
    <w:p w:rsidR="00B83399" w:rsidRDefault="00B83399">
      <w:pPr>
        <w:pStyle w:val="a"/>
        <w:spacing w:line="360" w:lineRule="auto"/>
        <w:ind w:firstLineChars="0" w:firstLine="0"/>
        <w:rPr>
          <w:b/>
        </w:rPr>
      </w:pPr>
      <w:r>
        <w:rPr>
          <w:rFonts w:ascii="宋体"/>
          <w:b/>
          <w:sz w:val="24"/>
        </w:rPr>
        <w:br w:type="page"/>
      </w:r>
      <w:r w:rsidRPr="00354460">
        <w:rPr>
          <w:rFonts w:ascii="宋体" w:hint="eastAsia"/>
          <w:b/>
          <w:szCs w:val="21"/>
        </w:rPr>
        <w:t>六</w:t>
      </w:r>
      <w:r>
        <w:rPr>
          <w:rFonts w:ascii="宋体" w:hint="eastAsia"/>
          <w:b/>
          <w:sz w:val="24"/>
        </w:rPr>
        <w:t>、</w:t>
      </w:r>
      <w:r>
        <w:rPr>
          <w:rFonts w:hint="eastAsia"/>
          <w:b/>
        </w:rPr>
        <w:t>申请人承担并完成的课题（不超过</w:t>
      </w:r>
      <w:r>
        <w:rPr>
          <w:b/>
        </w:rPr>
        <w:t>3</w:t>
      </w:r>
      <w:r>
        <w:rPr>
          <w:rFonts w:hint="eastAsia"/>
          <w:b/>
        </w:rPr>
        <w:t>项，注明项目来源）</w:t>
      </w:r>
    </w:p>
    <w:p w:rsidR="00B83399" w:rsidRDefault="00B83399">
      <w:pPr>
        <w:pStyle w:val="a"/>
        <w:spacing w:line="360" w:lineRule="auto"/>
        <w:ind w:firstLineChars="0" w:firstLine="0"/>
        <w:rPr>
          <w:b/>
        </w:rPr>
        <w:sectPr w:rsidR="00B83399" w:rsidSect="000E552A">
          <w:type w:val="continuous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B83399" w:rsidRDefault="00B83399">
      <w:pPr>
        <w:spacing w:line="360" w:lineRule="auto"/>
        <w:rPr>
          <w:rFonts w:ascii="宋体"/>
          <w:szCs w:val="21"/>
        </w:rPr>
      </w:pPr>
      <w:bookmarkStart w:id="63" w:name="PO_Text11"/>
      <w:bookmarkEnd w:id="63"/>
    </w:p>
    <w:p w:rsidR="00B83399" w:rsidRDefault="00B83399">
      <w:pPr>
        <w:spacing w:line="360" w:lineRule="auto"/>
        <w:rPr>
          <w:rFonts w:ascii="宋体"/>
          <w:szCs w:val="21"/>
        </w:rPr>
      </w:pPr>
    </w:p>
    <w:p w:rsidR="00B83399" w:rsidRDefault="00B83399">
      <w:pPr>
        <w:spacing w:line="360" w:lineRule="auto"/>
        <w:rPr>
          <w:rFonts w:ascii="宋体"/>
          <w:szCs w:val="21"/>
        </w:rPr>
      </w:pPr>
    </w:p>
    <w:p w:rsidR="00B83399" w:rsidRDefault="00B83399">
      <w:pPr>
        <w:spacing w:line="360" w:lineRule="auto"/>
        <w:rPr>
          <w:rFonts w:ascii="宋体"/>
          <w:szCs w:val="21"/>
        </w:rPr>
      </w:pPr>
    </w:p>
    <w:p w:rsidR="00B83399" w:rsidRDefault="00B83399">
      <w:pPr>
        <w:pStyle w:val="a"/>
        <w:spacing w:line="360" w:lineRule="auto"/>
        <w:ind w:firstLineChars="0" w:firstLine="0"/>
        <w:rPr>
          <w:b/>
        </w:rPr>
      </w:pPr>
      <w:r>
        <w:rPr>
          <w:rFonts w:hint="eastAsia"/>
          <w:b/>
        </w:rPr>
        <w:t>七、申请人代表性研究成果（不超过</w:t>
      </w:r>
      <w:r>
        <w:rPr>
          <w:b/>
        </w:rPr>
        <w:t>3</w:t>
      </w:r>
      <w:r>
        <w:rPr>
          <w:rFonts w:hint="eastAsia"/>
          <w:b/>
        </w:rPr>
        <w:t>项）</w:t>
      </w:r>
    </w:p>
    <w:p w:rsidR="00B83399" w:rsidRDefault="00B83399">
      <w:pPr>
        <w:rPr>
          <w:rFonts w:ascii="宋体"/>
          <w:sz w:val="24"/>
        </w:rPr>
      </w:pPr>
      <w:bookmarkStart w:id="64" w:name="PO_Text12"/>
      <w:bookmarkEnd w:id="64"/>
    </w:p>
    <w:p w:rsidR="00B83399" w:rsidRDefault="00B83399">
      <w:pPr>
        <w:rPr>
          <w:rFonts w:ascii="宋体"/>
          <w:b/>
          <w:sz w:val="24"/>
        </w:rPr>
        <w:sectPr w:rsidR="00B83399" w:rsidSect="000E552A">
          <w:type w:val="continuous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  <w:r>
        <w:rPr>
          <w:rFonts w:ascii="宋体"/>
          <w:b/>
          <w:sz w:val="24"/>
        </w:rPr>
        <w:br w:type="page"/>
      </w:r>
    </w:p>
    <w:p w:rsidR="00B83399" w:rsidRDefault="00B83399">
      <w:pPr>
        <w:spacing w:line="400" w:lineRule="atLeast"/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申请人所在部门及合作单位的审查与保证</w:t>
      </w:r>
    </w:p>
    <w:tbl>
      <w:tblPr>
        <w:tblW w:w="0" w:type="auto"/>
        <w:tblInd w:w="3" w:type="dxa"/>
        <w:tblLayout w:type="fixed"/>
        <w:tblLook w:val="0000"/>
      </w:tblPr>
      <w:tblGrid>
        <w:gridCol w:w="9450"/>
      </w:tblGrid>
      <w:tr w:rsidR="00B83399">
        <w:trPr>
          <w:trHeight w:val="5209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合作单位的审查意见与保证：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同意参加合作研究，保证对参加合作研究人员时间及工作条件的支持、督促其按计划完成所承担的任务。</w:t>
            </w:r>
          </w:p>
          <w:p w:rsidR="00B83399" w:rsidRDefault="00B83399">
            <w:pPr>
              <w:wordWrap w:val="0"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需要说明的其它问题：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sz w:val="24"/>
              </w:rPr>
              <w:t>合作单位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（公章）</w:t>
            </w:r>
            <w:r>
              <w:rPr>
                <w:rFonts w:ascii="仿宋_GB2312" w:eastAsia="仿宋_GB2312"/>
                <w:sz w:val="24"/>
              </w:rPr>
              <w:t xml:space="preserve">                       </w:t>
            </w:r>
            <w:r>
              <w:rPr>
                <w:rFonts w:ascii="仿宋_GB2312" w:eastAsia="仿宋_GB2312" w:hint="eastAsia"/>
                <w:sz w:val="24"/>
              </w:rPr>
              <w:t>合作单位</w:t>
            </w: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（公章）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trHeight w:val="4039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申请人所在院（部）领导审查意见及保证：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已按填报说明对申请人进行了资格审查，对申请书内容进行了审核，并保证在项目获得资助后做到以下几点：</w:t>
            </w:r>
          </w:p>
          <w:p w:rsidR="00B83399" w:rsidRDefault="00B83399" w:rsidP="00DA0FAA">
            <w:pPr>
              <w:wordWrap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/>
                <w:spacing w:val="-4"/>
                <w:sz w:val="24"/>
              </w:rPr>
              <w:t>1)</w:t>
            </w:r>
            <w:r>
              <w:rPr>
                <w:rFonts w:ascii="仿宋_GB2312" w:eastAsia="仿宋_GB2312" w:hint="eastAsia"/>
                <w:spacing w:val="-4"/>
                <w:sz w:val="24"/>
              </w:rPr>
              <w:t>保证对研究计划实施所需的人力、物力和工作时间等条件给予支持。</w:t>
            </w:r>
          </w:p>
          <w:p w:rsidR="00B83399" w:rsidRDefault="00B83399" w:rsidP="00DA0FAA">
            <w:pPr>
              <w:wordWrap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(2)</w:t>
            </w:r>
            <w:r>
              <w:rPr>
                <w:rFonts w:ascii="仿宋_GB2312" w:eastAsia="仿宋_GB2312" w:hint="eastAsia"/>
                <w:sz w:val="24"/>
              </w:rPr>
              <w:t>严格遵守有关项目管理、财务等各项规定。</w:t>
            </w:r>
          </w:p>
          <w:p w:rsidR="00B83399" w:rsidRDefault="00B83399" w:rsidP="00DA0FAA">
            <w:pPr>
              <w:wordWrap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(3)</w:t>
            </w:r>
            <w:r>
              <w:rPr>
                <w:rFonts w:ascii="仿宋_GB2312" w:eastAsia="仿宋_GB2312" w:hint="eastAsia"/>
                <w:sz w:val="24"/>
              </w:rPr>
              <w:t>督促项目负责人及时报送有关报表和材料。</w:t>
            </w: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需要说明的其它问题：</w:t>
            </w: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 w:rsidP="00615623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负责人（签章）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sz w:val="24"/>
              </w:rPr>
              <w:t>部门（公章）</w:t>
            </w:r>
            <w:r>
              <w:rPr>
                <w:rFonts w:ascii="仿宋_GB2312" w:eastAsia="仿宋_GB2312"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ind w:left="60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B83399" w:rsidRDefault="00B83399">
      <w:pPr>
        <w:spacing w:line="400" w:lineRule="atLeast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br w:type="page"/>
      </w:r>
      <w:r>
        <w:rPr>
          <w:rFonts w:ascii="宋体" w:hint="eastAsia"/>
          <w:b/>
          <w:sz w:val="24"/>
        </w:rPr>
        <w:t>学科评审组评审意见</w:t>
      </w:r>
    </w:p>
    <w:tbl>
      <w:tblPr>
        <w:tblW w:w="0" w:type="auto"/>
        <w:tblInd w:w="3" w:type="dxa"/>
        <w:tblLayout w:type="fixed"/>
        <w:tblLook w:val="0000"/>
      </w:tblPr>
      <w:tblGrid>
        <w:gridCol w:w="525"/>
        <w:gridCol w:w="945"/>
        <w:gridCol w:w="1257"/>
        <w:gridCol w:w="1473"/>
        <w:gridCol w:w="1254"/>
        <w:gridCol w:w="1364"/>
        <w:gridCol w:w="2632"/>
      </w:tblGrid>
      <w:tr w:rsidR="00B83399">
        <w:trPr>
          <w:trHeight w:val="470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学科组人数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实到人数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表决结果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trHeight w:val="470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赞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成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票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反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对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票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弃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权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票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cantSplit/>
          <w:trHeight w:val="470"/>
        </w:trPr>
        <w:tc>
          <w:tcPr>
            <w:tcW w:w="6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建议资助金额（单位：万元）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（表决未通过项目不填此栏）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3399">
        <w:trPr>
          <w:trHeight w:val="604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主审专家建议立项意见</w:t>
            </w:r>
          </w:p>
        </w:tc>
        <w:tc>
          <w:tcPr>
            <w:tcW w:w="89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</w:rPr>
              <w:t>主审专家签字：</w:t>
            </w:r>
            <w:r>
              <w:rPr>
                <w:rFonts w:ascii="仿宋_GB2312" w:eastAsia="仿宋_GB2312"/>
                <w:sz w:val="24"/>
              </w:rPr>
              <w:t xml:space="preserve">              </w:t>
            </w:r>
            <w:r>
              <w:rPr>
                <w:rFonts w:ascii="仿宋_GB2312" w:eastAsia="仿宋_GB2312" w:hint="eastAsia"/>
                <w:sz w:val="24"/>
              </w:rPr>
              <w:t>学科组长签字：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B83399">
        <w:trPr>
          <w:trHeight w:val="541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评审未通过原因</w:t>
            </w:r>
          </w:p>
        </w:tc>
        <w:tc>
          <w:tcPr>
            <w:tcW w:w="89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选题不当，不符合立项条件；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项目论证不充分或文献资料占有量不足；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项目负责人精力或水平不适宜承担此项目；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项目组力量偏弱、人员结构不合理或分工不当；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项目预期成果不明确或明显偏离实际；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不具备完成本项目所需的其他必备条件；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经过比较，本项目有更合适的承担人；</w:t>
            </w:r>
          </w:p>
          <w:p w:rsidR="00B83399" w:rsidRDefault="00B83399">
            <w:pPr>
              <w:numPr>
                <w:ilvl w:val="0"/>
                <w:numId w:val="1"/>
              </w:num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其它原因（请予以说明）：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</w:rPr>
              <w:t>主审专家签字：</w:t>
            </w:r>
            <w:r>
              <w:rPr>
                <w:rFonts w:ascii="仿宋_GB2312" w:eastAsia="仿宋_GB2312"/>
                <w:sz w:val="24"/>
              </w:rPr>
              <w:t xml:space="preserve">              </w:t>
            </w:r>
            <w:r>
              <w:rPr>
                <w:rFonts w:ascii="仿宋_GB2312" w:eastAsia="仿宋_GB2312" w:hint="eastAsia"/>
                <w:sz w:val="24"/>
              </w:rPr>
              <w:t>学科组长签字：</w:t>
            </w:r>
          </w:p>
          <w:p w:rsidR="00B83399" w:rsidRDefault="00B83399">
            <w:pPr>
              <w:wordWrap w:val="0"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B83399" w:rsidRDefault="00B83399">
      <w:pPr>
        <w:rPr>
          <w:szCs w:val="21"/>
        </w:rPr>
      </w:pPr>
      <w:r>
        <w:t xml:space="preserve"> </w:t>
      </w:r>
    </w:p>
    <w:sectPr w:rsidR="00B83399" w:rsidSect="000E552A">
      <w:type w:val="continuous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399" w:rsidRDefault="00B83399">
      <w:r>
        <w:separator/>
      </w:r>
    </w:p>
  </w:endnote>
  <w:endnote w:type="continuationSeparator" w:id="0">
    <w:p w:rsidR="00B83399" w:rsidRDefault="00B83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99" w:rsidRDefault="00B833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3399" w:rsidRDefault="00B833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99" w:rsidRDefault="00B833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83399" w:rsidRDefault="00B833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99" w:rsidRDefault="00B833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399" w:rsidRDefault="00B83399">
      <w:r>
        <w:separator/>
      </w:r>
    </w:p>
  </w:footnote>
  <w:footnote w:type="continuationSeparator" w:id="0">
    <w:p w:rsidR="00B83399" w:rsidRDefault="00B83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99" w:rsidRDefault="00B833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99" w:rsidRDefault="00B83399" w:rsidP="00B1650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99" w:rsidRDefault="00B833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3619C"/>
    <w:multiLevelType w:val="multilevel"/>
    <w:tmpl w:val="3B83619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autoHyphenation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D4B"/>
    <w:rsid w:val="00006535"/>
    <w:rsid w:val="00013844"/>
    <w:rsid w:val="00014C65"/>
    <w:rsid w:val="0002191D"/>
    <w:rsid w:val="00025759"/>
    <w:rsid w:val="00030CD8"/>
    <w:rsid w:val="000355DE"/>
    <w:rsid w:val="00045A30"/>
    <w:rsid w:val="00051846"/>
    <w:rsid w:val="00051C9B"/>
    <w:rsid w:val="00065953"/>
    <w:rsid w:val="00066069"/>
    <w:rsid w:val="0007368D"/>
    <w:rsid w:val="00074E04"/>
    <w:rsid w:val="00074F69"/>
    <w:rsid w:val="000874C4"/>
    <w:rsid w:val="000946BD"/>
    <w:rsid w:val="0009551D"/>
    <w:rsid w:val="000A797E"/>
    <w:rsid w:val="000B05D1"/>
    <w:rsid w:val="000B18CC"/>
    <w:rsid w:val="000B7E2A"/>
    <w:rsid w:val="000C128E"/>
    <w:rsid w:val="000C3624"/>
    <w:rsid w:val="000D566A"/>
    <w:rsid w:val="000D61E0"/>
    <w:rsid w:val="000D675C"/>
    <w:rsid w:val="000E552A"/>
    <w:rsid w:val="00115E8F"/>
    <w:rsid w:val="00117A18"/>
    <w:rsid w:val="00122A9A"/>
    <w:rsid w:val="00124CCF"/>
    <w:rsid w:val="00124D8E"/>
    <w:rsid w:val="00125D09"/>
    <w:rsid w:val="001311EE"/>
    <w:rsid w:val="0014079F"/>
    <w:rsid w:val="00143F64"/>
    <w:rsid w:val="001470A1"/>
    <w:rsid w:val="00147A3A"/>
    <w:rsid w:val="0015043F"/>
    <w:rsid w:val="00156452"/>
    <w:rsid w:val="00163018"/>
    <w:rsid w:val="001648ED"/>
    <w:rsid w:val="0016510D"/>
    <w:rsid w:val="001655FC"/>
    <w:rsid w:val="00170B3B"/>
    <w:rsid w:val="00173D58"/>
    <w:rsid w:val="00193217"/>
    <w:rsid w:val="00193C0C"/>
    <w:rsid w:val="001965CD"/>
    <w:rsid w:val="00196D47"/>
    <w:rsid w:val="001A0218"/>
    <w:rsid w:val="001A575E"/>
    <w:rsid w:val="001A5D87"/>
    <w:rsid w:val="001C3886"/>
    <w:rsid w:val="001D4111"/>
    <w:rsid w:val="001D76AD"/>
    <w:rsid w:val="001E5DC5"/>
    <w:rsid w:val="001E7316"/>
    <w:rsid w:val="001F2973"/>
    <w:rsid w:val="002012CE"/>
    <w:rsid w:val="00201E86"/>
    <w:rsid w:val="002050E9"/>
    <w:rsid w:val="002052C8"/>
    <w:rsid w:val="002075F2"/>
    <w:rsid w:val="00210E84"/>
    <w:rsid w:val="00214516"/>
    <w:rsid w:val="00217983"/>
    <w:rsid w:val="002206EA"/>
    <w:rsid w:val="00227E7C"/>
    <w:rsid w:val="00232633"/>
    <w:rsid w:val="002410E0"/>
    <w:rsid w:val="00253B08"/>
    <w:rsid w:val="00254C7B"/>
    <w:rsid w:val="00263162"/>
    <w:rsid w:val="00277F92"/>
    <w:rsid w:val="00282A54"/>
    <w:rsid w:val="002835CF"/>
    <w:rsid w:val="00285607"/>
    <w:rsid w:val="00286327"/>
    <w:rsid w:val="00293873"/>
    <w:rsid w:val="00293E75"/>
    <w:rsid w:val="002A67F8"/>
    <w:rsid w:val="002A7619"/>
    <w:rsid w:val="002B3C5B"/>
    <w:rsid w:val="002B7381"/>
    <w:rsid w:val="002B77E9"/>
    <w:rsid w:val="002C4F0B"/>
    <w:rsid w:val="002C69CD"/>
    <w:rsid w:val="002D5ADA"/>
    <w:rsid w:val="002E3199"/>
    <w:rsid w:val="002E4835"/>
    <w:rsid w:val="002E4ECF"/>
    <w:rsid w:val="002F1F01"/>
    <w:rsid w:val="00301DD5"/>
    <w:rsid w:val="00302AF9"/>
    <w:rsid w:val="0031617A"/>
    <w:rsid w:val="00322677"/>
    <w:rsid w:val="00323341"/>
    <w:rsid w:val="00323FD3"/>
    <w:rsid w:val="00324F1C"/>
    <w:rsid w:val="00331E90"/>
    <w:rsid w:val="003327B1"/>
    <w:rsid w:val="00334FA1"/>
    <w:rsid w:val="0034078B"/>
    <w:rsid w:val="00344637"/>
    <w:rsid w:val="00346CDD"/>
    <w:rsid w:val="00354460"/>
    <w:rsid w:val="00365158"/>
    <w:rsid w:val="00366134"/>
    <w:rsid w:val="00371365"/>
    <w:rsid w:val="00387A8D"/>
    <w:rsid w:val="003968E3"/>
    <w:rsid w:val="003A61E3"/>
    <w:rsid w:val="003A7D75"/>
    <w:rsid w:val="003B0D7B"/>
    <w:rsid w:val="003B1E0C"/>
    <w:rsid w:val="003B20FB"/>
    <w:rsid w:val="003B3AE3"/>
    <w:rsid w:val="003B63EB"/>
    <w:rsid w:val="003C0EB7"/>
    <w:rsid w:val="003C4207"/>
    <w:rsid w:val="003C7884"/>
    <w:rsid w:val="003D4CC6"/>
    <w:rsid w:val="003E0B50"/>
    <w:rsid w:val="003E5986"/>
    <w:rsid w:val="003F2940"/>
    <w:rsid w:val="003F79EA"/>
    <w:rsid w:val="00401662"/>
    <w:rsid w:val="00411E9D"/>
    <w:rsid w:val="004135EA"/>
    <w:rsid w:val="00417B35"/>
    <w:rsid w:val="004216A2"/>
    <w:rsid w:val="00423064"/>
    <w:rsid w:val="00427475"/>
    <w:rsid w:val="00430A4A"/>
    <w:rsid w:val="00432DDB"/>
    <w:rsid w:val="00432E81"/>
    <w:rsid w:val="00436101"/>
    <w:rsid w:val="00437612"/>
    <w:rsid w:val="00445462"/>
    <w:rsid w:val="00452699"/>
    <w:rsid w:val="00457804"/>
    <w:rsid w:val="0046340A"/>
    <w:rsid w:val="004766C4"/>
    <w:rsid w:val="004842EC"/>
    <w:rsid w:val="004862E1"/>
    <w:rsid w:val="00486458"/>
    <w:rsid w:val="00494DF3"/>
    <w:rsid w:val="00496818"/>
    <w:rsid w:val="004A3411"/>
    <w:rsid w:val="004B4534"/>
    <w:rsid w:val="004C7483"/>
    <w:rsid w:val="004E1A5D"/>
    <w:rsid w:val="004E5586"/>
    <w:rsid w:val="004E6029"/>
    <w:rsid w:val="004E73D2"/>
    <w:rsid w:val="0051027B"/>
    <w:rsid w:val="00516EC3"/>
    <w:rsid w:val="0052247F"/>
    <w:rsid w:val="00532D37"/>
    <w:rsid w:val="005442A4"/>
    <w:rsid w:val="00555E10"/>
    <w:rsid w:val="00556AAB"/>
    <w:rsid w:val="00560145"/>
    <w:rsid w:val="0056377F"/>
    <w:rsid w:val="00564E40"/>
    <w:rsid w:val="00566579"/>
    <w:rsid w:val="0057108C"/>
    <w:rsid w:val="005822D1"/>
    <w:rsid w:val="005858E2"/>
    <w:rsid w:val="00585A63"/>
    <w:rsid w:val="005A1617"/>
    <w:rsid w:val="005A3243"/>
    <w:rsid w:val="005B6676"/>
    <w:rsid w:val="005C1A93"/>
    <w:rsid w:val="005C1F11"/>
    <w:rsid w:val="005C20E7"/>
    <w:rsid w:val="005C6CF3"/>
    <w:rsid w:val="005D14B6"/>
    <w:rsid w:val="005D1F81"/>
    <w:rsid w:val="005D2EB7"/>
    <w:rsid w:val="005D4054"/>
    <w:rsid w:val="005E2895"/>
    <w:rsid w:val="005F2B91"/>
    <w:rsid w:val="005F5551"/>
    <w:rsid w:val="00601EE2"/>
    <w:rsid w:val="006032A4"/>
    <w:rsid w:val="00614798"/>
    <w:rsid w:val="00615623"/>
    <w:rsid w:val="00633A3F"/>
    <w:rsid w:val="00647F63"/>
    <w:rsid w:val="0066378E"/>
    <w:rsid w:val="0067231F"/>
    <w:rsid w:val="006806D1"/>
    <w:rsid w:val="0069660D"/>
    <w:rsid w:val="006A004E"/>
    <w:rsid w:val="006A216A"/>
    <w:rsid w:val="006A4628"/>
    <w:rsid w:val="006A4B0C"/>
    <w:rsid w:val="006A6711"/>
    <w:rsid w:val="006B5979"/>
    <w:rsid w:val="006C24ED"/>
    <w:rsid w:val="006C4D29"/>
    <w:rsid w:val="006C5D1B"/>
    <w:rsid w:val="006D0EAC"/>
    <w:rsid w:val="006D2B5B"/>
    <w:rsid w:val="006D3F3A"/>
    <w:rsid w:val="006D54ED"/>
    <w:rsid w:val="006D7699"/>
    <w:rsid w:val="006E1479"/>
    <w:rsid w:val="006E1530"/>
    <w:rsid w:val="006E33CD"/>
    <w:rsid w:val="006E6CD2"/>
    <w:rsid w:val="00702654"/>
    <w:rsid w:val="00702C80"/>
    <w:rsid w:val="00706C64"/>
    <w:rsid w:val="00720BD6"/>
    <w:rsid w:val="007210A8"/>
    <w:rsid w:val="00721D9B"/>
    <w:rsid w:val="00722A0E"/>
    <w:rsid w:val="007233E2"/>
    <w:rsid w:val="00726FD3"/>
    <w:rsid w:val="00735E55"/>
    <w:rsid w:val="007363E2"/>
    <w:rsid w:val="0075252E"/>
    <w:rsid w:val="00753892"/>
    <w:rsid w:val="0075796B"/>
    <w:rsid w:val="00762281"/>
    <w:rsid w:val="00764B76"/>
    <w:rsid w:val="00765923"/>
    <w:rsid w:val="00782C03"/>
    <w:rsid w:val="007979EA"/>
    <w:rsid w:val="007A0DC8"/>
    <w:rsid w:val="007C0C8D"/>
    <w:rsid w:val="007C2E57"/>
    <w:rsid w:val="007C53A6"/>
    <w:rsid w:val="007D0E49"/>
    <w:rsid w:val="007D4182"/>
    <w:rsid w:val="007E201B"/>
    <w:rsid w:val="00807D4B"/>
    <w:rsid w:val="00812863"/>
    <w:rsid w:val="0081621A"/>
    <w:rsid w:val="00822894"/>
    <w:rsid w:val="00823C09"/>
    <w:rsid w:val="00827186"/>
    <w:rsid w:val="0083067F"/>
    <w:rsid w:val="00835A1D"/>
    <w:rsid w:val="00840359"/>
    <w:rsid w:val="0084455B"/>
    <w:rsid w:val="00862EA7"/>
    <w:rsid w:val="00863C76"/>
    <w:rsid w:val="00865605"/>
    <w:rsid w:val="00867021"/>
    <w:rsid w:val="008675B1"/>
    <w:rsid w:val="008829BA"/>
    <w:rsid w:val="00882B18"/>
    <w:rsid w:val="00886A4C"/>
    <w:rsid w:val="008B042D"/>
    <w:rsid w:val="008B1951"/>
    <w:rsid w:val="008B6F4D"/>
    <w:rsid w:val="008D12B6"/>
    <w:rsid w:val="00904920"/>
    <w:rsid w:val="00905701"/>
    <w:rsid w:val="009078AB"/>
    <w:rsid w:val="00912666"/>
    <w:rsid w:val="0091502C"/>
    <w:rsid w:val="009164CA"/>
    <w:rsid w:val="009179D1"/>
    <w:rsid w:val="009275E6"/>
    <w:rsid w:val="009444DD"/>
    <w:rsid w:val="00945346"/>
    <w:rsid w:val="00947E69"/>
    <w:rsid w:val="00957588"/>
    <w:rsid w:val="00972EAB"/>
    <w:rsid w:val="00980866"/>
    <w:rsid w:val="00986400"/>
    <w:rsid w:val="0098795A"/>
    <w:rsid w:val="00994160"/>
    <w:rsid w:val="009A2083"/>
    <w:rsid w:val="009A2446"/>
    <w:rsid w:val="009B20E2"/>
    <w:rsid w:val="009B3367"/>
    <w:rsid w:val="009B4E95"/>
    <w:rsid w:val="009C2B99"/>
    <w:rsid w:val="009C7DC4"/>
    <w:rsid w:val="009D483D"/>
    <w:rsid w:val="009D754A"/>
    <w:rsid w:val="009D75E8"/>
    <w:rsid w:val="009E3F56"/>
    <w:rsid w:val="009E4156"/>
    <w:rsid w:val="009E4E95"/>
    <w:rsid w:val="009F7452"/>
    <w:rsid w:val="00A000C6"/>
    <w:rsid w:val="00A0101B"/>
    <w:rsid w:val="00A12A7F"/>
    <w:rsid w:val="00A1553E"/>
    <w:rsid w:val="00A20A42"/>
    <w:rsid w:val="00A240FC"/>
    <w:rsid w:val="00A2684A"/>
    <w:rsid w:val="00A443AC"/>
    <w:rsid w:val="00A471DF"/>
    <w:rsid w:val="00A53419"/>
    <w:rsid w:val="00A65ECD"/>
    <w:rsid w:val="00A7526E"/>
    <w:rsid w:val="00A809C5"/>
    <w:rsid w:val="00A949C6"/>
    <w:rsid w:val="00AA0FA2"/>
    <w:rsid w:val="00AA3AC6"/>
    <w:rsid w:val="00AA42C6"/>
    <w:rsid w:val="00AB050F"/>
    <w:rsid w:val="00AB24AA"/>
    <w:rsid w:val="00AC098F"/>
    <w:rsid w:val="00AD16F4"/>
    <w:rsid w:val="00AD4D3F"/>
    <w:rsid w:val="00AD69EC"/>
    <w:rsid w:val="00AE278F"/>
    <w:rsid w:val="00AE355D"/>
    <w:rsid w:val="00AE65B8"/>
    <w:rsid w:val="00AE7B15"/>
    <w:rsid w:val="00AF033B"/>
    <w:rsid w:val="00B00DDD"/>
    <w:rsid w:val="00B0731B"/>
    <w:rsid w:val="00B16502"/>
    <w:rsid w:val="00B20B88"/>
    <w:rsid w:val="00B23E05"/>
    <w:rsid w:val="00B25AC2"/>
    <w:rsid w:val="00B30D4A"/>
    <w:rsid w:val="00B316F0"/>
    <w:rsid w:val="00B31F44"/>
    <w:rsid w:val="00B4205C"/>
    <w:rsid w:val="00B43D68"/>
    <w:rsid w:val="00B47E30"/>
    <w:rsid w:val="00B70478"/>
    <w:rsid w:val="00B80307"/>
    <w:rsid w:val="00B825C5"/>
    <w:rsid w:val="00B82ED6"/>
    <w:rsid w:val="00B83399"/>
    <w:rsid w:val="00B8564D"/>
    <w:rsid w:val="00B929A1"/>
    <w:rsid w:val="00B96791"/>
    <w:rsid w:val="00BA4A30"/>
    <w:rsid w:val="00BA520B"/>
    <w:rsid w:val="00BC0057"/>
    <w:rsid w:val="00BC446C"/>
    <w:rsid w:val="00BC4BB1"/>
    <w:rsid w:val="00BC500B"/>
    <w:rsid w:val="00BF3627"/>
    <w:rsid w:val="00BF3A62"/>
    <w:rsid w:val="00BF71E1"/>
    <w:rsid w:val="00C02DE9"/>
    <w:rsid w:val="00C1246E"/>
    <w:rsid w:val="00C42A9F"/>
    <w:rsid w:val="00C42E43"/>
    <w:rsid w:val="00C5383B"/>
    <w:rsid w:val="00C575E5"/>
    <w:rsid w:val="00C61652"/>
    <w:rsid w:val="00C62594"/>
    <w:rsid w:val="00C643D6"/>
    <w:rsid w:val="00C649C9"/>
    <w:rsid w:val="00C669D7"/>
    <w:rsid w:val="00C700EA"/>
    <w:rsid w:val="00C702ED"/>
    <w:rsid w:val="00C763EB"/>
    <w:rsid w:val="00C77230"/>
    <w:rsid w:val="00C80B97"/>
    <w:rsid w:val="00C81234"/>
    <w:rsid w:val="00C83486"/>
    <w:rsid w:val="00C83B4D"/>
    <w:rsid w:val="00C93467"/>
    <w:rsid w:val="00C93E9D"/>
    <w:rsid w:val="00CA0513"/>
    <w:rsid w:val="00CA4339"/>
    <w:rsid w:val="00CA6AFB"/>
    <w:rsid w:val="00CB00AF"/>
    <w:rsid w:val="00CB224D"/>
    <w:rsid w:val="00CC1D9F"/>
    <w:rsid w:val="00CC2E88"/>
    <w:rsid w:val="00CD35E0"/>
    <w:rsid w:val="00CD3C5B"/>
    <w:rsid w:val="00CE08FB"/>
    <w:rsid w:val="00CF06FC"/>
    <w:rsid w:val="00CF34A9"/>
    <w:rsid w:val="00CF668D"/>
    <w:rsid w:val="00D06340"/>
    <w:rsid w:val="00D120DB"/>
    <w:rsid w:val="00D206A9"/>
    <w:rsid w:val="00D20BBE"/>
    <w:rsid w:val="00D24A5D"/>
    <w:rsid w:val="00D2551D"/>
    <w:rsid w:val="00D37B4B"/>
    <w:rsid w:val="00D41BB4"/>
    <w:rsid w:val="00D44C8E"/>
    <w:rsid w:val="00D51325"/>
    <w:rsid w:val="00D6009B"/>
    <w:rsid w:val="00D663B4"/>
    <w:rsid w:val="00D67683"/>
    <w:rsid w:val="00D73A5F"/>
    <w:rsid w:val="00D7443C"/>
    <w:rsid w:val="00D8264D"/>
    <w:rsid w:val="00D837EA"/>
    <w:rsid w:val="00D900E4"/>
    <w:rsid w:val="00D92A0C"/>
    <w:rsid w:val="00DA0FAA"/>
    <w:rsid w:val="00DA0FC7"/>
    <w:rsid w:val="00DB16EF"/>
    <w:rsid w:val="00DC2063"/>
    <w:rsid w:val="00DC445B"/>
    <w:rsid w:val="00DC6FC1"/>
    <w:rsid w:val="00DC70CA"/>
    <w:rsid w:val="00DD1E4B"/>
    <w:rsid w:val="00DD6BA9"/>
    <w:rsid w:val="00DE0F0B"/>
    <w:rsid w:val="00DE2705"/>
    <w:rsid w:val="00DE7E1E"/>
    <w:rsid w:val="00DF50DF"/>
    <w:rsid w:val="00DF536E"/>
    <w:rsid w:val="00E1178B"/>
    <w:rsid w:val="00E178C1"/>
    <w:rsid w:val="00E23A5E"/>
    <w:rsid w:val="00E23D25"/>
    <w:rsid w:val="00E24F87"/>
    <w:rsid w:val="00E26090"/>
    <w:rsid w:val="00E33368"/>
    <w:rsid w:val="00E5282D"/>
    <w:rsid w:val="00E5423C"/>
    <w:rsid w:val="00E66924"/>
    <w:rsid w:val="00E850D9"/>
    <w:rsid w:val="00EA1251"/>
    <w:rsid w:val="00EA57C1"/>
    <w:rsid w:val="00EB6CF7"/>
    <w:rsid w:val="00EB75B7"/>
    <w:rsid w:val="00EC275D"/>
    <w:rsid w:val="00EC6E82"/>
    <w:rsid w:val="00EC72B3"/>
    <w:rsid w:val="00EE296C"/>
    <w:rsid w:val="00EE3B42"/>
    <w:rsid w:val="00EE5F50"/>
    <w:rsid w:val="00EF23A0"/>
    <w:rsid w:val="00F00D5E"/>
    <w:rsid w:val="00F02CF0"/>
    <w:rsid w:val="00F05E8E"/>
    <w:rsid w:val="00F074D6"/>
    <w:rsid w:val="00F12BEB"/>
    <w:rsid w:val="00F1457B"/>
    <w:rsid w:val="00F152BD"/>
    <w:rsid w:val="00F300A8"/>
    <w:rsid w:val="00F677C8"/>
    <w:rsid w:val="00F70A06"/>
    <w:rsid w:val="00F719D5"/>
    <w:rsid w:val="00F72C20"/>
    <w:rsid w:val="00F7465D"/>
    <w:rsid w:val="00F83AFC"/>
    <w:rsid w:val="00FA13DC"/>
    <w:rsid w:val="00FA24F3"/>
    <w:rsid w:val="00FA433C"/>
    <w:rsid w:val="00FA59E6"/>
    <w:rsid w:val="00FA64D9"/>
    <w:rsid w:val="00FA7BE8"/>
    <w:rsid w:val="00FB1F12"/>
    <w:rsid w:val="00FB62C1"/>
    <w:rsid w:val="00FC4E59"/>
    <w:rsid w:val="00FD02D1"/>
    <w:rsid w:val="00FD13F1"/>
    <w:rsid w:val="00FD2567"/>
    <w:rsid w:val="00FE4A3C"/>
    <w:rsid w:val="00FE515D"/>
    <w:rsid w:val="00FE72DA"/>
    <w:rsid w:val="00FF3A2A"/>
    <w:rsid w:val="00FF5627"/>
    <w:rsid w:val="10D0765B"/>
    <w:rsid w:val="13825FC4"/>
    <w:rsid w:val="23297EBB"/>
    <w:rsid w:val="33BD6E64"/>
    <w:rsid w:val="51DF0C7A"/>
    <w:rsid w:val="65C16A22"/>
    <w:rsid w:val="67A201CF"/>
    <w:rsid w:val="6F33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link w:val="Char1CharCharCharCharCharCharCharCharCharCharCharCharCharCharChar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24630"/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24630"/>
    <w:rPr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FootnoteText">
    <w:name w:val="footnote text"/>
    <w:basedOn w:val="Normal"/>
    <w:link w:val="FootnoteTextChar"/>
    <w:uiPriority w:val="99"/>
    <w:semiHidden/>
    <w:pPr>
      <w:snapToGrid w:val="0"/>
      <w:jc w:val="left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4630"/>
    <w:rPr>
      <w:sz w:val="18"/>
      <w:szCs w:val="18"/>
    </w:rPr>
  </w:style>
  <w:style w:type="paragraph" w:customStyle="1" w:styleId="a">
    <w:name w:val="列出段落"/>
    <w:basedOn w:val="Normal"/>
    <w:uiPriority w:val="99"/>
    <w:pPr>
      <w:ind w:firstLineChars="200" w:firstLine="420"/>
    </w:pPr>
  </w:style>
  <w:style w:type="table" w:styleId="TableGrid">
    <w:name w:val="Table Grid"/>
    <w:basedOn w:val="TableNormal"/>
    <w:uiPriority w:val="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Normal"/>
    <w:link w:val="DefaultParagraphFont"/>
    <w:uiPriority w:val="99"/>
    <w:rsid w:val="006A004E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0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10</Pages>
  <Words>362</Words>
  <Characters>2070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申请代码：</dc:title>
  <dc:subject/>
  <dc:creator>微软用户</dc:creator>
  <cp:keywords/>
  <dc:description/>
  <cp:lastModifiedBy>微软用户</cp:lastModifiedBy>
  <cp:revision>2</cp:revision>
  <cp:lastPrinted>2018-01-10T08:47:00Z</cp:lastPrinted>
  <dcterms:created xsi:type="dcterms:W3CDTF">2022-12-13T12:27:00Z</dcterms:created>
  <dcterms:modified xsi:type="dcterms:W3CDTF">2022-12-13T12:27:00Z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